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23654" w14:textId="77777777" w:rsidR="00717E1B" w:rsidRDefault="00573644" w:rsidP="00573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0" w:line="360" w:lineRule="auto"/>
        <w:ind w:left="124" w:right="-20"/>
        <w:jc w:val="center"/>
        <w:rPr>
          <w:sz w:val="20"/>
          <w:szCs w:val="20"/>
        </w:rPr>
      </w:pPr>
      <w:r w:rsidRPr="00CB6FF9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ISO/IEC JTC 1/SC 29/WG 11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br/>
      </w:r>
      <w:r w:rsidRPr="00CB6FF9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Coding of moving pictures and audio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br/>
      </w:r>
      <w:r w:rsidRPr="00CB6FF9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Convenorship: UNI (Italy)</w:t>
      </w:r>
    </w:p>
    <w:p w14:paraId="6FBB1086" w14:textId="77777777" w:rsidR="00717E1B" w:rsidRPr="002553B1" w:rsidRDefault="00717E1B" w:rsidP="00591C15">
      <w:pPr>
        <w:tabs>
          <w:tab w:val="left" w:pos="2970"/>
        </w:tabs>
        <w:spacing w:before="480"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-16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2553B1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14:paraId="7675E6FA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instrText xml:space="preserve"> TITLE  \* MERGEFORMAT </w:instrText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fldChar w:fldCharType="separate"/>
      </w:r>
      <w:r w:rsidR="00095960">
        <w:rPr>
          <w:rFonts w:ascii="Times New Roman" w:eastAsia="Times New Roman" w:hAnsi="Times New Roman"/>
          <w:b/>
          <w:bCs/>
          <w:sz w:val="24"/>
          <w:szCs w:val="24"/>
        </w:rPr>
        <w:t>MPEG-G Genomic Information Database</w:t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242B003B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494821" w:rsidRPr="002553B1">
        <w:rPr>
          <w:rFonts w:ascii="Times New Roman" w:eastAsia="Times New Roman" w:hAnsi="Times New Roman"/>
          <w:b/>
          <w:bCs/>
          <w:sz w:val="24"/>
          <w:szCs w:val="24"/>
        </w:rPr>
        <w:tab/>
        <w:t>Approved</w:t>
      </w:r>
    </w:p>
    <w:p w14:paraId="20B49135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553B1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2553B1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2019</w:t>
      </w:r>
      <w:r w:rsidRPr="002553B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-</w:t>
      </w:r>
      <w:r w:rsidR="00494821" w:rsidRPr="002553B1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03-29</w:t>
      </w:r>
    </w:p>
    <w:p w14:paraId="4A335374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553B1" w:rsidRPr="002553B1">
        <w:rPr>
          <w:rFonts w:ascii="Times New Roman" w:eastAsia="Times New Roman" w:hAnsi="Times New Roman"/>
          <w:b/>
          <w:bCs/>
          <w:sz w:val="24"/>
          <w:szCs w:val="24"/>
        </w:rPr>
        <w:t>Requirements</w:t>
      </w:r>
    </w:p>
    <w:p w14:paraId="2E1561A2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x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ct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54F4B30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2553B1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553B1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553B1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="002553B1">
        <w:rPr>
          <w:rFonts w:ascii="Times New Roman" w:eastAsia="Times New Roman" w:hAnsi="Times New Roman"/>
          <w:b/>
          <w:bCs/>
          <w:sz w:val="24"/>
          <w:szCs w:val="24"/>
        </w:rPr>
        <w:instrText xml:space="preserve"> NUMPAGES  \* MERGEFORMAT </w:instrText>
      </w:r>
      <w:r w:rsidR="002553B1">
        <w:rPr>
          <w:rFonts w:ascii="Times New Roman" w:eastAsia="Times New Roman" w:hAnsi="Times New Roman"/>
          <w:b/>
          <w:bCs/>
          <w:sz w:val="24"/>
          <w:szCs w:val="24"/>
        </w:rPr>
        <w:fldChar w:fldCharType="separate"/>
      </w:r>
      <w:r w:rsidR="00095960">
        <w:rPr>
          <w:rFonts w:ascii="Times New Roman" w:eastAsia="Times New Roman" w:hAnsi="Times New Roman"/>
          <w:b/>
          <w:bCs/>
          <w:noProof/>
          <w:sz w:val="24"/>
          <w:szCs w:val="24"/>
        </w:rPr>
        <w:t>4</w:t>
      </w:r>
      <w:r w:rsidR="002553B1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E0420EA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2553B1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553B1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ve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2553B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553B1"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2553B1">
        <w:rPr>
          <w:rFonts w:ascii="Times New Roman Bold" w:eastAsia="Times New Roman" w:hAnsi="Times New Roman Bold"/>
          <w:b/>
          <w:bCs/>
          <w:sz w:val="24"/>
          <w:szCs w:val="24"/>
        </w:rPr>
        <w:t>leonardo@chiariglione.org</w:t>
      </w:r>
      <w:r w:rsidR="002209E6" w:rsidRPr="002553B1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F6F9EDB" w14:textId="77777777" w:rsidR="00717E1B" w:rsidRPr="002553B1" w:rsidRDefault="00717E1B" w:rsidP="002553B1">
      <w:pPr>
        <w:tabs>
          <w:tab w:val="left" w:pos="2970"/>
        </w:tabs>
        <w:spacing w:before="29" w:after="360" w:line="240" w:lineRule="auto"/>
        <w:ind w:left="130" w:right="-14"/>
        <w:rPr>
          <w:rFonts w:ascii="Times New Roman" w:eastAsia="Times New Roman" w:hAnsi="Times New Roman"/>
          <w:b/>
          <w:bCs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mm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tt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18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2553B1"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553B1">
        <w:rPr>
          <w:rFonts w:ascii="Times New Roman" w:eastAsia="Times New Roman" w:hAnsi="Times New Roman"/>
          <w:b/>
          <w:bCs/>
          <w:sz w:val="24"/>
          <w:szCs w:val="24"/>
        </w:rPr>
        <w:t>http://</w:t>
      </w:r>
      <w:r w:rsidR="00985F1C" w:rsidRPr="002553B1">
        <w:rPr>
          <w:rFonts w:ascii="Times New Roman" w:eastAsia="Times New Roman" w:hAnsi="Times New Roman"/>
          <w:b/>
          <w:bCs/>
          <w:sz w:val="24"/>
          <w:szCs w:val="24"/>
        </w:rPr>
        <w:t>mpeg.chiariglione.org</w:t>
      </w:r>
    </w:p>
    <w:p w14:paraId="482DF5F9" w14:textId="77777777" w:rsidR="00573644" w:rsidRDefault="00573644" w:rsidP="00573644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</w:p>
    <w:p w14:paraId="26423710" w14:textId="77777777" w:rsidR="00573644" w:rsidRDefault="00573644" w:rsidP="00573644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sectPr w:rsidR="00573644" w:rsidSect="00573644">
          <w:headerReference w:type="first" r:id="rId8"/>
          <w:pgSz w:w="11894" w:h="16834" w:code="9"/>
          <w:pgMar w:top="1440" w:right="1440" w:bottom="1800" w:left="1440" w:header="720" w:footer="720" w:gutter="0"/>
          <w:cols w:space="720"/>
          <w:titlePg/>
          <w:docGrid w:linePitch="360"/>
        </w:sectPr>
      </w:pPr>
    </w:p>
    <w:p w14:paraId="55471FFA" w14:textId="77777777" w:rsidR="00CB6FF9" w:rsidRPr="00CB6FF9" w:rsidRDefault="00CB6FF9" w:rsidP="00573644">
      <w:pPr>
        <w:widowControl/>
        <w:spacing w:after="0" w:line="240" w:lineRule="auto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24A29862" w14:textId="77777777"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0CBCA3EC" w14:textId="77777777"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14:paraId="3BE950AD" w14:textId="77777777"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14:paraId="00C8E2AE" w14:textId="77777777"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1E56C4">
        <w:rPr>
          <w:rFonts w:ascii="Times New Roman" w:eastAsia="SimSun" w:hAnsi="Times New Roman"/>
          <w:b/>
          <w:sz w:val="48"/>
          <w:szCs w:val="24"/>
          <w:lang w:val="fr-FR" w:eastAsia="zh-CN"/>
        </w:rPr>
        <w:fldChar w:fldCharType="begin"/>
      </w:r>
      <w:r w:rsidR="001E56C4">
        <w:rPr>
          <w:rFonts w:ascii="Times New Roman" w:eastAsia="SimSun" w:hAnsi="Times New Roman"/>
          <w:b/>
          <w:sz w:val="48"/>
          <w:szCs w:val="24"/>
          <w:lang w:val="fr-FR" w:eastAsia="zh-CN"/>
        </w:rPr>
        <w:instrText xml:space="preserve"> DOCPROPERTY "Docnum" \* MERGEFORMAT </w:instrText>
      </w:r>
      <w:r w:rsidR="001E56C4">
        <w:rPr>
          <w:rFonts w:ascii="Times New Roman" w:eastAsia="SimSun" w:hAnsi="Times New Roman"/>
          <w:b/>
          <w:sz w:val="48"/>
          <w:szCs w:val="24"/>
          <w:lang w:val="fr-FR" w:eastAsia="zh-CN"/>
        </w:rPr>
        <w:fldChar w:fldCharType="separate"/>
      </w:r>
      <w:r w:rsidR="00095960">
        <w:rPr>
          <w:rFonts w:ascii="Times New Roman" w:eastAsia="SimSun" w:hAnsi="Times New Roman"/>
          <w:b/>
          <w:sz w:val="48"/>
          <w:szCs w:val="24"/>
          <w:lang w:val="fr-FR" w:eastAsia="zh-CN"/>
        </w:rPr>
        <w:t>N18346</w:t>
      </w:r>
      <w:r w:rsidR="001E56C4">
        <w:rPr>
          <w:rFonts w:ascii="Times New Roman" w:eastAsia="SimSun" w:hAnsi="Times New Roman"/>
          <w:b/>
          <w:sz w:val="48"/>
          <w:szCs w:val="24"/>
          <w:lang w:val="fr-FR" w:eastAsia="zh-CN"/>
        </w:rPr>
        <w:fldChar w:fldCharType="end"/>
      </w:r>
    </w:p>
    <w:p w14:paraId="35ACDAEB" w14:textId="77777777" w:rsidR="00CB6FF9" w:rsidRPr="00CB6FF9" w:rsidRDefault="00095960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Geneva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, C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H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March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14:paraId="43573B92" w14:textId="77777777" w:rsidR="00CB6FF9" w:rsidRDefault="001E56C4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  <w:proofErr w:type="gramStart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Source:</w:t>
      </w:r>
      <w:proofErr w:type="gramEnd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ab/>
      </w:r>
      <w:r w:rsidR="00095960">
        <w:rPr>
          <w:rFonts w:ascii="Times New Roman" w:eastAsia="SimSun" w:hAnsi="Times New Roman"/>
          <w:b/>
          <w:sz w:val="28"/>
          <w:szCs w:val="24"/>
          <w:lang w:val="fr-FR" w:eastAsia="zh-CN"/>
        </w:rPr>
        <w:t>Requirements</w:t>
      </w:r>
    </w:p>
    <w:p w14:paraId="049518F3" w14:textId="77777777" w:rsidR="00CB6FF9" w:rsidRPr="00CB6FF9" w:rsidRDefault="001E56C4" w:rsidP="001E56C4">
      <w:pPr>
        <w:widowControl/>
        <w:spacing w:before="360" w:after="36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fldChar w:fldCharType="begin"/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instrText xml:space="preserve"> TITLE  \* MERGEFORMAT </w:instrTex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fldChar w:fldCharType="separate"/>
      </w:r>
      <w:r w:rsidR="00095960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MPEG-G </w:t>
      </w:r>
      <w:proofErr w:type="spellStart"/>
      <w:r w:rsidR="00095960">
        <w:rPr>
          <w:rFonts w:ascii="Times New Roman" w:eastAsia="SimSun" w:hAnsi="Times New Roman"/>
          <w:b/>
          <w:sz w:val="28"/>
          <w:szCs w:val="24"/>
          <w:lang w:val="fr-FR" w:eastAsia="zh-CN"/>
        </w:rPr>
        <w:t>Genomic</w:t>
      </w:r>
      <w:proofErr w:type="spellEnd"/>
      <w:r w:rsidR="00095960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Information </w:t>
      </w:r>
      <w:proofErr w:type="spellStart"/>
      <w:r w:rsidR="00095960">
        <w:rPr>
          <w:rFonts w:ascii="Times New Roman" w:eastAsia="SimSun" w:hAnsi="Times New Roman"/>
          <w:b/>
          <w:sz w:val="28"/>
          <w:szCs w:val="24"/>
          <w:lang w:val="fr-FR" w:eastAsia="zh-CN"/>
        </w:rPr>
        <w:t>Database</w:t>
      </w:r>
      <w:proofErr w:type="spellEnd"/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fldChar w:fldCharType="end"/>
      </w:r>
    </w:p>
    <w:p w14:paraId="66EACBA3" w14:textId="77777777" w:rsidR="00095960" w:rsidRPr="00F22DCC" w:rsidRDefault="00095960" w:rsidP="00095960">
      <w:pPr>
        <w:pStyle w:val="Heading1"/>
        <w:widowControl/>
        <w:numPr>
          <w:ilvl w:val="0"/>
          <w:numId w:val="30"/>
        </w:numPr>
        <w:spacing w:line="240" w:lineRule="auto"/>
        <w:jc w:val="both"/>
      </w:pPr>
      <w:r w:rsidRPr="00F22DCC">
        <w:t>Purpose</w:t>
      </w:r>
    </w:p>
    <w:p w14:paraId="5893103E" w14:textId="77777777" w:rsidR="00095960" w:rsidRPr="00F22DCC" w:rsidRDefault="00095960" w:rsidP="00095960">
      <w:r w:rsidRPr="00F22DCC">
        <w:t>This document contains the description of the MPEG-G Genomic Information Database (“Database”).</w:t>
      </w:r>
    </w:p>
    <w:p w14:paraId="1CE3072C" w14:textId="6013153B" w:rsidR="00095960" w:rsidRPr="00F22DCC" w:rsidRDefault="00095960" w:rsidP="00095960">
      <w:r w:rsidRPr="00F22DCC">
        <w:t>The Database contents listings can be found in the file “</w:t>
      </w:r>
      <w:r w:rsidR="00751805">
        <w:t>w18346_</w:t>
      </w:r>
      <w:bookmarkStart w:id="0" w:name="_GoBack"/>
      <w:bookmarkEnd w:id="0"/>
      <w:r w:rsidRPr="00F22DCC">
        <w:t>mpeg-g-gidb.xlsx” attached to this document. This file contains two tables:</w:t>
      </w:r>
    </w:p>
    <w:p w14:paraId="4C96E4FF" w14:textId="77777777" w:rsidR="00095960" w:rsidRPr="00F22DCC" w:rsidRDefault="00095960" w:rsidP="00095960">
      <w:pPr>
        <w:pStyle w:val="ListParagraph"/>
        <w:widowControl/>
        <w:numPr>
          <w:ilvl w:val="0"/>
          <w:numId w:val="34"/>
        </w:numPr>
        <w:autoSpaceDN/>
        <w:spacing w:after="0" w:line="240" w:lineRule="auto"/>
        <w:jc w:val="both"/>
        <w:textAlignment w:val="auto"/>
      </w:pPr>
      <w:r w:rsidRPr="00F22DCC">
        <w:t>Sequencing Data Collection: a collection of statistically meaningful sequencing data to be used to assess the performance of genomic information compression technologies.</w:t>
      </w:r>
    </w:p>
    <w:p w14:paraId="53DBE573" w14:textId="77777777" w:rsidR="00095960" w:rsidRPr="00F22DCC" w:rsidRDefault="00095960" w:rsidP="00095960">
      <w:pPr>
        <w:pStyle w:val="ListParagraph"/>
        <w:widowControl/>
        <w:numPr>
          <w:ilvl w:val="0"/>
          <w:numId w:val="34"/>
        </w:numPr>
        <w:autoSpaceDN/>
        <w:spacing w:after="0" w:line="240" w:lineRule="auto"/>
        <w:jc w:val="both"/>
        <w:textAlignment w:val="auto"/>
      </w:pPr>
      <w:r w:rsidRPr="00F22DCC">
        <w:t>Data origins: data origins of the Sequencing Data Collection.</w:t>
      </w:r>
    </w:p>
    <w:p w14:paraId="35FE4C50" w14:textId="77777777" w:rsidR="00095960" w:rsidRDefault="00095960" w:rsidP="00095960"/>
    <w:p w14:paraId="77C2633D" w14:textId="77777777" w:rsidR="00095960" w:rsidRPr="00F22DCC" w:rsidRDefault="00095960" w:rsidP="00095960">
      <w:r w:rsidRPr="00F22DCC">
        <w:t xml:space="preserve">Further work on the Database is discussed on the AHG on common MPEG and GA4GH standardization activities email reflector: </w:t>
      </w:r>
      <w:hyperlink r:id="rId9" w:history="1">
        <w:r w:rsidRPr="00F22DCC">
          <w:rPr>
            <w:rStyle w:val="Hyperlink"/>
          </w:rPr>
          <w:t>MPEG-GA4GH-tnt@listserv.uni-hannover.de</w:t>
        </w:r>
      </w:hyperlink>
      <w:hyperlink r:id="rId10" w:history="1"/>
      <w:r w:rsidRPr="00F22DCC">
        <w:t>.</w:t>
      </w:r>
    </w:p>
    <w:p w14:paraId="7766149E" w14:textId="77777777" w:rsidR="00095960" w:rsidRPr="00F22DCC" w:rsidRDefault="00095960" w:rsidP="00095960">
      <w:r w:rsidRPr="00F22DCC">
        <w:t xml:space="preserve">Questions can be addressed to </w:t>
      </w:r>
      <w:hyperlink r:id="rId11" w:history="1">
        <w:r w:rsidRPr="00F22DCC">
          <w:rPr>
            <w:rStyle w:val="Hyperlink"/>
          </w:rPr>
          <w:t>mpeg-g@tnt.uni-hannover.de</w:t>
        </w:r>
      </w:hyperlink>
      <w:r w:rsidRPr="00F22DCC">
        <w:t>.</w:t>
      </w:r>
    </w:p>
    <w:p w14:paraId="2231DC2C" w14:textId="77777777" w:rsidR="00095960" w:rsidRPr="00F22DCC" w:rsidRDefault="00095960" w:rsidP="00095960">
      <w:pPr>
        <w:pStyle w:val="Heading1"/>
        <w:widowControl/>
        <w:numPr>
          <w:ilvl w:val="0"/>
          <w:numId w:val="30"/>
        </w:numPr>
        <w:spacing w:line="240" w:lineRule="auto"/>
        <w:jc w:val="both"/>
      </w:pPr>
      <w:r w:rsidRPr="00F22DCC">
        <w:t>Data classes</w:t>
      </w:r>
    </w:p>
    <w:p w14:paraId="6DD857AD" w14:textId="77777777" w:rsidR="00095960" w:rsidRPr="00F22DCC" w:rsidRDefault="00095960" w:rsidP="00095960">
      <w:r w:rsidRPr="00F22DCC">
        <w:t>To make the Database statistically meaningful, sequencing data with different characteristics are considered.</w:t>
      </w:r>
    </w:p>
    <w:p w14:paraId="1FA883EE" w14:textId="77777777" w:rsidR="00095960" w:rsidRPr="00F22DCC" w:rsidRDefault="00095960" w:rsidP="00095960">
      <w:pPr>
        <w:pStyle w:val="Heading2"/>
        <w:widowControl/>
        <w:numPr>
          <w:ilvl w:val="1"/>
          <w:numId w:val="30"/>
        </w:numPr>
        <w:spacing w:line="240" w:lineRule="auto"/>
        <w:jc w:val="both"/>
      </w:pPr>
      <w:r w:rsidRPr="00F22DCC">
        <w:t>Experiment types</w:t>
      </w:r>
    </w:p>
    <w:p w14:paraId="1EDA1383" w14:textId="77777777" w:rsidR="00095960" w:rsidRPr="00F22DCC" w:rsidRDefault="00095960" w:rsidP="00095960">
      <w:r w:rsidRPr="00F22DCC">
        <w:t>The Database includes sequencing data generated for different experiment types:</w:t>
      </w:r>
    </w:p>
    <w:p w14:paraId="2F2B3819" w14:textId="77777777" w:rsidR="00095960" w:rsidRPr="00F22DCC" w:rsidRDefault="00095960" w:rsidP="00095960">
      <w:pPr>
        <w:pStyle w:val="ListParagraph"/>
        <w:widowControl/>
        <w:numPr>
          <w:ilvl w:val="0"/>
          <w:numId w:val="32"/>
        </w:numPr>
        <w:autoSpaceDN/>
        <w:spacing w:after="0" w:line="240" w:lineRule="auto"/>
        <w:jc w:val="both"/>
        <w:textAlignment w:val="auto"/>
      </w:pPr>
      <w:r w:rsidRPr="00F22DCC">
        <w:t>Whole genome sequencing (WGS)</w:t>
      </w:r>
    </w:p>
    <w:p w14:paraId="2813D0B4" w14:textId="77777777" w:rsidR="00095960" w:rsidRPr="00F22DCC" w:rsidRDefault="00095960" w:rsidP="00095960">
      <w:pPr>
        <w:pStyle w:val="ListParagraph"/>
        <w:widowControl/>
        <w:numPr>
          <w:ilvl w:val="1"/>
          <w:numId w:val="32"/>
        </w:numPr>
        <w:autoSpaceDN/>
        <w:spacing w:after="0" w:line="240" w:lineRule="auto"/>
        <w:jc w:val="both"/>
        <w:textAlignment w:val="auto"/>
      </w:pPr>
      <w:r w:rsidRPr="00F22DCC">
        <w:t xml:space="preserve">Including simulated human WGS data which was generated with ART </w:t>
      </w:r>
      <w:r w:rsidRPr="00F22DCC">
        <w:rPr>
          <w:noProof/>
        </w:rPr>
        <w:t>[1]</w:t>
      </w:r>
    </w:p>
    <w:p w14:paraId="1B3A5705" w14:textId="77777777" w:rsidR="00095960" w:rsidRPr="00F22DCC" w:rsidRDefault="00095960" w:rsidP="00095960">
      <w:pPr>
        <w:pStyle w:val="ListParagraph"/>
        <w:widowControl/>
        <w:numPr>
          <w:ilvl w:val="1"/>
          <w:numId w:val="32"/>
        </w:numPr>
        <w:autoSpaceDN/>
        <w:spacing w:after="0" w:line="240" w:lineRule="auto"/>
        <w:jc w:val="both"/>
        <w:textAlignment w:val="auto"/>
      </w:pPr>
      <w:r w:rsidRPr="00F22DCC">
        <w:t>Including cancer genome sequencing data</w:t>
      </w:r>
    </w:p>
    <w:p w14:paraId="28291530" w14:textId="77777777" w:rsidR="00095960" w:rsidRPr="00F22DCC" w:rsidRDefault="00095960" w:rsidP="00095960">
      <w:pPr>
        <w:pStyle w:val="ListParagraph"/>
        <w:widowControl/>
        <w:numPr>
          <w:ilvl w:val="0"/>
          <w:numId w:val="32"/>
        </w:numPr>
        <w:autoSpaceDN/>
        <w:spacing w:after="0" w:line="240" w:lineRule="auto"/>
        <w:jc w:val="both"/>
        <w:textAlignment w:val="auto"/>
      </w:pPr>
      <w:r w:rsidRPr="00F22DCC">
        <w:t>Metagenomics sequencing</w:t>
      </w:r>
    </w:p>
    <w:p w14:paraId="4B1E9905" w14:textId="77777777" w:rsidR="00095960" w:rsidRPr="00F22DCC" w:rsidRDefault="00095960" w:rsidP="00095960">
      <w:pPr>
        <w:pStyle w:val="ListParagraph"/>
        <w:widowControl/>
        <w:numPr>
          <w:ilvl w:val="0"/>
          <w:numId w:val="32"/>
        </w:numPr>
        <w:autoSpaceDN/>
        <w:spacing w:after="0" w:line="240" w:lineRule="auto"/>
        <w:jc w:val="both"/>
        <w:textAlignment w:val="auto"/>
      </w:pPr>
      <w:r w:rsidRPr="00F22DCC">
        <w:t>RNA sequencing (RNA-Seq)</w:t>
      </w:r>
    </w:p>
    <w:p w14:paraId="6FE132B3" w14:textId="77777777" w:rsidR="00095960" w:rsidRPr="00F22DCC" w:rsidRDefault="00095960" w:rsidP="00095960">
      <w:pPr>
        <w:pStyle w:val="Heading2"/>
        <w:widowControl/>
        <w:numPr>
          <w:ilvl w:val="1"/>
          <w:numId w:val="30"/>
        </w:numPr>
        <w:spacing w:line="240" w:lineRule="auto"/>
        <w:jc w:val="both"/>
      </w:pPr>
      <w:r w:rsidRPr="00F22DCC">
        <w:t>Organisms</w:t>
      </w:r>
    </w:p>
    <w:p w14:paraId="2D62EDB9" w14:textId="77777777" w:rsidR="00095960" w:rsidRPr="00F22DCC" w:rsidRDefault="00095960" w:rsidP="00095960">
      <w:r w:rsidRPr="00F22DCC">
        <w:t>The Database includes sequencing data from the following species:</w:t>
      </w:r>
    </w:p>
    <w:p w14:paraId="47468CE0" w14:textId="77777777" w:rsidR="00095960" w:rsidRPr="00F22DCC" w:rsidRDefault="00095960" w:rsidP="00095960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jc w:val="both"/>
        <w:textAlignment w:val="auto"/>
      </w:pPr>
      <w:r w:rsidRPr="00F22DCC">
        <w:t>Animalia</w:t>
      </w:r>
    </w:p>
    <w:p w14:paraId="78974FD4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</w:pPr>
      <w:r w:rsidRPr="00F22DCC">
        <w:rPr>
          <w:i/>
        </w:rPr>
        <w:t>D. melanogaster</w:t>
      </w:r>
    </w:p>
    <w:p w14:paraId="5FDE6BC7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  <w:rPr>
          <w:i/>
        </w:rPr>
      </w:pPr>
      <w:r w:rsidRPr="00F22DCC">
        <w:rPr>
          <w:i/>
        </w:rPr>
        <w:lastRenderedPageBreak/>
        <w:t>H. sapiens</w:t>
      </w:r>
    </w:p>
    <w:p w14:paraId="72D9A38E" w14:textId="77777777" w:rsidR="00095960" w:rsidRPr="00F22DCC" w:rsidRDefault="00095960" w:rsidP="00095960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jc w:val="both"/>
        <w:textAlignment w:val="auto"/>
      </w:pPr>
      <w:r w:rsidRPr="00F22DCC">
        <w:t>Plantae</w:t>
      </w:r>
    </w:p>
    <w:p w14:paraId="22647EDE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  <w:rPr>
          <w:i/>
        </w:rPr>
      </w:pPr>
      <w:r w:rsidRPr="00F22DCC">
        <w:rPr>
          <w:i/>
        </w:rPr>
        <w:t>T. cacao</w:t>
      </w:r>
    </w:p>
    <w:p w14:paraId="0463BCEE" w14:textId="77777777" w:rsidR="00095960" w:rsidRPr="00F22DCC" w:rsidRDefault="00095960" w:rsidP="00095960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jc w:val="both"/>
        <w:textAlignment w:val="auto"/>
      </w:pPr>
      <w:r w:rsidRPr="00F22DCC">
        <w:t>Fungi</w:t>
      </w:r>
    </w:p>
    <w:p w14:paraId="0153A55F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  <w:rPr>
          <w:i/>
        </w:rPr>
      </w:pPr>
      <w:r w:rsidRPr="00F22DCC">
        <w:rPr>
          <w:i/>
        </w:rPr>
        <w:t>S. cerevisiae</w:t>
      </w:r>
    </w:p>
    <w:p w14:paraId="00FBD5C1" w14:textId="77777777" w:rsidR="00095960" w:rsidRPr="00F22DCC" w:rsidRDefault="00095960" w:rsidP="00095960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jc w:val="both"/>
        <w:textAlignment w:val="auto"/>
      </w:pPr>
      <w:r w:rsidRPr="00F22DCC">
        <w:t>Bacteria</w:t>
      </w:r>
    </w:p>
    <w:p w14:paraId="5843EEFB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</w:pPr>
      <w:r w:rsidRPr="00F22DCC">
        <w:rPr>
          <w:i/>
        </w:rPr>
        <w:t>E. coli</w:t>
      </w:r>
      <w:r w:rsidRPr="00F22DCC">
        <w:t xml:space="preserve"> (different strains)</w:t>
      </w:r>
    </w:p>
    <w:p w14:paraId="4133FC6B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  <w:rPr>
          <w:i/>
        </w:rPr>
      </w:pPr>
      <w:r w:rsidRPr="00F22DCC">
        <w:rPr>
          <w:i/>
        </w:rPr>
        <w:t>P. aeruginosa</w:t>
      </w:r>
    </w:p>
    <w:p w14:paraId="02676F50" w14:textId="77777777" w:rsidR="00095960" w:rsidRPr="00F22DCC" w:rsidRDefault="00095960" w:rsidP="00095960">
      <w:pPr>
        <w:pStyle w:val="ListParagraph"/>
        <w:widowControl/>
        <w:numPr>
          <w:ilvl w:val="0"/>
          <w:numId w:val="33"/>
        </w:numPr>
        <w:autoSpaceDN/>
        <w:spacing w:after="0" w:line="240" w:lineRule="auto"/>
        <w:jc w:val="both"/>
        <w:textAlignment w:val="auto"/>
      </w:pPr>
      <w:r w:rsidRPr="00F22DCC">
        <w:t>Viruses</w:t>
      </w:r>
    </w:p>
    <w:p w14:paraId="55260CC1" w14:textId="77777777" w:rsidR="00095960" w:rsidRPr="00F22DCC" w:rsidRDefault="00095960" w:rsidP="00095960">
      <w:pPr>
        <w:pStyle w:val="ListParagraph"/>
        <w:widowControl/>
        <w:numPr>
          <w:ilvl w:val="1"/>
          <w:numId w:val="33"/>
        </w:numPr>
        <w:autoSpaceDN/>
        <w:spacing w:after="0" w:line="240" w:lineRule="auto"/>
        <w:jc w:val="both"/>
        <w:textAlignment w:val="auto"/>
      </w:pPr>
      <w:r w:rsidRPr="00F22DCC">
        <w:t>Phi X 174</w:t>
      </w:r>
    </w:p>
    <w:p w14:paraId="2FC426E7" w14:textId="77777777" w:rsidR="00095960" w:rsidRPr="00F22DCC" w:rsidRDefault="00095960" w:rsidP="00095960">
      <w:pPr>
        <w:pStyle w:val="Heading2"/>
        <w:widowControl/>
        <w:numPr>
          <w:ilvl w:val="1"/>
          <w:numId w:val="30"/>
        </w:numPr>
        <w:spacing w:line="240" w:lineRule="auto"/>
        <w:jc w:val="both"/>
      </w:pPr>
      <w:r w:rsidRPr="00F22DCC">
        <w:t>Sequencing technologies</w:t>
      </w:r>
    </w:p>
    <w:p w14:paraId="13152DC8" w14:textId="77777777" w:rsidR="00095960" w:rsidRPr="00F22DCC" w:rsidRDefault="00095960" w:rsidP="00095960">
      <w:r w:rsidRPr="00F22DCC">
        <w:t>The Database includes sequencing data which was generated with the following sequencing technologies:</w:t>
      </w:r>
    </w:p>
    <w:p w14:paraId="2E8A1E89" w14:textId="77777777" w:rsidR="00095960" w:rsidRPr="00F22DCC" w:rsidRDefault="00095960" w:rsidP="00095960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</w:pPr>
      <w:r w:rsidRPr="00F22DCC">
        <w:t>Sequencing by synthesis</w:t>
      </w:r>
    </w:p>
    <w:p w14:paraId="03C22F30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Illumina/Solexa Genome Analyzer</w:t>
      </w:r>
    </w:p>
    <w:p w14:paraId="4B98E781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Illumina Genome Analyzer IIx</w:t>
      </w:r>
    </w:p>
    <w:p w14:paraId="43F61A01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Illumina MiSeq</w:t>
      </w:r>
    </w:p>
    <w:p w14:paraId="53505F8B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Illumina HiSeq 2000</w:t>
      </w:r>
    </w:p>
    <w:p w14:paraId="4D6E46C4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Illumina HiSeq X Ten</w:t>
      </w:r>
    </w:p>
    <w:p w14:paraId="1A9D9CEE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Illumina NovaSeq 6000</w:t>
      </w:r>
    </w:p>
    <w:p w14:paraId="2B9A1421" w14:textId="77777777" w:rsidR="00095960" w:rsidRPr="00F22DCC" w:rsidRDefault="00095960" w:rsidP="00095960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</w:pPr>
      <w:r w:rsidRPr="00F22DCC">
        <w:t>Combinatorial Probe-Anchor Synthesis (cPAS) / DNA Nanoballs (DNB) technology</w:t>
      </w:r>
    </w:p>
    <w:p w14:paraId="5102FC45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BGISEQ-500</w:t>
      </w:r>
    </w:p>
    <w:p w14:paraId="7A94CB70" w14:textId="77777777" w:rsidR="00095960" w:rsidRPr="00F22DCC" w:rsidRDefault="00095960" w:rsidP="00095960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</w:pPr>
      <w:r w:rsidRPr="00F22DCC">
        <w:t>Single molecule real time sequencing</w:t>
      </w:r>
    </w:p>
    <w:p w14:paraId="394D88DD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Pacific Biosciences SMRT (PacBio)</w:t>
      </w:r>
    </w:p>
    <w:p w14:paraId="6E8865D1" w14:textId="77777777" w:rsidR="00095960" w:rsidRPr="00F22DCC" w:rsidRDefault="00095960" w:rsidP="00095960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</w:pPr>
      <w:r w:rsidRPr="00F22DCC">
        <w:t>Nanopore sequencing</w:t>
      </w:r>
    </w:p>
    <w:p w14:paraId="01B6F379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Oxford Nanopore MinION</w:t>
      </w:r>
    </w:p>
    <w:p w14:paraId="62A715D6" w14:textId="77777777" w:rsidR="00095960" w:rsidRPr="00F22DCC" w:rsidRDefault="00095960" w:rsidP="00095960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</w:pPr>
      <w:r w:rsidRPr="00F22DCC">
        <w:t>Ion semiconductor sequencing</w:t>
      </w:r>
    </w:p>
    <w:p w14:paraId="3EFDAB61" w14:textId="77777777" w:rsidR="00095960" w:rsidRPr="00F22DCC" w:rsidRDefault="00095960" w:rsidP="00095960">
      <w:pPr>
        <w:pStyle w:val="ListParagraph"/>
        <w:widowControl/>
        <w:numPr>
          <w:ilvl w:val="1"/>
          <w:numId w:val="31"/>
        </w:numPr>
        <w:autoSpaceDN/>
        <w:spacing w:after="0" w:line="240" w:lineRule="auto"/>
        <w:jc w:val="both"/>
        <w:textAlignment w:val="auto"/>
      </w:pPr>
      <w:r w:rsidRPr="00F22DCC">
        <w:t>Ion Torrent PGM</w:t>
      </w:r>
    </w:p>
    <w:p w14:paraId="24A483A7" w14:textId="77777777" w:rsidR="00095960" w:rsidRPr="00F22DCC" w:rsidRDefault="00095960" w:rsidP="00095960">
      <w:pPr>
        <w:pStyle w:val="Heading1"/>
        <w:widowControl/>
        <w:numPr>
          <w:ilvl w:val="0"/>
          <w:numId w:val="30"/>
        </w:numPr>
        <w:spacing w:line="240" w:lineRule="auto"/>
        <w:jc w:val="both"/>
      </w:pPr>
      <w:r w:rsidRPr="00F22DCC">
        <w:t>Data formats</w:t>
      </w:r>
    </w:p>
    <w:p w14:paraId="565B6838" w14:textId="77777777" w:rsidR="00095960" w:rsidRPr="00F22DCC" w:rsidRDefault="00095960" w:rsidP="00095960">
      <w:r w:rsidRPr="00F22DCC">
        <w:t>Unmapped sequencing data are provided in the form of gzipped FASTQ files. FASTQ files are usually manipulated with custom scripts written in Bash, Python, Perl etc.</w:t>
      </w:r>
    </w:p>
    <w:p w14:paraId="0BBA2249" w14:textId="77777777" w:rsidR="00095960" w:rsidRPr="00F22DCC" w:rsidRDefault="00095960" w:rsidP="00095960">
      <w:r w:rsidRPr="00F22DCC">
        <w:t>Mapped sequencing data are provided in the form of BAM files. Transcoding of data from the BAM format to the SAM format can be done using the Samtools program suite (</w:t>
      </w:r>
      <w:r w:rsidRPr="00F22DCC">
        <w:rPr>
          <w:rStyle w:val="Hyperlink"/>
        </w:rPr>
        <w:t>http://www.htslib.org</w:t>
      </w:r>
      <w:r w:rsidRPr="00F22DCC">
        <w:t xml:space="preserve">) </w:t>
      </w:r>
      <w:r w:rsidRPr="00F22DCC">
        <w:rPr>
          <w:noProof/>
        </w:rPr>
        <w:t>[2]</w:t>
      </w:r>
      <w:r w:rsidRPr="00F22DCC">
        <w:t>. Manipulation of data which is stored in the SAM and BAM formats can also be achieved with the Samtools program suite.</w:t>
      </w:r>
    </w:p>
    <w:p w14:paraId="7EC1FA3F" w14:textId="77777777" w:rsidR="00095960" w:rsidRPr="00F22DCC" w:rsidRDefault="00095960" w:rsidP="00095960">
      <w:pPr>
        <w:pStyle w:val="Heading1"/>
        <w:widowControl/>
        <w:numPr>
          <w:ilvl w:val="0"/>
          <w:numId w:val="30"/>
        </w:numPr>
        <w:spacing w:line="240" w:lineRule="auto"/>
        <w:jc w:val="both"/>
      </w:pPr>
      <w:r w:rsidRPr="00F22DCC">
        <w:t>License</w:t>
      </w:r>
    </w:p>
    <w:p w14:paraId="72AA37C6" w14:textId="77777777" w:rsidR="00095960" w:rsidRPr="00F22DCC" w:rsidRDefault="00095960" w:rsidP="00095960">
      <w:pPr>
        <w:rPr>
          <w:i/>
        </w:rPr>
      </w:pPr>
      <w:r w:rsidRPr="00F22DCC">
        <w:rPr>
          <w:i/>
        </w:rPr>
        <w:t>MPEG itself places no additional restrictions on the use or redistribution of the data available via its online services other than those provided by the original data owners.</w:t>
      </w:r>
    </w:p>
    <w:p w14:paraId="072A8E8F" w14:textId="77777777" w:rsidR="00095960" w:rsidRPr="00F22DCC" w:rsidRDefault="00095960" w:rsidP="00095960">
      <w:pPr>
        <w:rPr>
          <w:i/>
        </w:rPr>
      </w:pPr>
      <w:r w:rsidRPr="00F22DCC">
        <w:rPr>
          <w:i/>
        </w:rPr>
        <w:t xml:space="preserve">The original data may be subject to rights claimed by third parties, including but not limited to, patent, copyright, other intellectual property rights, biodiversity-related access and benefit-sharing rights. It is the responsibility of users of the Database to ensure that their exploitation of the data </w:t>
      </w:r>
      <w:r w:rsidRPr="00F22DCC">
        <w:rPr>
          <w:i/>
        </w:rPr>
        <w:lastRenderedPageBreak/>
        <w:t>does not infringe any of the rights of such third parties.</w:t>
      </w:r>
    </w:p>
    <w:p w14:paraId="06ABBF85" w14:textId="77777777" w:rsidR="00095960" w:rsidRPr="00F22DCC" w:rsidRDefault="00095960" w:rsidP="00095960">
      <w:pPr>
        <w:pStyle w:val="Heading1"/>
        <w:widowControl/>
        <w:numPr>
          <w:ilvl w:val="0"/>
          <w:numId w:val="30"/>
        </w:numPr>
        <w:spacing w:line="240" w:lineRule="auto"/>
        <w:jc w:val="both"/>
      </w:pPr>
      <w:r w:rsidRPr="00F22DCC">
        <w:t>References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"/>
        <w:gridCol w:w="8763"/>
      </w:tblGrid>
      <w:tr w:rsidR="00095960" w:rsidRPr="009E5B7C" w14:paraId="4DDDCEA1" w14:textId="77777777" w:rsidTr="00095960">
        <w:trPr>
          <w:tblCellSpacing w:w="15" w:type="dxa"/>
        </w:trPr>
        <w:tc>
          <w:tcPr>
            <w:tcW w:w="164" w:type="pct"/>
            <w:hideMark/>
          </w:tcPr>
          <w:p w14:paraId="05DF144E" w14:textId="77777777" w:rsidR="00095960" w:rsidRPr="00F22DCC" w:rsidRDefault="00095960" w:rsidP="00F97BE9">
            <w:pPr>
              <w:pStyle w:val="Bibliography"/>
              <w:rPr>
                <w:noProof/>
              </w:rPr>
            </w:pPr>
            <w:r w:rsidRPr="00F22DCC">
              <w:rPr>
                <w:noProof/>
              </w:rPr>
              <w:t xml:space="preserve">[1] </w:t>
            </w:r>
          </w:p>
        </w:tc>
        <w:tc>
          <w:tcPr>
            <w:tcW w:w="0" w:type="auto"/>
            <w:hideMark/>
          </w:tcPr>
          <w:p w14:paraId="5A1AB6A5" w14:textId="77777777" w:rsidR="00095960" w:rsidRPr="00F22DCC" w:rsidRDefault="00095960" w:rsidP="00F97BE9">
            <w:pPr>
              <w:pStyle w:val="Bibliography"/>
              <w:rPr>
                <w:noProof/>
              </w:rPr>
            </w:pPr>
            <w:r w:rsidRPr="00F22DCC">
              <w:rPr>
                <w:noProof/>
              </w:rPr>
              <w:t xml:space="preserve">W. Huang, L. Li, J. R. Myers and G. T. Marth, "ART: a next-generation sequencing read simulator," </w:t>
            </w:r>
            <w:r w:rsidRPr="00F22DCC">
              <w:rPr>
                <w:i/>
                <w:iCs/>
                <w:noProof/>
              </w:rPr>
              <w:t xml:space="preserve">Bioinformatics, </w:t>
            </w:r>
            <w:r w:rsidRPr="00F22DCC">
              <w:rPr>
                <w:noProof/>
              </w:rPr>
              <w:t>vol. 28, no. 4, pp. 593-594, 2012.</w:t>
            </w:r>
          </w:p>
        </w:tc>
      </w:tr>
      <w:tr w:rsidR="00095960" w:rsidRPr="009E5B7C" w14:paraId="6C029292" w14:textId="77777777" w:rsidTr="00095960">
        <w:trPr>
          <w:tblCellSpacing w:w="15" w:type="dxa"/>
        </w:trPr>
        <w:tc>
          <w:tcPr>
            <w:tcW w:w="164" w:type="pct"/>
            <w:hideMark/>
          </w:tcPr>
          <w:p w14:paraId="514CC589" w14:textId="77777777" w:rsidR="00095960" w:rsidRPr="00F22DCC" w:rsidRDefault="00095960" w:rsidP="00F97BE9">
            <w:pPr>
              <w:pStyle w:val="Bibliography"/>
              <w:rPr>
                <w:noProof/>
              </w:rPr>
            </w:pPr>
            <w:r w:rsidRPr="00F22DCC">
              <w:rPr>
                <w:noProof/>
              </w:rPr>
              <w:t xml:space="preserve">[2] </w:t>
            </w:r>
          </w:p>
        </w:tc>
        <w:tc>
          <w:tcPr>
            <w:tcW w:w="0" w:type="auto"/>
            <w:hideMark/>
          </w:tcPr>
          <w:p w14:paraId="09430AD0" w14:textId="77777777" w:rsidR="00095960" w:rsidRPr="00F22DCC" w:rsidRDefault="00095960" w:rsidP="00F97BE9">
            <w:pPr>
              <w:pStyle w:val="Bibliography"/>
              <w:rPr>
                <w:noProof/>
              </w:rPr>
            </w:pPr>
            <w:r w:rsidRPr="00F22DCC">
              <w:rPr>
                <w:noProof/>
              </w:rPr>
              <w:t xml:space="preserve">H. Li, B. Handsaker, A. Wysoker, T. Fennell, J. Ruan, N. Homer, G. Marth, G. Abecasis, R. Durbin and 1000 Genome Project Data Processing Subgroup, "The Sequence Alignment/Map format and SAMtools," </w:t>
            </w:r>
            <w:r w:rsidRPr="00F22DCC">
              <w:rPr>
                <w:i/>
                <w:iCs/>
                <w:noProof/>
              </w:rPr>
              <w:t xml:space="preserve">Bioinformatics, </w:t>
            </w:r>
            <w:r w:rsidRPr="00F22DCC">
              <w:rPr>
                <w:noProof/>
              </w:rPr>
              <w:t>vol. 25, no. 16, pp. 2078-2079, 2009.</w:t>
            </w:r>
          </w:p>
        </w:tc>
      </w:tr>
    </w:tbl>
    <w:p w14:paraId="39BDD00B" w14:textId="77777777" w:rsidR="00960A19" w:rsidRPr="00095960" w:rsidRDefault="00960A1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sectPr w:rsidR="00960A19" w:rsidRPr="00095960" w:rsidSect="001E56C4">
      <w:headerReference w:type="first" r:id="rId12"/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22CA8" w14:textId="77777777" w:rsidR="003D53EF" w:rsidRDefault="003D53EF" w:rsidP="00717E1B">
      <w:pPr>
        <w:spacing w:after="0" w:line="240" w:lineRule="auto"/>
      </w:pPr>
      <w:r>
        <w:separator/>
      </w:r>
    </w:p>
  </w:endnote>
  <w:endnote w:type="continuationSeparator" w:id="0">
    <w:p w14:paraId="144BDCC4" w14:textId="77777777" w:rsidR="003D53EF" w:rsidRDefault="003D53EF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altName w:val="Arial"/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A67EA" w14:textId="77777777" w:rsidR="003D53EF" w:rsidRDefault="003D53EF" w:rsidP="00717E1B">
      <w:pPr>
        <w:spacing w:after="0" w:line="240" w:lineRule="auto"/>
      </w:pPr>
      <w:r>
        <w:separator/>
      </w:r>
    </w:p>
  </w:footnote>
  <w:footnote w:type="continuationSeparator" w:id="0">
    <w:p w14:paraId="36EC936A" w14:textId="77777777" w:rsidR="003D53EF" w:rsidRDefault="003D53EF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61161" w14:textId="77777777" w:rsidR="00573644" w:rsidRPr="00573644" w:rsidRDefault="003D53EF" w:rsidP="001E56C4">
    <w:pPr>
      <w:tabs>
        <w:tab w:val="center" w:pos="4500"/>
        <w:tab w:val="right" w:pos="9000"/>
      </w:tabs>
      <w:spacing w:after="0" w:line="360" w:lineRule="auto"/>
      <w:ind w:left="124" w:right="-20"/>
      <w:jc w:val="center"/>
      <w:rPr>
        <w:rFonts w:ascii="Times New Roman" w:eastAsia="Times New Roman" w:hAnsi="Times New Roman"/>
        <w:b/>
        <w:bCs/>
        <w:spacing w:val="2"/>
        <w:w w:val="114"/>
        <w:sz w:val="24"/>
        <w:szCs w:val="24"/>
      </w:rPr>
    </w:pPr>
    <w:r>
      <w:rPr>
        <w:rFonts w:ascii="Times New Roman" w:eastAsia="Times New Roman" w:hAnsi="Times New Roman"/>
        <w:b/>
        <w:bCs/>
        <w:noProof/>
        <w:spacing w:val="6"/>
        <w:sz w:val="29"/>
        <w:szCs w:val="29"/>
      </w:rPr>
      <w:pict w14:anchorId="0DF252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" style="width:98.9pt;height:43.2pt;visibility:visible;mso-width-percent:0;mso-height-percent:0;mso-width-percent:0;mso-height-percent:0">
          <v:imagedata r:id="rId1" o:title=""/>
        </v:shape>
      </w:pict>
    </w:r>
    <w:r w:rsidR="001E56C4">
      <w:rPr>
        <w:rFonts w:ascii="Times New Roman" w:eastAsia="Times New Roman" w:hAnsi="Times New Roman"/>
        <w:b/>
        <w:bCs/>
        <w:spacing w:val="6"/>
        <w:sz w:val="29"/>
        <w:szCs w:val="29"/>
      </w:rPr>
      <w:tab/>
    </w:r>
    <w:r w:rsidR="001E56C4" w:rsidRPr="00333BFC">
      <w:rPr>
        <w:rFonts w:ascii="Times New Roman" w:eastAsia="Times New Roman" w:hAnsi="Times New Roman"/>
        <w:b/>
        <w:bCs/>
        <w:spacing w:val="6"/>
        <w:sz w:val="29"/>
        <w:szCs w:val="29"/>
      </w:rPr>
      <w:t>I</w:t>
    </w:r>
    <w:r w:rsidR="001E56C4">
      <w:rPr>
        <w:rFonts w:ascii="Times New Roman" w:eastAsia="Times New Roman" w:hAnsi="Times New Roman"/>
        <w:b/>
        <w:bCs/>
        <w:spacing w:val="6"/>
        <w:sz w:val="29"/>
        <w:szCs w:val="29"/>
      </w:rPr>
      <w:t>S</w:t>
    </w:r>
    <w:r w:rsidR="001E56C4" w:rsidRPr="00333BFC">
      <w:rPr>
        <w:rFonts w:ascii="Times New Roman" w:eastAsia="Times New Roman" w:hAnsi="Times New Roman"/>
        <w:b/>
        <w:bCs/>
        <w:spacing w:val="6"/>
        <w:sz w:val="29"/>
        <w:szCs w:val="29"/>
      </w:rPr>
      <w:t>O/IEC JTC 1/SC 29/WG 11</w:t>
    </w:r>
    <w:r w:rsidR="001E56C4">
      <w:rPr>
        <w:rFonts w:ascii="Times New Roman" w:eastAsia="Times New Roman" w:hAnsi="Times New Roman"/>
        <w:b/>
        <w:bCs/>
        <w:spacing w:val="-41"/>
        <w:sz w:val="29"/>
        <w:szCs w:val="29"/>
      </w:rPr>
      <w:t xml:space="preserve"> </w:t>
    </w:r>
    <w:r w:rsidR="001E56C4">
      <w:rPr>
        <w:rFonts w:ascii="Times New Roman" w:eastAsia="Times New Roman" w:hAnsi="Times New Roman"/>
        <w:b/>
        <w:bCs/>
        <w:sz w:val="29"/>
        <w:szCs w:val="29"/>
      </w:rPr>
      <w:tab/>
    </w:r>
    <w:r w:rsidR="001E56C4">
      <w:rPr>
        <w:rFonts w:ascii="Times New Roman" w:eastAsia="Times New Roman" w:hAnsi="Times New Roman"/>
        <w:b/>
        <w:bCs/>
        <w:sz w:val="44"/>
        <w:szCs w:val="44"/>
      </w:rPr>
      <w:fldChar w:fldCharType="begin"/>
    </w:r>
    <w:r w:rsidR="001E56C4">
      <w:rPr>
        <w:rFonts w:ascii="Times New Roman" w:eastAsia="Times New Roman" w:hAnsi="Times New Roman"/>
        <w:b/>
        <w:bCs/>
        <w:sz w:val="44"/>
        <w:szCs w:val="44"/>
      </w:rPr>
      <w:instrText xml:space="preserve"> DOCPROPERTY "Docnum" \* MERGEFORMAT </w:instrText>
    </w:r>
    <w:r w:rsidR="001E56C4">
      <w:rPr>
        <w:rFonts w:ascii="Times New Roman" w:eastAsia="Times New Roman" w:hAnsi="Times New Roman"/>
        <w:b/>
        <w:bCs/>
        <w:sz w:val="44"/>
        <w:szCs w:val="44"/>
      </w:rPr>
      <w:fldChar w:fldCharType="separate"/>
    </w:r>
    <w:r w:rsidR="00095960">
      <w:rPr>
        <w:rFonts w:ascii="Times New Roman" w:eastAsia="Times New Roman" w:hAnsi="Times New Roman"/>
        <w:b/>
        <w:bCs/>
        <w:sz w:val="44"/>
        <w:szCs w:val="44"/>
      </w:rPr>
      <w:t>N18346</w:t>
    </w:r>
    <w:r w:rsidR="001E56C4">
      <w:rPr>
        <w:rFonts w:ascii="Times New Roman" w:eastAsia="Times New Roman" w:hAnsi="Times New Roman"/>
        <w:b/>
        <w:bCs/>
        <w:sz w:val="44"/>
        <w:szCs w:val="4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E7F25" w14:textId="77777777" w:rsidR="001E56C4" w:rsidRPr="00573644" w:rsidRDefault="001E56C4" w:rsidP="001E56C4">
    <w:pPr>
      <w:tabs>
        <w:tab w:val="center" w:pos="4500"/>
        <w:tab w:val="right" w:pos="9000"/>
      </w:tabs>
      <w:spacing w:after="0" w:line="360" w:lineRule="auto"/>
      <w:ind w:left="124" w:right="-20"/>
      <w:jc w:val="center"/>
      <w:rPr>
        <w:rFonts w:ascii="Times New Roman" w:eastAsia="Times New Roman" w:hAnsi="Times New Roman"/>
        <w:b/>
        <w:bCs/>
        <w:spacing w:val="2"/>
        <w:w w:val="114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61A81"/>
    <w:multiLevelType w:val="hybridMultilevel"/>
    <w:tmpl w:val="1C589A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595A31"/>
    <w:multiLevelType w:val="hybridMultilevel"/>
    <w:tmpl w:val="98185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6703B"/>
    <w:multiLevelType w:val="hybridMultilevel"/>
    <w:tmpl w:val="C1964F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C0DE6"/>
    <w:multiLevelType w:val="hybridMultilevel"/>
    <w:tmpl w:val="B25C07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26"/>
  </w:num>
  <w:num w:numId="4">
    <w:abstractNumId w:val="8"/>
  </w:num>
  <w:num w:numId="5">
    <w:abstractNumId w:val="21"/>
  </w:num>
  <w:num w:numId="6">
    <w:abstractNumId w:val="33"/>
  </w:num>
  <w:num w:numId="7">
    <w:abstractNumId w:val="23"/>
  </w:num>
  <w:num w:numId="8">
    <w:abstractNumId w:val="4"/>
  </w:num>
  <w:num w:numId="9">
    <w:abstractNumId w:val="6"/>
  </w:num>
  <w:num w:numId="10">
    <w:abstractNumId w:val="14"/>
  </w:num>
  <w:num w:numId="11">
    <w:abstractNumId w:val="24"/>
  </w:num>
  <w:num w:numId="12">
    <w:abstractNumId w:val="16"/>
  </w:num>
  <w:num w:numId="13">
    <w:abstractNumId w:val="0"/>
  </w:num>
  <w:num w:numId="14">
    <w:abstractNumId w:val="11"/>
  </w:num>
  <w:num w:numId="15">
    <w:abstractNumId w:val="30"/>
  </w:num>
  <w:num w:numId="16">
    <w:abstractNumId w:val="15"/>
  </w:num>
  <w:num w:numId="17">
    <w:abstractNumId w:val="10"/>
  </w:num>
  <w:num w:numId="18">
    <w:abstractNumId w:val="7"/>
  </w:num>
  <w:num w:numId="19">
    <w:abstractNumId w:val="5"/>
  </w:num>
  <w:num w:numId="20">
    <w:abstractNumId w:val="12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28"/>
  </w:num>
  <w:num w:numId="26">
    <w:abstractNumId w:val="2"/>
  </w:num>
  <w:num w:numId="27">
    <w:abstractNumId w:val="19"/>
  </w:num>
  <w:num w:numId="28">
    <w:abstractNumId w:val="29"/>
  </w:num>
  <w:num w:numId="29">
    <w:abstractNumId w:val="22"/>
  </w:num>
  <w:num w:numId="30">
    <w:abstractNumId w:val="32"/>
  </w:num>
  <w:num w:numId="31">
    <w:abstractNumId w:val="17"/>
  </w:num>
  <w:num w:numId="32">
    <w:abstractNumId w:val="9"/>
  </w:num>
  <w:num w:numId="33">
    <w:abstractNumId w:val="1"/>
  </w:num>
  <w:num w:numId="3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5960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95960"/>
    <w:rsid w:val="000A7271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4CCD"/>
    <w:rsid w:val="001C7C63"/>
    <w:rsid w:val="001D56A9"/>
    <w:rsid w:val="001E4B8A"/>
    <w:rsid w:val="001E56C4"/>
    <w:rsid w:val="001E6EEC"/>
    <w:rsid w:val="001F3C5D"/>
    <w:rsid w:val="002209E6"/>
    <w:rsid w:val="00221F51"/>
    <w:rsid w:val="002553B1"/>
    <w:rsid w:val="00262DE7"/>
    <w:rsid w:val="00272D6B"/>
    <w:rsid w:val="002739A4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B0444"/>
    <w:rsid w:val="003C0AEC"/>
    <w:rsid w:val="003C2BAB"/>
    <w:rsid w:val="003C7AB6"/>
    <w:rsid w:val="003D53EF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B298C"/>
    <w:rsid w:val="004D2FF8"/>
    <w:rsid w:val="004E0C82"/>
    <w:rsid w:val="004E1E01"/>
    <w:rsid w:val="004E4F66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644"/>
    <w:rsid w:val="00573821"/>
    <w:rsid w:val="00574298"/>
    <w:rsid w:val="005769BD"/>
    <w:rsid w:val="00585F50"/>
    <w:rsid w:val="00591C15"/>
    <w:rsid w:val="005A05C0"/>
    <w:rsid w:val="005A1575"/>
    <w:rsid w:val="005A2449"/>
    <w:rsid w:val="005A4680"/>
    <w:rsid w:val="005B0DB3"/>
    <w:rsid w:val="005B7CBC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51805"/>
    <w:rsid w:val="00770292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53D3"/>
    <w:rsid w:val="00BD1631"/>
    <w:rsid w:val="00BD4E34"/>
    <w:rsid w:val="00BD5142"/>
    <w:rsid w:val="00C00A61"/>
    <w:rsid w:val="00C10A59"/>
    <w:rsid w:val="00C117CF"/>
    <w:rsid w:val="00C433F5"/>
    <w:rsid w:val="00C5063F"/>
    <w:rsid w:val="00C530BD"/>
    <w:rsid w:val="00C666E8"/>
    <w:rsid w:val="00C764CC"/>
    <w:rsid w:val="00C81B9E"/>
    <w:rsid w:val="00C930D9"/>
    <w:rsid w:val="00CA1BC4"/>
    <w:rsid w:val="00CA43B2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A601D"/>
    <w:rsid w:val="00DB3208"/>
    <w:rsid w:val="00DC7747"/>
    <w:rsid w:val="00DD00EE"/>
    <w:rsid w:val="00DE55A1"/>
    <w:rsid w:val="00DE663F"/>
    <w:rsid w:val="00DE6DAF"/>
    <w:rsid w:val="00E06288"/>
    <w:rsid w:val="00E07DA9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A774309"/>
  <w15:chartTrackingRefBased/>
  <w15:docId w15:val="{F29B6B34-6866-714F-9FA6-083E1D87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basedOn w:val="Normal"/>
    <w:next w:val="Normal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1E56C4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095960"/>
  </w:style>
  <w:style w:type="character" w:customStyle="1" w:styleId="Heading1Char">
    <w:name w:val="Heading 1 Char"/>
    <w:link w:val="Heading1"/>
    <w:uiPriority w:val="9"/>
    <w:rsid w:val="00095960"/>
    <w:rPr>
      <w:rFonts w:ascii="Calibri" w:eastAsia="Calibri" w:hAnsi="Calibri" w:cs="Arial"/>
      <w:b/>
      <w:bCs/>
      <w:kern w:val="32"/>
      <w:sz w:val="28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peg-g@tnt.uni-hannover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PEG-GA4GH-tnt@listserv.uni-hannover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nvoges/Desktop/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Wei12</b:Tag>
    <b:SourceType>ArticleInAPeriodical</b:SourceType>
    <b:Guid>{0F533BAE-B85F-B547-835C-E6944E921063}</b:Guid>
    <b:Title>ART: a next-generation sequencing read simulator</b:Title>
    <b:Year>2012</b:Year>
    <b:LCID>en-US</b:LCID>
    <b:Author>
      <b:Author>
        <b:NameList>
          <b:Person>
            <b:Last>Huang</b:Last>
            <b:First>Weichun</b:First>
          </b:Person>
          <b:Person>
            <b:Last>Li</b:Last>
            <b:First>Leping</b:First>
          </b:Person>
          <b:Person>
            <b:Last>Myers</b:Last>
            <b:First>Jason</b:First>
            <b:Middle>R.</b:Middle>
          </b:Person>
          <b:Person>
            <b:Last>Marth</b:Last>
            <b:First>Gabor</b:First>
            <b:Middle>T.</b:Middle>
          </b:Person>
        </b:NameList>
      </b:Author>
    </b:Author>
    <b:PeriodicalTitle>Bioinformatics</b:PeriodicalTitle>
    <b:Pages>593-594</b:Pages>
    <b:Volume>28</b:Volume>
    <b:Issue>4</b:Issue>
    <b:RefOrder>1</b:RefOrder>
  </b:Source>
  <b:Source>
    <b:Tag>LiH09</b:Tag>
    <b:SourceType>ArticleInAPeriodical</b:SourceType>
    <b:Guid>{95F43E15-FEAF-0D47-B208-14FB930DAB62}</b:Guid>
    <b:Title>The Sequence Alignment/Map format and SAMtools</b:Title>
    <b:PeriodicalTitle>Bioinformatics</b:PeriodicalTitle>
    <b:Year>2009</b:Year>
    <b:Pages>2078-2079</b:Pages>
    <b:Author>
      <b:Author>
        <b:NameList>
          <b:Person>
            <b:Last>Li</b:Last>
            <b:First>Heng</b:First>
          </b:Person>
          <b:Person>
            <b:Last>Handsaker</b:Last>
            <b:First>Bob</b:First>
          </b:Person>
          <b:Person>
            <b:Last>Wysoker</b:Last>
            <b:First>Alex</b:First>
          </b:Person>
          <b:Person>
            <b:Last>Fennell</b:Last>
            <b:First>Tim</b:First>
          </b:Person>
          <b:Person>
            <b:Last>Ruan</b:Last>
            <b:First>Jue</b:First>
          </b:Person>
          <b:Person>
            <b:Last>Homer</b:Last>
            <b:First>Nils</b:First>
          </b:Person>
          <b:Person>
            <b:Last>Marth</b:Last>
            <b:First>Gabor</b:First>
          </b:Person>
          <b:Person>
            <b:Last>Abecasis</b:Last>
            <b:First>Goncalo</b:First>
          </b:Person>
          <b:Person>
            <b:Last>Durbin</b:Last>
            <b:First>Richard</b:First>
          </b:Person>
          <b:Person>
            <b:Last>1000 Genome Project Data Processing Subgroup</b:Last>
          </b:Person>
        </b:NameList>
      </b:Author>
    </b:Author>
    <b:LCID>en-US</b:LCID>
    <b:Volume>25</b:Volume>
    <b:Issue>16</b:Issue>
    <b:RefOrder>2</b:RefOrder>
  </b:Source>
  <b:Source>
    <b:Tag>Bon14</b:Tag>
    <b:SourceType>ArticleInAPeriodical</b:SourceType>
    <b:Guid>{EDB15611-C6FC-D34F-88DF-18977ED61C3D}</b:Guid>
    <b:Author>
      <b:Author>
        <b:NameList>
          <b:Person>
            <b:Last>Bonfield</b:Last>
            <b:First>James</b:First>
            <b:Middle>K.</b:Middle>
          </b:Person>
        </b:NameList>
      </b:Author>
    </b:Author>
    <b:Title>The Scramble conversion tool</b:Title>
    <b:PeriodicalTitle>Bioinformatics</b:PeriodicalTitle>
    <b:Year>2014</b:Year>
    <b:Pages>2818-2819</b:Pages>
    <b:Volume>30</b:Volume>
    <b:Issue>19</b:Issue>
    <b:LCID>en-US</b:LCID>
    <b:RefOrder>3</b:RefOrder>
  </b:Source>
  <b:Source>
    <b:Tag>Hac14</b:Tag>
    <b:SourceType>ArticleInAPeriodical</b:SourceType>
    <b:Guid>{B631EEDC-E7FC-AF44-8D47-EF87A19DBD05}</b:Guid>
    <b:LCID>en-US</b:LCID>
    <b:Author>
      <b:Author>
        <b:NameList>
          <b:Person>
            <b:Last>Hach</b:Last>
            <b:First>Faraz</b:First>
          </b:Person>
          <b:Person>
            <b:Last>Numanagic</b:Last>
            <b:First>Ibrahim</b:First>
          </b:Person>
          <b:Person>
            <b:Last>Sahinalp</b:Last>
            <b:First>S.</b:First>
            <b:Middle>Cenk</b:Middle>
          </b:Person>
        </b:NameList>
      </b:Author>
    </b:Author>
    <b:Title>DeeZ: reference-based compression by local assembly</b:Title>
    <b:PeriodicalTitle>Nature Methods</b:PeriodicalTitle>
    <b:Year>2014</b:Year>
    <b:Pages>1082-1084</b:Pages>
    <b:Volume>11</b:Volume>
    <b:RefOrder>4</b:RefOrder>
  </b:Source>
  <b:Source>
    <b:Tag>Mar12</b:Tag>
    <b:SourceType>ArticleInAPeriodical</b:SourceType>
    <b:Guid>{8AB20466-468C-D540-B411-25276283B3DB}</b:Guid>
    <b:Author>
      <b:Author>
        <b:NameList>
          <b:Person>
            <b:Last>Marco-Sola</b:Last>
            <b:First>Santiago</b:First>
          </b:Person>
          <b:Person>
            <b:Last>Sammeth</b:Last>
            <b:First>Michael</b:First>
          </b:Person>
          <b:Person>
            <b:Last>Guigó</b:Last>
            <b:First>Roderic</b:First>
          </b:Person>
          <b:Person>
            <b:Last>Ribeca</b:Last>
            <b:First>Paolo</b:First>
          </b:Person>
        </b:NameList>
      </b:Author>
    </b:Author>
    <b:Title>The GEM mapper: fast, accurate and versatile alignment by filtration</b:Title>
    <b:PeriodicalTitle>Nature Methods</b:PeriodicalTitle>
    <b:Year>2012</b:Year>
    <b:Pages>1185-1188</b:Pages>
    <b:LCID>en-US</b:LCID>
    <b:Volume>9</b:Volume>
    <b:RefOrder>5</b:RefOrder>
  </b:Source>
  <b:Source>
    <b:Tag>Vog18</b:Tag>
    <b:SourceType>ArticleInAPeriodical</b:SourceType>
    <b:Guid>{81D02641-CB29-4A4C-AE0B-990DEA97168C}</b:Guid>
    <b:LCID>en-US</b:LCID>
    <b:Author>
      <b:Author>
        <b:NameList>
          <b:Person>
            <b:Last>Voges</b:Last>
            <b:First>Jan</b:First>
          </b:Person>
          <b:Person>
            <b:Last>Ostermann</b:Last>
            <b:First>Jörn</b:First>
          </b:Person>
          <b:Person>
            <b:Last>Hernaez</b:Last>
            <b:First>Mikel</b:First>
          </b:Person>
        </b:NameList>
      </b:Author>
    </b:Author>
    <b:Title>CALQ: compression of quality values of aligned sequencing data</b:Title>
    <b:PeriodicalTitle>Bioinformatics</b:PeriodicalTitle>
    <b:Year>2018</b:Year>
    <b:Pages>1650-1658</b:Pages>
    <b:Volume>34</b:Volume>
    <b:Issue>10</b:Issue>
    <b:RefOrder>6</b:RefOrder>
  </b:Source>
</b:Sources>
</file>

<file path=customXml/itemProps1.xml><?xml version="1.0" encoding="utf-8"?>
<ds:datastoreItem xmlns:ds="http://schemas.openxmlformats.org/officeDocument/2006/customXml" ds:itemID="{68CF1FDE-5CC6-8347-8149-64C80FDA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5</TotalTime>
  <Pages>4</Pages>
  <Words>617</Words>
  <Characters>3600</Characters>
  <Application>Microsoft Office Word</Application>
  <DocSecurity>0</DocSecurity>
  <Lines>102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&lt;&lt;edit Document Properties Title and Custom/Docnum, then update fields in the first two pages&gt;&gt;</vt:lpstr>
    </vt:vector>
  </TitlesOfParts>
  <Manager/>
  <Company/>
  <LinksUpToDate>false</LinksUpToDate>
  <CharactersWithSpaces>4136</CharactersWithSpaces>
  <SharedDoc>false</SharedDoc>
  <HyperlinkBase/>
  <HLinks>
    <vt:vector size="6" baseType="variant">
      <vt:variant>
        <vt:i4>4194427</vt:i4>
      </vt:variant>
      <vt:variant>
        <vt:i4>6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MPEG-G Genomic Information Database</dc:title>
  <dc:subject/>
  <dc:creator>Microsoft Office-Benutzer</dc:creator>
  <cp:keywords/>
  <dc:description/>
  <cp:lastModifiedBy>Jan Voges</cp:lastModifiedBy>
  <cp:revision>2</cp:revision>
  <dcterms:created xsi:type="dcterms:W3CDTF">2019-03-29T14:00:00Z</dcterms:created>
  <dcterms:modified xsi:type="dcterms:W3CDTF">2019-03-29T14:22:00Z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N18346</vt:lpwstr>
  </property>
</Properties>
</file>