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8FBFC" w14:textId="17B69F6E" w:rsidR="00116609" w:rsidRPr="0048223E" w:rsidRDefault="00116609" w:rsidP="00116609">
      <w:pPr>
        <w:tabs>
          <w:tab w:val="left" w:pos="6237"/>
        </w:tabs>
        <w:spacing w:before="90"/>
        <w:ind w:left="1751"/>
        <w:rPr>
          <w:rFonts w:ascii="Arial" w:eastAsia="Arial" w:hAnsi="Arial" w:cs="Arial"/>
          <w:lang w:eastAsia="ja-JP"/>
        </w:rPr>
      </w:pPr>
      <w:r>
        <w:rPr>
          <w:rFonts w:eastAsiaTheme="minorHAnsi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5DA4AB3D" wp14:editId="114A252B">
            <wp:simplePos x="0" y="0"/>
            <wp:positionH relativeFrom="page">
              <wp:posOffset>695960</wp:posOffset>
            </wp:positionH>
            <wp:positionV relativeFrom="paragraph">
              <wp:posOffset>48260</wp:posOffset>
            </wp:positionV>
            <wp:extent cx="943610" cy="409575"/>
            <wp:effectExtent l="0" t="0" r="8890" b="952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61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w w:val="101"/>
          <w:sz w:val="25"/>
          <w:u w:val="thick" w:color="000000"/>
        </w:rPr>
        <w:t xml:space="preserve"> </w:t>
      </w:r>
      <w:r>
        <w:rPr>
          <w:sz w:val="25"/>
          <w:u w:val="thick" w:color="000000"/>
        </w:rPr>
        <w:t xml:space="preserve">                                                     </w:t>
      </w:r>
      <w:r>
        <w:rPr>
          <w:rFonts w:ascii="Arial"/>
          <w:b/>
          <w:spacing w:val="-4"/>
          <w:w w:val="95"/>
          <w:sz w:val="25"/>
          <w:u w:val="thick" w:color="000000"/>
        </w:rPr>
        <w:t>ISO/IEC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4"/>
          <w:w w:val="95"/>
          <w:sz w:val="25"/>
          <w:u w:val="thick" w:color="000000"/>
        </w:rPr>
        <w:t>JTC</w:t>
      </w:r>
      <w:r>
        <w:rPr>
          <w:rFonts w:ascii="Arial"/>
          <w:b/>
          <w:spacing w:val="-33"/>
          <w:w w:val="95"/>
          <w:sz w:val="25"/>
          <w:u w:val="thick" w:color="000000"/>
        </w:rPr>
        <w:t xml:space="preserve"> </w:t>
      </w:r>
      <w:r>
        <w:rPr>
          <w:rFonts w:ascii="Arial"/>
          <w:b/>
          <w:spacing w:val="-3"/>
          <w:w w:val="95"/>
          <w:sz w:val="25"/>
          <w:u w:val="thick" w:color="000000"/>
        </w:rPr>
        <w:t>1/SC</w:t>
      </w:r>
      <w:r>
        <w:rPr>
          <w:rFonts w:ascii="Arial"/>
          <w:b/>
          <w:spacing w:val="-34"/>
          <w:w w:val="95"/>
          <w:sz w:val="25"/>
          <w:u w:val="thick" w:color="000000"/>
        </w:rPr>
        <w:t xml:space="preserve"> </w:t>
      </w:r>
      <w:r w:rsidRPr="005A6CCC">
        <w:rPr>
          <w:rFonts w:ascii="Arial" w:hint="eastAsia"/>
          <w:b/>
          <w:spacing w:val="-34"/>
          <w:w w:val="95"/>
          <w:sz w:val="25"/>
          <w:u w:val="thick" w:color="000000"/>
          <w:lang w:eastAsia="ja-JP"/>
        </w:rPr>
        <w:t>29</w:t>
      </w:r>
      <w:r>
        <w:rPr>
          <w:rFonts w:ascii="Arial"/>
          <w:b/>
          <w:spacing w:val="-34"/>
          <w:w w:val="95"/>
          <w:sz w:val="25"/>
          <w:u w:val="thick" w:color="000000"/>
          <w:lang w:eastAsia="ja-JP"/>
        </w:rPr>
        <w:t>/ WG 11</w:t>
      </w:r>
      <w:r w:rsidRPr="005A6CCC">
        <w:rPr>
          <w:rFonts w:ascii="Arial"/>
          <w:b/>
          <w:spacing w:val="22"/>
          <w:w w:val="95"/>
          <w:sz w:val="25"/>
          <w:u w:val="thick" w:color="000000"/>
        </w:rPr>
        <w:t xml:space="preserve"> </w:t>
      </w:r>
      <w:r w:rsidRPr="0048223E">
        <w:rPr>
          <w:rFonts w:ascii="Arial"/>
          <w:b/>
          <w:w w:val="95"/>
          <w:szCs w:val="16"/>
          <w:u w:val="thick" w:color="000000"/>
        </w:rPr>
        <w:t>N</w:t>
      </w:r>
      <w:r w:rsidRPr="0048223E">
        <w:rPr>
          <w:rFonts w:ascii="Arial" w:hint="eastAsia"/>
          <w:b/>
          <w:w w:val="95"/>
          <w:szCs w:val="16"/>
          <w:u w:val="thick" w:color="000000"/>
          <w:lang w:eastAsia="ja-JP"/>
        </w:rPr>
        <w:t xml:space="preserve"> </w:t>
      </w:r>
      <w:r w:rsidRPr="0048223E">
        <w:rPr>
          <w:rFonts w:ascii="Arial"/>
          <w:b/>
          <w:noProof/>
          <w:w w:val="95"/>
          <w:szCs w:val="16"/>
          <w:u w:val="thick" w:color="000000"/>
          <w:lang w:eastAsia="ja-JP"/>
        </w:rPr>
        <w:t>19</w:t>
      </w:r>
      <w:r>
        <w:rPr>
          <w:rFonts w:ascii="Arial"/>
          <w:b/>
          <w:noProof/>
          <w:w w:val="95"/>
          <w:szCs w:val="16"/>
          <w:u w:val="thick" w:color="000000"/>
          <w:lang w:eastAsia="ja-JP"/>
        </w:rPr>
        <w:t>5</w:t>
      </w:r>
      <w:r>
        <w:rPr>
          <w:rFonts w:ascii="Arial"/>
          <w:b/>
          <w:noProof/>
          <w:w w:val="95"/>
          <w:szCs w:val="16"/>
          <w:u w:val="thick" w:color="000000"/>
          <w:lang w:eastAsia="ja-JP"/>
        </w:rPr>
        <w:t>21</w:t>
      </w:r>
      <w:r w:rsidRPr="0048223E">
        <w:rPr>
          <w:rFonts w:ascii="Arial" w:hint="eastAsia"/>
          <w:b/>
          <w:w w:val="95"/>
          <w:szCs w:val="16"/>
          <w:u w:val="thick" w:color="000000"/>
          <w:lang w:eastAsia="ja-JP"/>
        </w:rPr>
        <w:t xml:space="preserve"> </w:t>
      </w:r>
    </w:p>
    <w:p w14:paraId="49979D19" w14:textId="77777777" w:rsidR="00116609" w:rsidRDefault="00116609" w:rsidP="0011660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8729944" w14:textId="77777777" w:rsidR="00116609" w:rsidRDefault="00116609" w:rsidP="00116609">
      <w:pPr>
        <w:spacing w:before="5"/>
        <w:rPr>
          <w:rFonts w:ascii="Arial" w:eastAsia="Arial" w:hAnsi="Arial" w:cs="Arial"/>
          <w:b/>
          <w:bCs/>
          <w:sz w:val="29"/>
          <w:szCs w:val="29"/>
        </w:rPr>
      </w:pPr>
    </w:p>
    <w:p w14:paraId="3F6EAB4E" w14:textId="77777777" w:rsidR="00116609" w:rsidRDefault="00116609" w:rsidP="00116609">
      <w:pPr>
        <w:spacing w:line="200" w:lineRule="atLeast"/>
        <w:ind w:left="121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  <w:lang w:eastAsia="ja-JP"/>
        </w:rPr>
        <mc:AlternateContent>
          <mc:Choice Requires="wps">
            <w:drawing>
              <wp:inline distT="0" distB="0" distL="0" distR="0" wp14:anchorId="6480AC93" wp14:editId="376967F5">
                <wp:extent cx="5891917" cy="729205"/>
                <wp:effectExtent l="0" t="0" r="13970" b="762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1917" cy="729205"/>
                        </a:xfrm>
                        <a:prstGeom prst="rect">
                          <a:avLst/>
                        </a:prstGeom>
                        <a:noFill/>
                        <a:ln w="858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6DE793" w14:textId="77777777" w:rsidR="00116609" w:rsidRDefault="00116609" w:rsidP="0011660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ISO/IEC JTC 1/SC 29/WG 11</w:t>
                            </w:r>
                          </w:p>
                          <w:p w14:paraId="35599E9C" w14:textId="77777777" w:rsidR="00116609" w:rsidRDefault="00116609" w:rsidP="00116609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4A26A6F4" w14:textId="77777777" w:rsidR="00116609" w:rsidRDefault="00116609" w:rsidP="0011660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Coding of moving pictures and audio</w:t>
                            </w:r>
                          </w:p>
                          <w:p w14:paraId="47DFC824" w14:textId="77777777" w:rsidR="00116609" w:rsidRDefault="00116609" w:rsidP="00116609">
                            <w:pPr>
                              <w:spacing w:line="135" w:lineRule="exact"/>
                              <w:rPr>
                                <w:rFonts w:eastAsia="Times New Roman"/>
                              </w:rPr>
                            </w:pPr>
                          </w:p>
                          <w:p w14:paraId="6F0DDD53" w14:textId="77777777" w:rsidR="00116609" w:rsidRDefault="00116609" w:rsidP="00116609">
                            <w:pPr>
                              <w:spacing w:line="0" w:lineRule="atLeast"/>
                              <w:ind w:right="-39"/>
                              <w:jc w:val="center"/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</w:pPr>
                            <w:r>
                              <w:rPr>
                                <w:rFonts w:ascii="Arial" w:eastAsia="Arial" w:hAnsi="Arial"/>
                                <w:b/>
                                <w:sz w:val="23"/>
                              </w:rPr>
                              <w:t>Convenorship: Japan (JISC)</w:t>
                            </w:r>
                          </w:p>
                          <w:p w14:paraId="01F0A79A" w14:textId="77777777" w:rsidR="00116609" w:rsidRPr="00337E96" w:rsidRDefault="00116609" w:rsidP="00116609">
                            <w:pPr>
                              <w:spacing w:before="53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480AC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3.95pt;height:5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" filled="f" strokeweight=".23842mm">
                <v:textbox inset="0,0,0,0">
                  <w:txbxContent>
                    <w:p w14:paraId="0A6DE793" w14:textId="77777777" w:rsidR="00116609" w:rsidRDefault="00116609" w:rsidP="0011660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ISO/IEC JTC 1/SC 29/WG 11</w:t>
                      </w:r>
                    </w:p>
                    <w:p w14:paraId="35599E9C" w14:textId="77777777" w:rsidR="00116609" w:rsidRDefault="00116609" w:rsidP="00116609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4A26A6F4" w14:textId="77777777" w:rsidR="00116609" w:rsidRDefault="00116609" w:rsidP="0011660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Coding of moving pictures and audio</w:t>
                      </w:r>
                    </w:p>
                    <w:p w14:paraId="47DFC824" w14:textId="77777777" w:rsidR="00116609" w:rsidRDefault="00116609" w:rsidP="00116609">
                      <w:pPr>
                        <w:spacing w:line="135" w:lineRule="exact"/>
                        <w:rPr>
                          <w:rFonts w:eastAsia="Times New Roman"/>
                        </w:rPr>
                      </w:pPr>
                    </w:p>
                    <w:p w14:paraId="6F0DDD53" w14:textId="77777777" w:rsidR="00116609" w:rsidRDefault="00116609" w:rsidP="00116609">
                      <w:pPr>
                        <w:spacing w:line="0" w:lineRule="atLeast"/>
                        <w:ind w:right="-39"/>
                        <w:jc w:val="center"/>
                        <w:rPr>
                          <w:rFonts w:ascii="Arial" w:eastAsia="Arial" w:hAnsi="Arial"/>
                          <w:b/>
                          <w:sz w:val="23"/>
                        </w:rPr>
                      </w:pPr>
                      <w:r>
                        <w:rPr>
                          <w:rFonts w:ascii="Arial" w:eastAsia="Arial" w:hAnsi="Arial"/>
                          <w:b/>
                          <w:sz w:val="23"/>
                        </w:rPr>
                        <w:t>Convenorship: Japan (JISC)</w:t>
                      </w:r>
                    </w:p>
                    <w:p w14:paraId="01F0A79A" w14:textId="77777777" w:rsidR="00116609" w:rsidRPr="00337E96" w:rsidRDefault="00116609" w:rsidP="00116609">
                      <w:pPr>
                        <w:spacing w:before="53"/>
                        <w:ind w:right="1"/>
                        <w:jc w:val="center"/>
                        <w:rPr>
                          <w:rFonts w:ascii="Arial" w:eastAsia="Arial" w:hAnsi="Arial" w:cs="Arial"/>
                          <w:sz w:val="23"/>
                          <w:szCs w:val="23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3AEB4DE" w14:textId="77777777" w:rsidR="00116609" w:rsidRDefault="00116609" w:rsidP="00116609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05D60D9" w14:textId="77777777" w:rsidR="00116609" w:rsidRDefault="00116609" w:rsidP="00116609">
      <w:pPr>
        <w:spacing w:before="7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Style w:val="TableGrid"/>
        <w:tblW w:w="10624" w:type="dxa"/>
        <w:tblInd w:w="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8"/>
        <w:gridCol w:w="6946"/>
      </w:tblGrid>
      <w:tr w:rsidR="00116609" w14:paraId="668C10D7" w14:textId="77777777" w:rsidTr="00B13894">
        <w:tc>
          <w:tcPr>
            <w:tcW w:w="3678" w:type="dxa"/>
          </w:tcPr>
          <w:p w14:paraId="09592127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Document type: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 xml:space="preserve"> </w:t>
            </w:r>
          </w:p>
          <w:p w14:paraId="3B59911C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7620C4FF" w14:textId="77777777" w:rsidR="00116609" w:rsidRPr="00337E96" w:rsidRDefault="00116609" w:rsidP="00B13894">
            <w:pPr>
              <w:rPr>
                <w:rFonts w:ascii="Arial" w:eastAsia="ＤＦＰ勘亭流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ＤＦＰ勘亭流" w:hAnsi="Arial" w:cs="Arial"/>
                <w:color w:val="000000"/>
                <w:sz w:val="25"/>
                <w:szCs w:val="25"/>
                <w:lang w:eastAsia="ja-JP"/>
              </w:rPr>
              <w:t>Approved WG 11 document</w:t>
            </w:r>
          </w:p>
          <w:p w14:paraId="62326511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425C35E3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1ACFE12A" w14:textId="77777777" w:rsidTr="00B13894">
        <w:tc>
          <w:tcPr>
            <w:tcW w:w="3678" w:type="dxa"/>
          </w:tcPr>
          <w:p w14:paraId="266EFDF8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 xml:space="preserve">Title:                     </w:t>
            </w:r>
          </w:p>
        </w:tc>
        <w:tc>
          <w:tcPr>
            <w:tcW w:w="6946" w:type="dxa"/>
          </w:tcPr>
          <w:p w14:paraId="482050FD" w14:textId="03FC4B34" w:rsidR="00116609" w:rsidRPr="00337E96" w:rsidRDefault="00116609" w:rsidP="00B13894">
            <w:pPr>
              <w:rPr>
                <w:rFonts w:ascii="Arial" w:eastAsia="Arial Unicode MS" w:hAnsi="Arial" w:cs="Arial"/>
                <w:sz w:val="25"/>
                <w:szCs w:val="25"/>
                <w:lang w:eastAsia="ja-JP"/>
              </w:rPr>
            </w:pPr>
            <w:r w:rsidRPr="00116609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V-PCC performance evaluation and anchor results</w:t>
            </w:r>
          </w:p>
        </w:tc>
      </w:tr>
      <w:tr w:rsidR="00116609" w14:paraId="386D11A5" w14:textId="77777777" w:rsidTr="00B13894">
        <w:tc>
          <w:tcPr>
            <w:tcW w:w="3678" w:type="dxa"/>
          </w:tcPr>
          <w:p w14:paraId="33FDC746" w14:textId="77777777" w:rsidR="00116609" w:rsidRDefault="00116609" w:rsidP="00B13894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Status:</w:t>
            </w:r>
          </w:p>
          <w:p w14:paraId="29D2990E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0F4672A6" w14:textId="77777777" w:rsidR="00116609" w:rsidRPr="00337E96" w:rsidRDefault="00116609" w:rsidP="00B13894">
            <w:pP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Approved</w:t>
            </w:r>
          </w:p>
          <w:p w14:paraId="1CA90580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1B44C603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796C49E3" w14:textId="77777777" w:rsidTr="00B13894">
        <w:tc>
          <w:tcPr>
            <w:tcW w:w="3678" w:type="dxa"/>
          </w:tcPr>
          <w:p w14:paraId="4B4AB564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Date of document:</w:t>
            </w:r>
          </w:p>
        </w:tc>
        <w:tc>
          <w:tcPr>
            <w:tcW w:w="6946" w:type="dxa"/>
          </w:tcPr>
          <w:p w14:paraId="0C1D9DFD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 w:rsidRPr="00337E96"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2020-07-</w:t>
            </w: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31</w:t>
            </w:r>
          </w:p>
          <w:p w14:paraId="6742B286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04C7A0B1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68D1EA9E" w14:textId="77777777" w:rsidTr="00B13894">
        <w:tc>
          <w:tcPr>
            <w:tcW w:w="3678" w:type="dxa"/>
          </w:tcPr>
          <w:p w14:paraId="4A5B9462" w14:textId="77777777" w:rsidR="00116609" w:rsidRDefault="00116609" w:rsidP="00B13894">
            <w:pPr>
              <w:spacing w:line="0" w:lineRule="atLeast"/>
              <w:rPr>
                <w:rFonts w:ascii="Arial" w:eastAsia="Arial" w:hAnsi="Arial"/>
                <w:b/>
                <w:sz w:val="25"/>
              </w:rPr>
            </w:pPr>
            <w:r>
              <w:rPr>
                <w:rFonts w:ascii="Arial" w:eastAsia="Arial" w:hAnsi="Arial"/>
                <w:b/>
                <w:sz w:val="25"/>
              </w:rPr>
              <w:t>Source:</w:t>
            </w:r>
          </w:p>
          <w:p w14:paraId="36584473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</w:p>
        </w:tc>
        <w:tc>
          <w:tcPr>
            <w:tcW w:w="6946" w:type="dxa"/>
          </w:tcPr>
          <w:p w14:paraId="7346C93D" w14:textId="77777777" w:rsidR="00116609" w:rsidRPr="00337E96" w:rsidRDefault="00116609" w:rsidP="00B13894">
            <w:pPr>
              <w:rPr>
                <w:rFonts w:ascii="Arial" w:hAnsi="Arial" w:cs="Arial"/>
                <w:sz w:val="25"/>
                <w:szCs w:val="25"/>
                <w:lang w:eastAsia="ja-JP"/>
              </w:rPr>
            </w:pPr>
            <w:r w:rsidRPr="00337E96">
              <w:rPr>
                <w:rFonts w:ascii="Arial" w:eastAsia="Times New Roman" w:hAnsi="Arial" w:cs="Arial"/>
                <w:color w:val="000000"/>
                <w:sz w:val="25"/>
                <w:szCs w:val="25"/>
                <w:lang w:eastAsia="ja-JP"/>
              </w:rPr>
              <w:t>Convenor, ISO/IEC JTC 1/SC 29</w:t>
            </w:r>
            <w:r w:rsidRPr="00337E96">
              <w:rPr>
                <w:rFonts w:ascii="Arial" w:hAnsi="Arial" w:cs="Arial"/>
                <w:color w:val="000000"/>
                <w:sz w:val="25"/>
                <w:szCs w:val="25"/>
                <w:lang w:eastAsia="ja-JP"/>
              </w:rPr>
              <w:t xml:space="preserve">/WG </w:t>
            </w:r>
            <w:r w:rsidRPr="00337E96">
              <w:rPr>
                <w:rFonts w:ascii="Arial" w:hAnsi="Arial" w:cs="Arial"/>
                <w:noProof/>
                <w:color w:val="000000"/>
                <w:sz w:val="25"/>
                <w:szCs w:val="25"/>
                <w:lang w:eastAsia="ja-JP"/>
              </w:rPr>
              <w:t>11</w:t>
            </w:r>
          </w:p>
          <w:p w14:paraId="7DA324B7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76C46E8C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31E63E3C" w14:textId="77777777" w:rsidTr="00B13894">
        <w:tc>
          <w:tcPr>
            <w:tcW w:w="3678" w:type="dxa"/>
          </w:tcPr>
          <w:p w14:paraId="58228FAE" w14:textId="77777777" w:rsidR="00116609" w:rsidRPr="00337E96" w:rsidRDefault="00116609" w:rsidP="00B13894">
            <w:pPr>
              <w:tabs>
                <w:tab w:val="left" w:pos="2062"/>
              </w:tabs>
              <w:ind w:rightChars="-500" w:right="-120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  <w:lang w:eastAsia="ja-JP"/>
              </w:rPr>
              <w:t>No. of Pages</w:t>
            </w:r>
            <w:r w:rsidRPr="00337E96"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  <w:t>:</w:t>
            </w:r>
          </w:p>
        </w:tc>
        <w:tc>
          <w:tcPr>
            <w:tcW w:w="6946" w:type="dxa"/>
          </w:tcPr>
          <w:p w14:paraId="40EEEFB6" w14:textId="0369D296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  <w:r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  <w:t>1</w:t>
            </w:r>
          </w:p>
          <w:p w14:paraId="296EE95E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  <w:p w14:paraId="1EFB833B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2CAD4059" w14:textId="77777777" w:rsidTr="00B13894">
        <w:tc>
          <w:tcPr>
            <w:tcW w:w="3678" w:type="dxa"/>
          </w:tcPr>
          <w:p w14:paraId="68EE486E" w14:textId="77777777" w:rsidR="00116609" w:rsidRPr="00337E96" w:rsidRDefault="00116609" w:rsidP="00B13894">
            <w:pPr>
              <w:tabs>
                <w:tab w:val="left" w:pos="2062"/>
              </w:tabs>
              <w:ind w:left="125" w:hangingChars="50" w:hanging="125"/>
              <w:rPr>
                <w:rFonts w:ascii="Arial" w:hAnsi="Arial" w:cs="Arial"/>
                <w:b/>
                <w:spacing w:val="-28"/>
                <w:w w:val="90"/>
                <w:sz w:val="25"/>
                <w:szCs w:val="25"/>
              </w:rPr>
            </w:pPr>
            <w:r>
              <w:rPr>
                <w:rFonts w:ascii="Arial" w:eastAsia="Arial" w:hAnsi="Arial"/>
                <w:b/>
                <w:sz w:val="25"/>
              </w:rPr>
              <w:t>Email of acting convenor</w:t>
            </w:r>
          </w:p>
        </w:tc>
        <w:tc>
          <w:tcPr>
            <w:tcW w:w="6946" w:type="dxa"/>
          </w:tcPr>
          <w:p w14:paraId="185D8C7D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eastAsiaTheme="majorEastAsia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  <w:r w:rsidRPr="00337E96">
              <w:rPr>
                <w:rStyle w:val="Hyperlink"/>
                <w:rFonts w:ascii="Arial" w:eastAsiaTheme="majorEastAsia" w:hAnsi="Arial" w:cs="Arial"/>
                <w:spacing w:val="-3"/>
                <w:sz w:val="25"/>
                <w:szCs w:val="25"/>
                <w:u w:color="0000ED"/>
              </w:rPr>
              <w:t>ostermann@tnt.uni-hannover.de</w:t>
            </w:r>
          </w:p>
          <w:p w14:paraId="57E359CC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47F8BE67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  <w:tr w:rsidR="00116609" w14:paraId="5960CAB9" w14:textId="77777777" w:rsidTr="00B13894">
        <w:tc>
          <w:tcPr>
            <w:tcW w:w="3678" w:type="dxa"/>
          </w:tcPr>
          <w:p w14:paraId="0D8A6263" w14:textId="77777777" w:rsidR="00116609" w:rsidRPr="00337E96" w:rsidRDefault="00116609" w:rsidP="00B13894">
            <w:pPr>
              <w:tabs>
                <w:tab w:val="left" w:pos="2062"/>
              </w:tabs>
              <w:ind w:left="110" w:hangingChars="50" w:hanging="110"/>
              <w:rPr>
                <w:rFonts w:ascii="Arial" w:hAnsi="Arial" w:cs="Arial"/>
                <w:b/>
                <w:spacing w:val="-6"/>
                <w:w w:val="90"/>
                <w:sz w:val="25"/>
                <w:szCs w:val="25"/>
              </w:rPr>
            </w:pPr>
            <w:r w:rsidRPr="00337E96">
              <w:rPr>
                <w:rFonts w:ascii="Arial" w:hAnsi="Arial" w:cs="Arial"/>
                <w:b/>
                <w:spacing w:val="-8"/>
                <w:w w:val="90"/>
                <w:sz w:val="25"/>
                <w:szCs w:val="25"/>
              </w:rPr>
              <w:t>Committee</w:t>
            </w:r>
            <w:r w:rsidRPr="00337E96">
              <w:rPr>
                <w:rFonts w:ascii="Arial" w:hAnsi="Arial" w:cs="Arial"/>
                <w:b/>
                <w:spacing w:val="-35"/>
                <w:w w:val="90"/>
                <w:sz w:val="25"/>
                <w:szCs w:val="25"/>
              </w:rPr>
              <w:t xml:space="preserve"> </w:t>
            </w:r>
            <w:r w:rsidRPr="00337E96">
              <w:rPr>
                <w:rFonts w:ascii="Arial" w:hAnsi="Arial" w:cs="Arial"/>
                <w:b/>
                <w:spacing w:val="-4"/>
                <w:w w:val="90"/>
                <w:sz w:val="25"/>
                <w:szCs w:val="25"/>
              </w:rPr>
              <w:t>URL:</w:t>
            </w:r>
          </w:p>
        </w:tc>
        <w:tc>
          <w:tcPr>
            <w:tcW w:w="6946" w:type="dxa"/>
          </w:tcPr>
          <w:p w14:paraId="10ED3175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z w:val="25"/>
                <w:szCs w:val="25"/>
                <w:lang w:eastAsia="ja-JP"/>
              </w:rPr>
            </w:pPr>
            <w:hyperlink r:id="rId11" w:history="1">
              <w:r w:rsidRPr="00337E96">
                <w:rPr>
                  <w:rStyle w:val="Hyperlink"/>
                  <w:rFonts w:ascii="Arial" w:hAnsi="Arial" w:cs="Arial"/>
                  <w:sz w:val="25"/>
                  <w:szCs w:val="25"/>
                </w:rPr>
                <w:t>http://isotc.iso.org/livelink/livelink/open/jtc1sc29</w:t>
              </w:r>
            </w:hyperlink>
          </w:p>
          <w:p w14:paraId="768EFF89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color w:val="0000ED"/>
                <w:spacing w:val="-3"/>
                <w:sz w:val="25"/>
                <w:szCs w:val="25"/>
                <w:u w:val="single" w:color="0000ED"/>
                <w:lang w:eastAsia="ja-JP"/>
              </w:rPr>
            </w:pPr>
          </w:p>
          <w:p w14:paraId="66EE2726" w14:textId="77777777" w:rsidR="00116609" w:rsidRPr="00337E96" w:rsidRDefault="00116609" w:rsidP="00B13894">
            <w:pPr>
              <w:tabs>
                <w:tab w:val="left" w:pos="2062"/>
              </w:tabs>
              <w:rPr>
                <w:rFonts w:ascii="Arial" w:hAnsi="Arial" w:cs="Arial"/>
                <w:spacing w:val="-6"/>
                <w:w w:val="90"/>
                <w:sz w:val="25"/>
                <w:szCs w:val="25"/>
                <w:lang w:eastAsia="ja-JP"/>
              </w:rPr>
            </w:pPr>
          </w:p>
        </w:tc>
      </w:tr>
    </w:tbl>
    <w:p w14:paraId="714E06F4" w14:textId="77777777" w:rsidR="00116609" w:rsidRDefault="00116609" w:rsidP="00116609">
      <w:pPr>
        <w:jc w:val="center"/>
        <w:rPr>
          <w:b/>
          <w:sz w:val="28"/>
          <w:szCs w:val="28"/>
          <w:lang w:val="en-GB"/>
        </w:rPr>
      </w:pPr>
    </w:p>
    <w:p w14:paraId="596DA01F" w14:textId="77777777" w:rsidR="00116609" w:rsidRDefault="00116609" w:rsidP="00116609">
      <w:pPr>
        <w:jc w:val="left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br w:type="page"/>
      </w:r>
    </w:p>
    <w:p w14:paraId="25BADEEF" w14:textId="46B7E2DF" w:rsidR="003C30DD" w:rsidRPr="00A3087A" w:rsidRDefault="00116609" w:rsidP="003C30DD">
      <w:pPr>
        <w:jc w:val="center"/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en-GB"/>
        </w:rPr>
        <w:lastRenderedPageBreak/>
        <w:t>I</w:t>
      </w:r>
      <w:r w:rsidR="003C30DD" w:rsidRPr="00A3087A">
        <w:rPr>
          <w:b/>
          <w:sz w:val="28"/>
          <w:szCs w:val="28"/>
          <w:lang w:val="fr-FR"/>
        </w:rPr>
        <w:t>NTERNATIONAL ORGANISATION FOR STANDARDISATION</w:t>
      </w:r>
    </w:p>
    <w:p w14:paraId="0D073073" w14:textId="77777777" w:rsidR="003C30DD" w:rsidRPr="004427C7" w:rsidRDefault="003C30DD" w:rsidP="003C30DD">
      <w:pPr>
        <w:jc w:val="center"/>
        <w:rPr>
          <w:b/>
          <w:sz w:val="28"/>
          <w:lang w:val="fr-FR"/>
        </w:rPr>
      </w:pPr>
      <w:r w:rsidRPr="004427C7">
        <w:rPr>
          <w:b/>
          <w:sz w:val="28"/>
          <w:lang w:val="fr-FR"/>
        </w:rPr>
        <w:t>ORGANISATION INTERNATIONALE DE NORMALISATION</w:t>
      </w:r>
    </w:p>
    <w:p w14:paraId="67DA530A" w14:textId="77777777" w:rsidR="003C30DD" w:rsidRPr="00A3087A" w:rsidRDefault="003C30DD" w:rsidP="003C30DD">
      <w:pPr>
        <w:jc w:val="center"/>
        <w:rPr>
          <w:b/>
          <w:sz w:val="28"/>
        </w:rPr>
      </w:pPr>
      <w:r w:rsidRPr="00A3087A">
        <w:rPr>
          <w:b/>
          <w:sz w:val="28"/>
        </w:rPr>
        <w:t>ISO/IEC JTC1/SC29/WG11</w:t>
      </w:r>
    </w:p>
    <w:p w14:paraId="3DB0875E" w14:textId="77777777" w:rsidR="003C30DD" w:rsidRPr="00F05803" w:rsidRDefault="003C30DD" w:rsidP="003C30DD">
      <w:pPr>
        <w:jc w:val="center"/>
        <w:rPr>
          <w:b/>
          <w:lang w:val="en-GB"/>
        </w:rPr>
      </w:pPr>
      <w:r w:rsidRPr="00F05803">
        <w:rPr>
          <w:b/>
          <w:sz w:val="28"/>
          <w:lang w:val="en-GB"/>
        </w:rPr>
        <w:t>CODING OF MOVING PICTURES AND AUDIO</w:t>
      </w:r>
    </w:p>
    <w:p w14:paraId="55A4157F" w14:textId="5532C760" w:rsidR="0056584E" w:rsidRDefault="003C30DD" w:rsidP="0056584E">
      <w:pPr>
        <w:jc w:val="right"/>
        <w:rPr>
          <w:b/>
          <w:sz w:val="36"/>
          <w:lang w:val="en-GB"/>
        </w:rPr>
      </w:pPr>
      <w:r w:rsidRPr="00F05803">
        <w:rPr>
          <w:b/>
          <w:lang w:val="en-GB"/>
        </w:rPr>
        <w:t xml:space="preserve">ISO/IEC JTC1/SC29/WG11 </w:t>
      </w:r>
      <w:r w:rsidR="002F0B52" w:rsidRPr="002F0B52">
        <w:rPr>
          <w:b/>
          <w:sz w:val="36"/>
          <w:lang w:val="en-GB"/>
        </w:rPr>
        <w:t>w</w:t>
      </w:r>
      <w:r w:rsidR="0056584E" w:rsidRPr="0056584E">
        <w:rPr>
          <w:b/>
          <w:sz w:val="36"/>
          <w:lang w:val="en-GB"/>
        </w:rPr>
        <w:t>19</w:t>
      </w:r>
      <w:r w:rsidR="00A3087A">
        <w:rPr>
          <w:b/>
          <w:sz w:val="36"/>
          <w:lang w:val="en-GB"/>
        </w:rPr>
        <w:t>521</w:t>
      </w:r>
    </w:p>
    <w:p w14:paraId="6CD7CED1" w14:textId="378CB41D" w:rsidR="003C30DD" w:rsidRPr="00F05803" w:rsidRDefault="00A3087A" w:rsidP="0056584E">
      <w:pPr>
        <w:jc w:val="right"/>
        <w:rPr>
          <w:b/>
          <w:lang w:val="en-GB" w:eastAsia="ja-JP"/>
        </w:rPr>
      </w:pPr>
      <w:r>
        <w:rPr>
          <w:b/>
          <w:lang w:val="en-GB" w:eastAsia="ja-JP"/>
        </w:rPr>
        <w:t>July</w:t>
      </w:r>
      <w:r w:rsidR="003C30DD" w:rsidRPr="00F05803">
        <w:rPr>
          <w:rFonts w:eastAsia="Malgun Gothic"/>
          <w:b/>
          <w:lang w:val="en-GB"/>
        </w:rPr>
        <w:t xml:space="preserve"> 20</w:t>
      </w:r>
      <w:r w:rsidR="0056584E">
        <w:rPr>
          <w:rFonts w:eastAsia="Malgun Gothic"/>
          <w:b/>
          <w:lang w:val="en-GB"/>
        </w:rPr>
        <w:t>20</w:t>
      </w:r>
      <w:r w:rsidR="003C30DD" w:rsidRPr="00F05803">
        <w:rPr>
          <w:rFonts w:eastAsia="Malgun Gothic"/>
          <w:b/>
          <w:lang w:val="en-GB"/>
        </w:rPr>
        <w:t xml:space="preserve">, </w:t>
      </w:r>
      <w:r>
        <w:rPr>
          <w:rFonts w:eastAsia="Malgun Gothic"/>
          <w:b/>
          <w:lang w:val="en-GB"/>
        </w:rPr>
        <w:t>Online</w:t>
      </w:r>
    </w:p>
    <w:p w14:paraId="2E26189F" w14:textId="77777777" w:rsidR="003C30DD" w:rsidRPr="00F05803" w:rsidRDefault="003C30DD" w:rsidP="003C30DD">
      <w:pPr>
        <w:jc w:val="right"/>
        <w:rPr>
          <w:rFonts w:eastAsia="Malgun Gothic"/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8270"/>
      </w:tblGrid>
      <w:tr w:rsidR="003C30DD" w:rsidRPr="00F05803" w14:paraId="00C3F247" w14:textId="77777777" w:rsidTr="002917FF">
        <w:tc>
          <w:tcPr>
            <w:tcW w:w="1080" w:type="dxa"/>
          </w:tcPr>
          <w:p w14:paraId="068B466F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Source</w:t>
            </w:r>
          </w:p>
        </w:tc>
        <w:tc>
          <w:tcPr>
            <w:tcW w:w="8491" w:type="dxa"/>
          </w:tcPr>
          <w:p w14:paraId="2819CC6B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3DG</w:t>
            </w:r>
          </w:p>
        </w:tc>
      </w:tr>
      <w:tr w:rsidR="003C30DD" w:rsidRPr="00F05803" w14:paraId="4D856F1C" w14:textId="77777777" w:rsidTr="002917FF">
        <w:tc>
          <w:tcPr>
            <w:tcW w:w="1080" w:type="dxa"/>
          </w:tcPr>
          <w:p w14:paraId="78323341" w14:textId="77777777" w:rsidR="003C30DD" w:rsidRPr="00F05803" w:rsidRDefault="003C30DD" w:rsidP="002917FF">
            <w:pPr>
              <w:suppressAutoHyphens/>
              <w:rPr>
                <w:b/>
                <w:lang w:val="en-GB"/>
              </w:rPr>
            </w:pPr>
            <w:r w:rsidRPr="00F05803">
              <w:rPr>
                <w:b/>
                <w:lang w:val="en-GB"/>
              </w:rPr>
              <w:t>Title</w:t>
            </w:r>
          </w:p>
        </w:tc>
        <w:tc>
          <w:tcPr>
            <w:tcW w:w="8491" w:type="dxa"/>
          </w:tcPr>
          <w:p w14:paraId="38E53DED" w14:textId="4BBCF48E" w:rsidR="003C30DD" w:rsidRPr="00F05803" w:rsidRDefault="003C30DD" w:rsidP="002917FF">
            <w:pPr>
              <w:rPr>
                <w:b/>
                <w:lang w:val="en-GB"/>
              </w:rPr>
            </w:pPr>
            <w:r w:rsidRPr="00847671">
              <w:rPr>
                <w:b/>
                <w:szCs w:val="22"/>
              </w:rPr>
              <w:t>V-PCC performance evaluation and anchor results</w:t>
            </w:r>
          </w:p>
        </w:tc>
      </w:tr>
    </w:tbl>
    <w:p w14:paraId="092855A7" w14:textId="286AD801" w:rsidR="007269BF" w:rsidRDefault="003C30DD" w:rsidP="003C30DD">
      <w:pPr>
        <w:pStyle w:val="Heading1"/>
        <w:numPr>
          <w:ilvl w:val="0"/>
          <w:numId w:val="0"/>
        </w:numPr>
        <w:ind w:left="432" w:hanging="432"/>
        <w:jc w:val="center"/>
        <w:rPr>
          <w:b w:val="0"/>
          <w:lang w:eastAsia="ja-JP"/>
        </w:rPr>
      </w:pPr>
      <w:r w:rsidRPr="00847671">
        <w:rPr>
          <w:szCs w:val="22"/>
        </w:rPr>
        <w:t>V-PCC performance evaluation and anchor results</w:t>
      </w:r>
    </w:p>
    <w:p w14:paraId="1623EB5B" w14:textId="77777777" w:rsidR="007E0CF1" w:rsidRDefault="007E0CF1">
      <w:pPr>
        <w:rPr>
          <w:lang w:val="de-AT"/>
        </w:rPr>
      </w:pPr>
    </w:p>
    <w:p w14:paraId="1AE95AC2" w14:textId="76431F24" w:rsidR="007269BF" w:rsidRDefault="00FC5346" w:rsidP="007269BF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Summary</w:t>
      </w:r>
    </w:p>
    <w:p w14:paraId="486DCBA5" w14:textId="44042DCE" w:rsidR="00FC5346" w:rsidRDefault="00B37002" w:rsidP="007269BF">
      <w:r>
        <w:t xml:space="preserve">This document </w:t>
      </w:r>
      <w:r w:rsidR="00FC5346">
        <w:t xml:space="preserve">provides the reference anchor results for experiments on point cloud compression </w:t>
      </w:r>
      <w:r w:rsidR="00B639A8">
        <w:t xml:space="preserve">for dynamic objects (category 2) </w:t>
      </w:r>
      <w:r w:rsidR="00FC5346">
        <w:t xml:space="preserve">using the </w:t>
      </w:r>
      <w:r>
        <w:t xml:space="preserve">common test conditions </w:t>
      </w:r>
      <w:r w:rsidR="00FC5346">
        <w:t>defined in [1].</w:t>
      </w:r>
    </w:p>
    <w:p w14:paraId="6F9F3E57" w14:textId="77777777" w:rsidR="00FC5346" w:rsidRDefault="00FC5346" w:rsidP="007269BF"/>
    <w:p w14:paraId="4C6EC6DF" w14:textId="1A7063DB" w:rsidR="00CD75CB" w:rsidRDefault="007A7E93" w:rsidP="00B639A8">
      <w:pPr>
        <w:rPr>
          <w:lang w:val="en-CA"/>
        </w:rPr>
      </w:pPr>
      <w:r w:rsidRPr="004E52FC">
        <w:rPr>
          <w:lang w:val="en-CA"/>
        </w:rPr>
        <w:t xml:space="preserve">The software used for </w:t>
      </w:r>
      <w:r w:rsidR="00FC5346">
        <w:rPr>
          <w:lang w:val="en-CA"/>
        </w:rPr>
        <w:t xml:space="preserve">these results is attainable </w:t>
      </w:r>
      <w:r w:rsidR="00184F13" w:rsidRPr="004E52FC">
        <w:rPr>
          <w:lang w:val="en-CA"/>
        </w:rPr>
        <w:t>from the MPE</w:t>
      </w:r>
      <w:r w:rsidR="006321B4" w:rsidRPr="004E52FC">
        <w:rPr>
          <w:lang w:val="en-CA"/>
        </w:rPr>
        <w:t xml:space="preserve">G </w:t>
      </w:r>
      <w:r w:rsidR="006974A4">
        <w:rPr>
          <w:lang w:val="en-CA"/>
        </w:rPr>
        <w:t>GitLab</w:t>
      </w:r>
      <w:r w:rsidR="00CD75CB">
        <w:rPr>
          <w:lang w:val="en-CA"/>
        </w:rPr>
        <w:t>:</w:t>
      </w:r>
    </w:p>
    <w:p w14:paraId="71ED04D8" w14:textId="7429FDEB" w:rsidR="0056096F" w:rsidRDefault="0076533F" w:rsidP="0056096F">
      <w:pPr>
        <w:rPr>
          <w:sz w:val="22"/>
          <w:szCs w:val="22"/>
        </w:rPr>
      </w:pPr>
      <w:hyperlink r:id="rId12" w:history="1">
        <w:r w:rsidR="00A3087A" w:rsidRPr="007106CF">
          <w:rPr>
            <w:rStyle w:val="Hyperlink"/>
          </w:rPr>
          <w:t>http://mpegx.int-evry.fr/software/MPEG/PCC/TM/mpeg-pcc-tmc2/tags/release-v11.0</w:t>
        </w:r>
      </w:hyperlink>
    </w:p>
    <w:p w14:paraId="264DC3E2" w14:textId="77777777" w:rsidR="006974A4" w:rsidRDefault="006974A4" w:rsidP="006321B4">
      <w:pPr>
        <w:jc w:val="left"/>
      </w:pPr>
    </w:p>
    <w:p w14:paraId="0F594F07" w14:textId="7A0D2A6F" w:rsidR="00FC5346" w:rsidRDefault="00FC5346" w:rsidP="00FC5346">
      <w:pPr>
        <w:jc w:val="left"/>
      </w:pPr>
      <w:r>
        <w:t xml:space="preserve">The full testing conditions </w:t>
      </w:r>
      <w:r w:rsidR="009750DE">
        <w:t xml:space="preserve">descriptions </w:t>
      </w:r>
      <w:r>
        <w:t xml:space="preserve">are available in [1]. </w:t>
      </w:r>
      <w:r>
        <w:br/>
      </w:r>
      <w:r>
        <w:br/>
      </w:r>
      <w:r w:rsidR="006321B4" w:rsidRPr="009E0EC0">
        <w:t>S</w:t>
      </w:r>
      <w:r w:rsidR="007A7E93" w:rsidRPr="009E0EC0">
        <w:t xml:space="preserve">oftware documentation and usage description is </w:t>
      </w:r>
      <w:r w:rsidR="009750DE">
        <w:t>provided</w:t>
      </w:r>
      <w:r w:rsidR="007A7E93" w:rsidRPr="009E0EC0">
        <w:t xml:space="preserve"> </w:t>
      </w:r>
      <w:r w:rsidR="009750DE">
        <w:t>in</w:t>
      </w:r>
      <w:r w:rsidR="007A7E93" w:rsidRPr="009E0EC0">
        <w:t xml:space="preserve"> [2].</w:t>
      </w:r>
      <w:r w:rsidR="00871BE7">
        <w:t xml:space="preserve"> </w:t>
      </w:r>
    </w:p>
    <w:p w14:paraId="28B8C5AB" w14:textId="6F93C3FC" w:rsidR="00161BA7" w:rsidRDefault="00161BA7" w:rsidP="00FC5346">
      <w:pPr>
        <w:jc w:val="left"/>
      </w:pPr>
      <w:bookmarkStart w:id="0" w:name="_Hlk507666786"/>
    </w:p>
    <w:p w14:paraId="60A8B4AF" w14:textId="0E94AC09" w:rsidR="00161BA7" w:rsidRDefault="00161BA7" w:rsidP="00FC5346">
      <w:pPr>
        <w:jc w:val="left"/>
      </w:pPr>
      <w:r>
        <w:t>Proponents are advised to run their own reference numbers based on the provided CTC in [1]. These reference numbers shall also include reference</w:t>
      </w:r>
      <w:r w:rsidR="00CD75CB">
        <w:t xml:space="preserve"> encoder and decoder run times</w:t>
      </w:r>
      <w:r>
        <w:t>.</w:t>
      </w:r>
    </w:p>
    <w:bookmarkEnd w:id="0"/>
    <w:p w14:paraId="35F55881" w14:textId="56FFBC2A" w:rsidR="001F5024" w:rsidRDefault="001F5024" w:rsidP="001F5024">
      <w:pPr>
        <w:rPr>
          <w:highlight w:val="yellow"/>
        </w:rPr>
      </w:pPr>
    </w:p>
    <w:p w14:paraId="249901F0" w14:textId="77777777" w:rsidR="00591BF6" w:rsidRDefault="00591BF6" w:rsidP="00B639A8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References</w:t>
      </w:r>
    </w:p>
    <w:p w14:paraId="3FF97B04" w14:textId="45259060" w:rsidR="00813284" w:rsidRPr="00847671" w:rsidRDefault="00584EAC" w:rsidP="00847671">
      <w:pPr>
        <w:contextualSpacing/>
      </w:pPr>
      <w:r w:rsidRPr="00847671">
        <w:t>[</w:t>
      </w:r>
      <w:r w:rsidR="00FC5346" w:rsidRPr="00847671">
        <w:t>1</w:t>
      </w:r>
      <w:r w:rsidRPr="00847671">
        <w:t xml:space="preserve">] </w:t>
      </w:r>
      <w:r w:rsidR="00847671" w:rsidRPr="00847671">
        <w:t xml:space="preserve">Common test conditions for point cloud compression, ISO/IEC JTC1/SC29 WG11 Doc. </w:t>
      </w:r>
      <w:r w:rsidR="002A25CD" w:rsidRPr="002A25CD">
        <w:rPr>
          <w:rFonts w:ascii="Arial" w:hAnsi="Arial" w:cs="Arial"/>
          <w:sz w:val="20"/>
          <w:szCs w:val="20"/>
          <w:shd w:val="clear" w:color="auto" w:fill="FFFFFF"/>
        </w:rPr>
        <w:t>w18665</w:t>
      </w:r>
      <w:r w:rsidR="00847671" w:rsidRPr="00847671">
        <w:t xml:space="preserve">, </w:t>
      </w:r>
      <w:r w:rsidR="002A25CD">
        <w:t>Gothenburg</w:t>
      </w:r>
      <w:r w:rsidR="00847671" w:rsidRPr="00847671">
        <w:t xml:space="preserve">, </w:t>
      </w:r>
      <w:r w:rsidR="002A25CD">
        <w:t>Sweden</w:t>
      </w:r>
      <w:r w:rsidR="00847671" w:rsidRPr="00847671">
        <w:t xml:space="preserve">, </w:t>
      </w:r>
      <w:r w:rsidR="002A25CD">
        <w:t>July</w:t>
      </w:r>
      <w:r w:rsidR="00847671" w:rsidRPr="00847671">
        <w:t xml:space="preserve"> 2019.</w:t>
      </w:r>
    </w:p>
    <w:p w14:paraId="572DB1EA" w14:textId="0CDADD4E" w:rsidR="006974A4" w:rsidRPr="00847671" w:rsidRDefault="00477E5E" w:rsidP="006974A4">
      <w:pPr>
        <w:contextualSpacing/>
      </w:pPr>
      <w:r w:rsidRPr="00847671">
        <w:t xml:space="preserve">[2] </w:t>
      </w:r>
      <w:r w:rsidR="00813284" w:rsidRPr="00847671">
        <w:t>V-PCC Test Model v</w:t>
      </w:r>
      <w:r w:rsidR="0056584E">
        <w:t>9</w:t>
      </w:r>
      <w:r w:rsidRPr="00847671">
        <w:t xml:space="preserve">, ISO/IEC JTC1/SC29 WG11 Doc. </w:t>
      </w:r>
      <w:r w:rsidR="00245E20" w:rsidRPr="00245E20">
        <w:t>w1</w:t>
      </w:r>
      <w:r w:rsidR="0056584E">
        <w:t>9085</w:t>
      </w:r>
      <w:r w:rsidRPr="00847671">
        <w:t>,</w:t>
      </w:r>
      <w:r w:rsidR="002A25CD" w:rsidRPr="002A25CD">
        <w:t xml:space="preserve"> </w:t>
      </w:r>
      <w:r w:rsidR="0056584E" w:rsidRPr="0056584E">
        <w:rPr>
          <w:rFonts w:eastAsia="Malgun Gothic"/>
          <w:bCs/>
          <w:lang w:val="en-GB"/>
        </w:rPr>
        <w:t>Brussels</w:t>
      </w:r>
      <w:r w:rsidR="002A25CD" w:rsidRPr="00847671">
        <w:t xml:space="preserve">, </w:t>
      </w:r>
      <w:r w:rsidR="002A25CD">
        <w:t>J</w:t>
      </w:r>
      <w:r w:rsidR="0056584E">
        <w:t>anuary</w:t>
      </w:r>
      <w:r w:rsidR="002A25CD" w:rsidRPr="00847671">
        <w:t xml:space="preserve"> </w:t>
      </w:r>
      <w:r w:rsidR="00813284" w:rsidRPr="00847671">
        <w:t>20</w:t>
      </w:r>
      <w:r w:rsidR="0056584E">
        <w:t>20</w:t>
      </w:r>
      <w:r w:rsidR="006974A4" w:rsidRPr="00847671">
        <w:t>.</w:t>
      </w:r>
    </w:p>
    <w:p w14:paraId="57FE446A" w14:textId="509369FA" w:rsidR="00813284" w:rsidRDefault="00813284" w:rsidP="00D3719D">
      <w:pPr>
        <w:contextualSpacing/>
        <w:rPr>
          <w:lang w:val="en-GB"/>
        </w:rPr>
      </w:pPr>
    </w:p>
    <w:p w14:paraId="425582FF" w14:textId="77777777" w:rsidR="00813284" w:rsidRPr="00813284" w:rsidRDefault="00813284" w:rsidP="00D3719D">
      <w:pPr>
        <w:contextualSpacing/>
      </w:pPr>
    </w:p>
    <w:sectPr w:rsidR="00813284" w:rsidRPr="00813284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B03157" w14:textId="77777777" w:rsidR="0076533F" w:rsidRDefault="0076533F">
      <w:r>
        <w:separator/>
      </w:r>
    </w:p>
  </w:endnote>
  <w:endnote w:type="continuationSeparator" w:id="0">
    <w:p w14:paraId="5C0B7EF9" w14:textId="77777777" w:rsidR="0076533F" w:rsidRDefault="0076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ＤＦＰ勘亭流">
    <w:altName w:val="Calibri"/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7130D" w14:textId="77777777" w:rsidR="0076533F" w:rsidRDefault="0076533F">
      <w:r>
        <w:separator/>
      </w:r>
    </w:p>
  </w:footnote>
  <w:footnote w:type="continuationSeparator" w:id="0">
    <w:p w14:paraId="0B1261AA" w14:textId="77777777" w:rsidR="0076533F" w:rsidRDefault="00765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39E7542"/>
    <w:multiLevelType w:val="hybridMultilevel"/>
    <w:tmpl w:val="62468A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6191E"/>
    <w:multiLevelType w:val="hybridMultilevel"/>
    <w:tmpl w:val="79D8D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2C0C986">
      <w:start w:val="1"/>
      <w:numFmt w:val="lowerLetter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32F5F"/>
    <w:multiLevelType w:val="hybridMultilevel"/>
    <w:tmpl w:val="016859AC"/>
    <w:lvl w:ilvl="0" w:tplc="DDC21012">
      <w:start w:val="4"/>
      <w:numFmt w:val="bullet"/>
      <w:lvlText w:val="-"/>
      <w:lvlJc w:val="left"/>
      <w:pPr>
        <w:ind w:left="936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4" w15:restartNumberingAfterBreak="0">
    <w:nsid w:val="11923CFB"/>
    <w:multiLevelType w:val="hybridMultilevel"/>
    <w:tmpl w:val="12A8F6F4"/>
    <w:lvl w:ilvl="0" w:tplc="08CA93A2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916A1"/>
    <w:multiLevelType w:val="hybridMultilevel"/>
    <w:tmpl w:val="C89CBA80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A2A014A"/>
    <w:multiLevelType w:val="hybridMultilevel"/>
    <w:tmpl w:val="5F640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07B55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F2F0AEA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B80C58"/>
    <w:multiLevelType w:val="multilevel"/>
    <w:tmpl w:val="850CC11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lang w:val="en-US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4492F3F"/>
    <w:multiLevelType w:val="hybridMultilevel"/>
    <w:tmpl w:val="17E88C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A2D2DDB6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025AB7"/>
    <w:multiLevelType w:val="multilevel"/>
    <w:tmpl w:val="99FCFCA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MS Mincho" w:hAnsi="Times New Roman"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6107CA4"/>
    <w:multiLevelType w:val="hybridMultilevel"/>
    <w:tmpl w:val="F7867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06515"/>
    <w:multiLevelType w:val="hybridMultilevel"/>
    <w:tmpl w:val="AEDCC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75406"/>
    <w:multiLevelType w:val="hybridMultilevel"/>
    <w:tmpl w:val="76A4D3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6" w15:restartNumberingAfterBreak="0">
    <w:nsid w:val="364E0A2E"/>
    <w:multiLevelType w:val="hybridMultilevel"/>
    <w:tmpl w:val="807C7254"/>
    <w:lvl w:ilvl="0" w:tplc="EAB817A0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25547E"/>
    <w:multiLevelType w:val="hybridMultilevel"/>
    <w:tmpl w:val="2F8A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BA1A000A">
      <w:start w:val="1"/>
      <w:numFmt w:val="decimal"/>
      <w:lvlText w:val="%3."/>
      <w:lvlJc w:val="right"/>
      <w:pPr>
        <w:ind w:left="2160" w:hanging="180"/>
      </w:pPr>
      <w:rPr>
        <w:rFonts w:ascii="Times New Roman" w:eastAsia="MS Mincho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4202"/>
    <w:multiLevelType w:val="hybridMultilevel"/>
    <w:tmpl w:val="0820280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4737A3"/>
    <w:multiLevelType w:val="hybridMultilevel"/>
    <w:tmpl w:val="C49AF24A"/>
    <w:lvl w:ilvl="0" w:tplc="6A9094BE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74591"/>
    <w:multiLevelType w:val="hybridMultilevel"/>
    <w:tmpl w:val="283ABC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66709"/>
    <w:multiLevelType w:val="hybridMultilevel"/>
    <w:tmpl w:val="24CCFC9E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FA35E4"/>
    <w:multiLevelType w:val="hybridMultilevel"/>
    <w:tmpl w:val="82F0BD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1D0EE3"/>
    <w:multiLevelType w:val="hybridMultilevel"/>
    <w:tmpl w:val="9F18F9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92784"/>
    <w:multiLevelType w:val="hybridMultilevel"/>
    <w:tmpl w:val="4CCA51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F51EC2"/>
    <w:multiLevelType w:val="hybridMultilevel"/>
    <w:tmpl w:val="A90E0934"/>
    <w:lvl w:ilvl="0" w:tplc="3190B16A">
      <w:start w:val="8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A34068"/>
    <w:multiLevelType w:val="multilevel"/>
    <w:tmpl w:val="619AD1D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0000"/>
        <w:spacing w:val="0"/>
        <w:w w:val="0"/>
        <w:kern w:val="0"/>
        <w:position w:val="0"/>
        <w:sz w:val="24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B9301A7"/>
    <w:multiLevelType w:val="hybridMultilevel"/>
    <w:tmpl w:val="220A5ECA"/>
    <w:lvl w:ilvl="0" w:tplc="66ECF1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27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10"/>
  </w:num>
  <w:num w:numId="17">
    <w:abstractNumId w:val="27"/>
  </w:num>
  <w:num w:numId="18">
    <w:abstractNumId w:val="3"/>
  </w:num>
  <w:num w:numId="19">
    <w:abstractNumId w:val="17"/>
  </w:num>
  <w:num w:numId="20">
    <w:abstractNumId w:val="13"/>
  </w:num>
  <w:num w:numId="21">
    <w:abstractNumId w:val="2"/>
  </w:num>
  <w:num w:numId="22">
    <w:abstractNumId w:val="7"/>
  </w:num>
  <w:num w:numId="23">
    <w:abstractNumId w:val="11"/>
  </w:num>
  <w:num w:numId="24">
    <w:abstractNumId w:val="27"/>
  </w:num>
  <w:num w:numId="25">
    <w:abstractNumId w:val="27"/>
  </w:num>
  <w:num w:numId="26">
    <w:abstractNumId w:val="8"/>
  </w:num>
  <w:num w:numId="27">
    <w:abstractNumId w:val="15"/>
  </w:num>
  <w:num w:numId="28">
    <w:abstractNumId w:val="20"/>
  </w:num>
  <w:num w:numId="29">
    <w:abstractNumId w:val="4"/>
  </w:num>
  <w:num w:numId="30">
    <w:abstractNumId w:val="26"/>
  </w:num>
  <w:num w:numId="31">
    <w:abstractNumId w:val="6"/>
  </w:num>
  <w:num w:numId="32">
    <w:abstractNumId w:val="25"/>
  </w:num>
  <w:num w:numId="33">
    <w:abstractNumId w:val="21"/>
  </w:num>
  <w:num w:numId="34">
    <w:abstractNumId w:val="14"/>
  </w:num>
  <w:num w:numId="3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6">
    <w:abstractNumId w:val="24"/>
  </w:num>
  <w:num w:numId="37">
    <w:abstractNumId w:val="19"/>
  </w:num>
  <w:num w:numId="38">
    <w:abstractNumId w:val="1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  <w:num w:numId="44">
    <w:abstractNumId w:val="27"/>
    <w:lvlOverride w:ilvl="0">
      <w:startOverride w:val="2"/>
    </w:lvlOverride>
    <w:lvlOverride w:ilvl="1">
      <w:startOverride w:val="1"/>
    </w:lvlOverride>
  </w:num>
  <w:num w:numId="45">
    <w:abstractNumId w:val="24"/>
  </w:num>
  <w:num w:numId="46">
    <w:abstractNumId w:val="28"/>
  </w:num>
  <w:num w:numId="47">
    <w:abstractNumId w:val="22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a2MDMzMzQ3NjcwM7RQ0lEKTi0uzszPAykwqwUAIoKiTywAAAA="/>
  </w:docVars>
  <w:rsids>
    <w:rsidRoot w:val="007E0CF1"/>
    <w:rsid w:val="000008BE"/>
    <w:rsid w:val="000021DF"/>
    <w:rsid w:val="0001374B"/>
    <w:rsid w:val="0002008C"/>
    <w:rsid w:val="0003149A"/>
    <w:rsid w:val="00031EB6"/>
    <w:rsid w:val="00032F1D"/>
    <w:rsid w:val="00041E0B"/>
    <w:rsid w:val="000454B5"/>
    <w:rsid w:val="00063B43"/>
    <w:rsid w:val="00064A76"/>
    <w:rsid w:val="000736D6"/>
    <w:rsid w:val="00075313"/>
    <w:rsid w:val="000757BA"/>
    <w:rsid w:val="00075A0E"/>
    <w:rsid w:val="00076E75"/>
    <w:rsid w:val="00091ABC"/>
    <w:rsid w:val="00095342"/>
    <w:rsid w:val="000A2372"/>
    <w:rsid w:val="000B59E6"/>
    <w:rsid w:val="000C2F02"/>
    <w:rsid w:val="000D2F4B"/>
    <w:rsid w:val="000D5057"/>
    <w:rsid w:val="000F0694"/>
    <w:rsid w:val="000F5B26"/>
    <w:rsid w:val="00104A51"/>
    <w:rsid w:val="00106807"/>
    <w:rsid w:val="00110A28"/>
    <w:rsid w:val="00116266"/>
    <w:rsid w:val="00116609"/>
    <w:rsid w:val="00121B7D"/>
    <w:rsid w:val="001263E0"/>
    <w:rsid w:val="00135B71"/>
    <w:rsid w:val="00146850"/>
    <w:rsid w:val="00147AD5"/>
    <w:rsid w:val="001509C1"/>
    <w:rsid w:val="001545E5"/>
    <w:rsid w:val="00161BA7"/>
    <w:rsid w:val="00171A3C"/>
    <w:rsid w:val="001733BC"/>
    <w:rsid w:val="00184F13"/>
    <w:rsid w:val="001B5DD8"/>
    <w:rsid w:val="001C1A2B"/>
    <w:rsid w:val="001D556D"/>
    <w:rsid w:val="001E772C"/>
    <w:rsid w:val="001F061E"/>
    <w:rsid w:val="001F5024"/>
    <w:rsid w:val="002054F5"/>
    <w:rsid w:val="00230AF5"/>
    <w:rsid w:val="00232697"/>
    <w:rsid w:val="0023291A"/>
    <w:rsid w:val="00232B16"/>
    <w:rsid w:val="00234B17"/>
    <w:rsid w:val="00245E20"/>
    <w:rsid w:val="0027532F"/>
    <w:rsid w:val="002857E2"/>
    <w:rsid w:val="00295096"/>
    <w:rsid w:val="002A25CD"/>
    <w:rsid w:val="002A6755"/>
    <w:rsid w:val="002B0EE8"/>
    <w:rsid w:val="002D4275"/>
    <w:rsid w:val="002E3D05"/>
    <w:rsid w:val="002F0B52"/>
    <w:rsid w:val="002F46D3"/>
    <w:rsid w:val="00323D50"/>
    <w:rsid w:val="003263C9"/>
    <w:rsid w:val="00336467"/>
    <w:rsid w:val="00347C30"/>
    <w:rsid w:val="00347D73"/>
    <w:rsid w:val="00350351"/>
    <w:rsid w:val="003618EE"/>
    <w:rsid w:val="00364D54"/>
    <w:rsid w:val="00376F79"/>
    <w:rsid w:val="003825D6"/>
    <w:rsid w:val="00395675"/>
    <w:rsid w:val="003A7270"/>
    <w:rsid w:val="003C30DD"/>
    <w:rsid w:val="003D10D5"/>
    <w:rsid w:val="003D1FF8"/>
    <w:rsid w:val="003D3B6A"/>
    <w:rsid w:val="003F09D9"/>
    <w:rsid w:val="004020E2"/>
    <w:rsid w:val="00405504"/>
    <w:rsid w:val="004072B2"/>
    <w:rsid w:val="00427A03"/>
    <w:rsid w:val="0043058E"/>
    <w:rsid w:val="00430A2F"/>
    <w:rsid w:val="0043219B"/>
    <w:rsid w:val="00437257"/>
    <w:rsid w:val="00437BF3"/>
    <w:rsid w:val="00441FCC"/>
    <w:rsid w:val="004427C7"/>
    <w:rsid w:val="00446B2A"/>
    <w:rsid w:val="00451360"/>
    <w:rsid w:val="004515C9"/>
    <w:rsid w:val="004546F0"/>
    <w:rsid w:val="00477E5E"/>
    <w:rsid w:val="00482DAA"/>
    <w:rsid w:val="004B3E69"/>
    <w:rsid w:val="004E52FC"/>
    <w:rsid w:val="004F0F68"/>
    <w:rsid w:val="004F28C4"/>
    <w:rsid w:val="004F485A"/>
    <w:rsid w:val="005151EA"/>
    <w:rsid w:val="005154B7"/>
    <w:rsid w:val="0052227C"/>
    <w:rsid w:val="005223C1"/>
    <w:rsid w:val="005235A5"/>
    <w:rsid w:val="00526854"/>
    <w:rsid w:val="005318F8"/>
    <w:rsid w:val="005326CC"/>
    <w:rsid w:val="00535284"/>
    <w:rsid w:val="00545A61"/>
    <w:rsid w:val="0056096F"/>
    <w:rsid w:val="00561BBD"/>
    <w:rsid w:val="0056584E"/>
    <w:rsid w:val="00566B14"/>
    <w:rsid w:val="00584EAC"/>
    <w:rsid w:val="00585970"/>
    <w:rsid w:val="00591BF6"/>
    <w:rsid w:val="00592E93"/>
    <w:rsid w:val="005C0E10"/>
    <w:rsid w:val="005C3B98"/>
    <w:rsid w:val="005D0FA6"/>
    <w:rsid w:val="005D1D64"/>
    <w:rsid w:val="005E06F4"/>
    <w:rsid w:val="005E3BBF"/>
    <w:rsid w:val="005F4278"/>
    <w:rsid w:val="006018E2"/>
    <w:rsid w:val="00615512"/>
    <w:rsid w:val="00621208"/>
    <w:rsid w:val="00624593"/>
    <w:rsid w:val="006321B4"/>
    <w:rsid w:val="00632598"/>
    <w:rsid w:val="00642A3E"/>
    <w:rsid w:val="00653FF3"/>
    <w:rsid w:val="00654801"/>
    <w:rsid w:val="0066208C"/>
    <w:rsid w:val="00663CC5"/>
    <w:rsid w:val="00667C6D"/>
    <w:rsid w:val="00672AB9"/>
    <w:rsid w:val="00685B02"/>
    <w:rsid w:val="00692D5A"/>
    <w:rsid w:val="00693E8E"/>
    <w:rsid w:val="006974A4"/>
    <w:rsid w:val="006A3AED"/>
    <w:rsid w:val="006A6D6B"/>
    <w:rsid w:val="006B4CD8"/>
    <w:rsid w:val="006C000F"/>
    <w:rsid w:val="006C442D"/>
    <w:rsid w:val="006C4E46"/>
    <w:rsid w:val="006D0615"/>
    <w:rsid w:val="006D22A8"/>
    <w:rsid w:val="006E49CE"/>
    <w:rsid w:val="006F700B"/>
    <w:rsid w:val="00704274"/>
    <w:rsid w:val="00704F8E"/>
    <w:rsid w:val="0070517D"/>
    <w:rsid w:val="00706308"/>
    <w:rsid w:val="00721D6E"/>
    <w:rsid w:val="007269BF"/>
    <w:rsid w:val="0072751F"/>
    <w:rsid w:val="0073022B"/>
    <w:rsid w:val="00732D60"/>
    <w:rsid w:val="00736A04"/>
    <w:rsid w:val="0074006F"/>
    <w:rsid w:val="00743DE7"/>
    <w:rsid w:val="00746C24"/>
    <w:rsid w:val="0076533F"/>
    <w:rsid w:val="00774B34"/>
    <w:rsid w:val="00777957"/>
    <w:rsid w:val="007804FE"/>
    <w:rsid w:val="00783415"/>
    <w:rsid w:val="00786DBD"/>
    <w:rsid w:val="00787F1B"/>
    <w:rsid w:val="007A7E93"/>
    <w:rsid w:val="007B4C86"/>
    <w:rsid w:val="007B7751"/>
    <w:rsid w:val="007C6D6D"/>
    <w:rsid w:val="007D2595"/>
    <w:rsid w:val="007E0CF1"/>
    <w:rsid w:val="00804C40"/>
    <w:rsid w:val="00813284"/>
    <w:rsid w:val="008136F3"/>
    <w:rsid w:val="00817B03"/>
    <w:rsid w:val="008217C8"/>
    <w:rsid w:val="00822EFD"/>
    <w:rsid w:val="00845FAC"/>
    <w:rsid w:val="00846713"/>
    <w:rsid w:val="00846A18"/>
    <w:rsid w:val="00846E37"/>
    <w:rsid w:val="00847671"/>
    <w:rsid w:val="0085251F"/>
    <w:rsid w:val="00853681"/>
    <w:rsid w:val="00854438"/>
    <w:rsid w:val="008545E7"/>
    <w:rsid w:val="00861750"/>
    <w:rsid w:val="008630C5"/>
    <w:rsid w:val="00871BE7"/>
    <w:rsid w:val="00873361"/>
    <w:rsid w:val="00883401"/>
    <w:rsid w:val="00890C50"/>
    <w:rsid w:val="008A663E"/>
    <w:rsid w:val="008B3E00"/>
    <w:rsid w:val="008B5C3E"/>
    <w:rsid w:val="008B68C1"/>
    <w:rsid w:val="008C5AAC"/>
    <w:rsid w:val="008F0E07"/>
    <w:rsid w:val="008F2E54"/>
    <w:rsid w:val="008F317A"/>
    <w:rsid w:val="009159AC"/>
    <w:rsid w:val="00922F3C"/>
    <w:rsid w:val="00923E27"/>
    <w:rsid w:val="00944EAA"/>
    <w:rsid w:val="0096021E"/>
    <w:rsid w:val="009634FA"/>
    <w:rsid w:val="0096762D"/>
    <w:rsid w:val="009679F9"/>
    <w:rsid w:val="0097261F"/>
    <w:rsid w:val="00972727"/>
    <w:rsid w:val="009750DE"/>
    <w:rsid w:val="00992D91"/>
    <w:rsid w:val="0099748E"/>
    <w:rsid w:val="009A5226"/>
    <w:rsid w:val="009A6642"/>
    <w:rsid w:val="009B26D3"/>
    <w:rsid w:val="009C0A9B"/>
    <w:rsid w:val="009D69C4"/>
    <w:rsid w:val="009E0EC0"/>
    <w:rsid w:val="009E395D"/>
    <w:rsid w:val="009F3A7A"/>
    <w:rsid w:val="00A03737"/>
    <w:rsid w:val="00A27A38"/>
    <w:rsid w:val="00A3087A"/>
    <w:rsid w:val="00A43D5C"/>
    <w:rsid w:val="00A50BA5"/>
    <w:rsid w:val="00A51269"/>
    <w:rsid w:val="00A52087"/>
    <w:rsid w:val="00A566BF"/>
    <w:rsid w:val="00A5714F"/>
    <w:rsid w:val="00A60BC6"/>
    <w:rsid w:val="00A62D7D"/>
    <w:rsid w:val="00A64A61"/>
    <w:rsid w:val="00AA67F0"/>
    <w:rsid w:val="00AB35C4"/>
    <w:rsid w:val="00AC0A30"/>
    <w:rsid w:val="00AC26CB"/>
    <w:rsid w:val="00AD024A"/>
    <w:rsid w:val="00AD5943"/>
    <w:rsid w:val="00AD657F"/>
    <w:rsid w:val="00AE0DD4"/>
    <w:rsid w:val="00AE341B"/>
    <w:rsid w:val="00AE44BF"/>
    <w:rsid w:val="00B20AFB"/>
    <w:rsid w:val="00B210B5"/>
    <w:rsid w:val="00B21BD4"/>
    <w:rsid w:val="00B22528"/>
    <w:rsid w:val="00B31C4D"/>
    <w:rsid w:val="00B37002"/>
    <w:rsid w:val="00B408BD"/>
    <w:rsid w:val="00B418CB"/>
    <w:rsid w:val="00B513E9"/>
    <w:rsid w:val="00B639A8"/>
    <w:rsid w:val="00B74B2E"/>
    <w:rsid w:val="00BA0B4E"/>
    <w:rsid w:val="00BA50FE"/>
    <w:rsid w:val="00BB6A37"/>
    <w:rsid w:val="00BD587B"/>
    <w:rsid w:val="00BD6E34"/>
    <w:rsid w:val="00BF0CBD"/>
    <w:rsid w:val="00C07F33"/>
    <w:rsid w:val="00C335D9"/>
    <w:rsid w:val="00C4433E"/>
    <w:rsid w:val="00C45400"/>
    <w:rsid w:val="00C61A0F"/>
    <w:rsid w:val="00C61A69"/>
    <w:rsid w:val="00C668BC"/>
    <w:rsid w:val="00C67E0A"/>
    <w:rsid w:val="00C75566"/>
    <w:rsid w:val="00C76CC6"/>
    <w:rsid w:val="00C776BF"/>
    <w:rsid w:val="00C90318"/>
    <w:rsid w:val="00C969B5"/>
    <w:rsid w:val="00CA2BC4"/>
    <w:rsid w:val="00CB05A2"/>
    <w:rsid w:val="00CC5122"/>
    <w:rsid w:val="00CD321F"/>
    <w:rsid w:val="00CD75CB"/>
    <w:rsid w:val="00CE35DE"/>
    <w:rsid w:val="00CF25E9"/>
    <w:rsid w:val="00D118BB"/>
    <w:rsid w:val="00D241E0"/>
    <w:rsid w:val="00D268F6"/>
    <w:rsid w:val="00D271B1"/>
    <w:rsid w:val="00D33DE0"/>
    <w:rsid w:val="00D3719D"/>
    <w:rsid w:val="00D3796E"/>
    <w:rsid w:val="00D37E76"/>
    <w:rsid w:val="00D434E4"/>
    <w:rsid w:val="00D44539"/>
    <w:rsid w:val="00D60B08"/>
    <w:rsid w:val="00D63A18"/>
    <w:rsid w:val="00D756BE"/>
    <w:rsid w:val="00D80725"/>
    <w:rsid w:val="00D81B1B"/>
    <w:rsid w:val="00D90903"/>
    <w:rsid w:val="00D92D66"/>
    <w:rsid w:val="00D96634"/>
    <w:rsid w:val="00DA0206"/>
    <w:rsid w:val="00DA2717"/>
    <w:rsid w:val="00DA6B93"/>
    <w:rsid w:val="00DE1E09"/>
    <w:rsid w:val="00DE2D61"/>
    <w:rsid w:val="00DE4001"/>
    <w:rsid w:val="00E06CEB"/>
    <w:rsid w:val="00E077BD"/>
    <w:rsid w:val="00E21646"/>
    <w:rsid w:val="00E247EC"/>
    <w:rsid w:val="00E37949"/>
    <w:rsid w:val="00E37FB1"/>
    <w:rsid w:val="00E4346E"/>
    <w:rsid w:val="00E447B1"/>
    <w:rsid w:val="00E90A12"/>
    <w:rsid w:val="00E95B70"/>
    <w:rsid w:val="00EA45B3"/>
    <w:rsid w:val="00F229D0"/>
    <w:rsid w:val="00F32F0B"/>
    <w:rsid w:val="00F44645"/>
    <w:rsid w:val="00F45733"/>
    <w:rsid w:val="00F60E59"/>
    <w:rsid w:val="00F74CC9"/>
    <w:rsid w:val="00F75977"/>
    <w:rsid w:val="00F90851"/>
    <w:rsid w:val="00F927FF"/>
    <w:rsid w:val="00F9352A"/>
    <w:rsid w:val="00FA5771"/>
    <w:rsid w:val="00FA58C7"/>
    <w:rsid w:val="00FA61AA"/>
    <w:rsid w:val="00FA6DB4"/>
    <w:rsid w:val="00FC5346"/>
    <w:rsid w:val="00FE2339"/>
    <w:rsid w:val="00FE327A"/>
    <w:rsid w:val="00FE3D1D"/>
    <w:rsid w:val="00FE43AD"/>
    <w:rsid w:val="00FF4439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0F3EDC72"/>
  <w15:docId w15:val="{102DB5B3-7AE3-4BF4-9136-8D72D026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"/>
    <w:link w:val="Heading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7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546F0"/>
    <w:pPr>
      <w:jc w:val="left"/>
    </w:pPr>
    <w:rPr>
      <w:rFonts w:ascii="Calibri" w:eastAsiaTheme="minorHAnsi" w:hAnsi="Calibri" w:cstheme="minorBidi"/>
      <w:sz w:val="22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546F0"/>
    <w:rPr>
      <w:rFonts w:ascii="Calibri" w:eastAsiaTheme="minorHAnsi" w:hAnsi="Calibri" w:cstheme="minorBidi"/>
      <w:sz w:val="22"/>
      <w:szCs w:val="21"/>
      <w:lang w:val="en-GB"/>
    </w:rPr>
  </w:style>
  <w:style w:type="character" w:styleId="PlaceholderText">
    <w:name w:val="Placeholder Text"/>
    <w:basedOn w:val="DefaultParagraphFont"/>
    <w:uiPriority w:val="99"/>
    <w:semiHidden/>
    <w:rsid w:val="003D1FF8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D33DE0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502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8A663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2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mpegx.int-evry.fr/software/MPEG/PCC/TM/mpeg-pcc-tmc2/tags/release-v11.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isotc.iso.org/livelink/livelink/open/jtc1sc29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mytror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1FC7D34FA36479FFC10CE2D006DE5" ma:contentTypeVersion="12" ma:contentTypeDescription="Crée un document." ma:contentTypeScope="" ma:versionID="a5282b34e0f30ae3a1621b8106fe2d25">
  <xsd:schema xmlns:xsd="http://www.w3.org/2001/XMLSchema" xmlns:xs="http://www.w3.org/2001/XMLSchema" xmlns:p="http://schemas.microsoft.com/office/2006/metadata/properties" xmlns:ns2="f85a67f0-8655-4a55-86fa-d61181ca35ef" xmlns:ns3="d6c78897-e043-4ed3-ba94-812278ed6c10" targetNamespace="http://schemas.microsoft.com/office/2006/metadata/properties" ma:root="true" ma:fieldsID="d438b3239d7d6be09f998b3973ccffc7" ns2:_="" ns3:_="">
    <xsd:import namespace="f85a67f0-8655-4a55-86fa-d61181ca35ef"/>
    <xsd:import namespace="d6c78897-e043-4ed3-ba94-812278ed6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5a67f0-8655-4a55-86fa-d61181ca35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c78897-e043-4ed3-ba94-812278ed6c1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6A556A-8830-4DA3-B024-92A32A6564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5a67f0-8655-4a55-86fa-d61181ca35ef"/>
    <ds:schemaRef ds:uri="d6c78897-e043-4ed3-ba94-812278ed6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B07A3-21F9-49EE-B385-21C4024F35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6AB60-8C5A-4667-A474-318FBB2E1C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40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Company>ITSCJ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Dmytro Rusanovskyy</dc:creator>
  <cp:lastModifiedBy>Julien Ricard</cp:lastModifiedBy>
  <cp:revision>25</cp:revision>
  <dcterms:created xsi:type="dcterms:W3CDTF">2018-06-21T10:36:00Z</dcterms:created>
  <dcterms:modified xsi:type="dcterms:W3CDTF">2020-08-05T14:39:00Z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0x0101009341FC7D34FA36479FFC10CE2D006DE5</vt:lpwstr>
  </property>
</Properties>
</file>