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DBD8" w14:textId="77777777" w:rsidR="005C22BB" w:rsidRDefault="005C22BB" w:rsidP="005C22BB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12A312" wp14:editId="5006D476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5D88B" w14:textId="77777777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14B103B9" w14:textId="77777777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65E87EA9" w14:textId="6190452F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 xml:space="preserve">Convenorship: </w:t>
                            </w:r>
                            <w:r w:rsidR="00911EE8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Japan (JISC)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2A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28E5D88B" w14:textId="77777777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14B103B9" w14:textId="77777777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65E87EA9" w14:textId="6190452F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 xml:space="preserve">Convenorship: </w:t>
                      </w:r>
                      <w:r w:rsidR="00911EE8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Japan (JISC)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1119480" wp14:editId="0A7ABFFB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F6D9A" w14:textId="7C2CD27C" w:rsidR="005C22BB" w:rsidRPr="00BF0CA7" w:rsidRDefault="005C22BB" w:rsidP="005C22BB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  <w:lang w:val="pt-BR"/>
                              </w:rPr>
                            </w:pP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  <w:lang w:val="pt-BR"/>
                              </w:rPr>
                              <w:t>ISO/IEC JTC 1/SC 29/WG 11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  <w:lang w:val="pt-BR"/>
                              </w:rPr>
                              <w:t xml:space="preserve"> 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  <w:lang w:val="pt-BR"/>
                              </w:rPr>
                              <w:tab/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N</w:t>
                            </w:r>
                            <w:r w:rsidR="00EE1434"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  <w:lang w:val="pt-BR"/>
                              </w:rPr>
                              <w:t>1</w:t>
                            </w:r>
                            <w:r w:rsidR="00374B69"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  <w:lang w:val="pt-BR"/>
                              </w:rPr>
                              <w:t>9</w:t>
                            </w:r>
                            <w:r w:rsidR="00911EE8"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  <w:lang w:val="pt-BR"/>
                              </w:rPr>
                              <w:t>527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19480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50BF6D9A" w14:textId="7C2CD27C" w:rsidR="005C22BB" w:rsidRPr="00BF0CA7" w:rsidRDefault="005C22BB" w:rsidP="005C22BB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  <w:lang w:val="pt-BR"/>
                        </w:rPr>
                      </w:pPr>
                      <w:r w:rsidRPr="00BF0CA7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  <w:lang w:val="pt-BR"/>
                        </w:rPr>
                        <w:t>ISO/IEC JTC 1/SC 29/WG 11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  <w:lang w:val="pt-BR"/>
                        </w:rPr>
                        <w:t xml:space="preserve"> 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  <w:lang w:val="pt-BR"/>
                        </w:rPr>
                        <w:tab/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N</w:t>
                      </w:r>
                      <w:r w:rsidR="00EE1434"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  <w:lang w:val="pt-BR"/>
                        </w:rPr>
                        <w:t>1</w:t>
                      </w:r>
                      <w:r w:rsidR="00374B69"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  <w:lang w:val="pt-BR"/>
                        </w:rPr>
                        <w:t>9</w:t>
                      </w:r>
                      <w:r w:rsidR="00911EE8"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  <w:lang w:val="pt-BR"/>
                        </w:rPr>
                        <w:t>527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223AC9E" wp14:editId="4DA1F839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9BC7FD7" wp14:editId="2F8152D8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3A9B7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380DF48" w14:textId="77777777" w:rsidR="005C22BB" w:rsidRDefault="005C22BB" w:rsidP="005C22BB"/>
    <w:p w14:paraId="3202C9FD" w14:textId="77777777" w:rsidR="005C22BB" w:rsidRDefault="005C22BB" w:rsidP="005C22BB">
      <w:pPr>
        <w:spacing w:line="200" w:lineRule="exact"/>
        <w:rPr>
          <w:sz w:val="20"/>
          <w:szCs w:val="20"/>
        </w:rPr>
      </w:pPr>
    </w:p>
    <w:p w14:paraId="300BBA11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4CEDD8C5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BA1D90D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6B10BF9B" w14:textId="0C0FA3EB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r w:rsidR="00911EE8" w:rsidRPr="00911EE8">
        <w:rPr>
          <w:rFonts w:eastAsia="Times New Roman"/>
          <w:b/>
          <w:bCs/>
        </w:rPr>
        <w:t>EE4FE 2.6 mesh coding with V-PCC</w:t>
      </w:r>
    </w:p>
    <w:p w14:paraId="7C938F1F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43E6952B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FF564AA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Approved</w:t>
      </w:r>
    </w:p>
    <w:p w14:paraId="0423C9FE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6C08CF0A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28FBB48F" w14:textId="377F640F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="00374B69" w:rsidRPr="002423E7">
        <w:rPr>
          <w:rFonts w:eastAsia="Times New Roman"/>
          <w:b/>
          <w:bCs/>
          <w:spacing w:val="-6"/>
          <w:w w:val="107"/>
        </w:rPr>
        <w:t>2020</w:t>
      </w:r>
      <w:r w:rsidRPr="002423E7">
        <w:rPr>
          <w:rFonts w:eastAsia="Times New Roman"/>
          <w:b/>
          <w:bCs/>
          <w:spacing w:val="-3"/>
          <w:w w:val="119"/>
        </w:rPr>
        <w:t>-</w:t>
      </w:r>
      <w:r w:rsidR="00EB194A" w:rsidRPr="002423E7">
        <w:rPr>
          <w:rFonts w:eastAsia="Times New Roman"/>
          <w:b/>
          <w:bCs/>
          <w:spacing w:val="-6"/>
          <w:w w:val="107"/>
        </w:rPr>
        <w:t>0</w:t>
      </w:r>
      <w:r w:rsidR="00911EE8">
        <w:rPr>
          <w:rFonts w:eastAsia="Times New Roman"/>
          <w:b/>
          <w:bCs/>
          <w:spacing w:val="-6"/>
          <w:w w:val="107"/>
        </w:rPr>
        <w:t>9</w:t>
      </w:r>
      <w:r w:rsidR="00374B69" w:rsidRPr="002423E7">
        <w:rPr>
          <w:rFonts w:eastAsia="Times New Roman"/>
          <w:b/>
          <w:bCs/>
          <w:spacing w:val="-6"/>
          <w:w w:val="107"/>
        </w:rPr>
        <w:t>-</w:t>
      </w:r>
      <w:r w:rsidR="002423E7" w:rsidRPr="002423E7">
        <w:rPr>
          <w:rFonts w:eastAsia="Times New Roman"/>
          <w:b/>
          <w:bCs/>
          <w:spacing w:val="-6"/>
          <w:w w:val="107"/>
        </w:rPr>
        <w:t>29</w:t>
      </w:r>
    </w:p>
    <w:p w14:paraId="5B4AAA97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A7F381F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5D98F239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4F91634D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79B5EB6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E8D2883" w14:textId="389086ED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="00911EE8" w:rsidRPr="00911EE8">
        <w:rPr>
          <w:rFonts w:eastAsia="Times New Roman"/>
          <w:b/>
          <w:bCs/>
        </w:rPr>
        <w:t>Convenor, ISO/IEC JTC 1/SC 29/WG 11</w:t>
      </w:r>
    </w:p>
    <w:p w14:paraId="4857EC80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7018CC34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025EE1B4" w14:textId="7FD0AFF9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  <w:r w:rsidR="00887E54">
        <w:rPr>
          <w:rFonts w:eastAsia="Times New Roman"/>
          <w:b/>
          <w:bCs/>
        </w:rPr>
        <w:t>2</w:t>
      </w:r>
      <w:bookmarkStart w:id="0" w:name="_GoBack"/>
      <w:bookmarkEnd w:id="0"/>
    </w:p>
    <w:p w14:paraId="0D055EC8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2211CE77" w14:textId="77777777" w:rsidR="005C22BB" w:rsidRDefault="005C22BB" w:rsidP="005C22BB">
      <w:pPr>
        <w:spacing w:before="15" w:line="200" w:lineRule="exact"/>
        <w:rPr>
          <w:sz w:val="20"/>
          <w:szCs w:val="20"/>
        </w:rPr>
      </w:pPr>
    </w:p>
    <w:p w14:paraId="51840E34" w14:textId="02858040" w:rsidR="00911EE8" w:rsidRDefault="005C22BB" w:rsidP="005C22BB">
      <w:pPr>
        <w:tabs>
          <w:tab w:val="left" w:pos="2620"/>
        </w:tabs>
        <w:ind w:left="124" w:right="-20"/>
        <w:rPr>
          <w:rFonts w:eastAsia="Times New Roman"/>
          <w:b/>
          <w:bCs/>
          <w:w w:val="85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 w:rsidR="00911EE8">
        <w:rPr>
          <w:rFonts w:eastAsia="Times New Roman"/>
          <w:b/>
          <w:bCs/>
          <w:w w:val="85"/>
        </w:rPr>
        <w:t>:</w:t>
      </w:r>
      <w:r w:rsidR="00911EE8">
        <w:rPr>
          <w:rFonts w:eastAsia="Times New Roman"/>
          <w:b/>
          <w:bCs/>
          <w:w w:val="85"/>
        </w:rPr>
        <w:tab/>
      </w:r>
      <w:r w:rsidR="00911EE8">
        <w:rPr>
          <w:rFonts w:eastAsia="Times New Roman"/>
          <w:b/>
          <w:bCs/>
          <w:w w:val="85"/>
        </w:rPr>
        <w:tab/>
      </w:r>
      <w:hyperlink r:id="rId9" w:history="1">
        <w:r w:rsidR="00911EE8" w:rsidRPr="007A5259">
          <w:rPr>
            <w:rStyle w:val="Hyperlink"/>
            <w:rFonts w:eastAsia="Times New Roman"/>
            <w:b/>
            <w:bCs/>
            <w:w w:val="85"/>
          </w:rPr>
          <w:t>ostermann@tnt.uni-hannover.de</w:t>
        </w:r>
      </w:hyperlink>
    </w:p>
    <w:p w14:paraId="45C41782" w14:textId="5695D61D" w:rsidR="005C22BB" w:rsidRDefault="005C22BB" w:rsidP="005C22BB">
      <w:pPr>
        <w:spacing w:line="200" w:lineRule="exact"/>
        <w:rPr>
          <w:sz w:val="20"/>
          <w:szCs w:val="20"/>
        </w:rPr>
      </w:pPr>
    </w:p>
    <w:p w14:paraId="4D440B15" w14:textId="77777777" w:rsidR="00911EE8" w:rsidRDefault="00911EE8" w:rsidP="005C22BB">
      <w:pPr>
        <w:spacing w:line="200" w:lineRule="exact"/>
        <w:rPr>
          <w:sz w:val="20"/>
          <w:szCs w:val="20"/>
        </w:rPr>
      </w:pPr>
    </w:p>
    <w:p w14:paraId="0EC6C2D7" w14:textId="758DD2D1" w:rsidR="005C22BB" w:rsidRDefault="005C22BB" w:rsidP="005C22BB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 w:rsidR="00911EE8">
        <w:rPr>
          <w:rFonts w:eastAsia="Times New Roman"/>
          <w:b/>
          <w:bCs/>
        </w:rPr>
        <w:t>:</w:t>
      </w:r>
      <w:r w:rsidR="00911EE8">
        <w:rPr>
          <w:rFonts w:eastAsia="Times New Roman"/>
          <w:b/>
          <w:bCs/>
        </w:rPr>
        <w:tab/>
      </w:r>
      <w:r w:rsidR="00911EE8">
        <w:rPr>
          <w:rFonts w:eastAsia="Times New Roman"/>
          <w:b/>
          <w:bCs/>
        </w:rPr>
        <w:tab/>
      </w:r>
      <w:hyperlink r:id="rId10" w:history="1">
        <w:r w:rsidR="00911EE8" w:rsidRPr="007A5259">
          <w:rPr>
            <w:rStyle w:val="Hyperlink"/>
            <w:rFonts w:eastAsia="Times New Roman"/>
            <w:b/>
            <w:bCs/>
          </w:rPr>
          <w:t>http://isotc.iso.org/livelink/livelink/open/jtc1sc29</w:t>
        </w:r>
      </w:hyperlink>
    </w:p>
    <w:p w14:paraId="33EF28E9" w14:textId="77777777" w:rsidR="00911EE8" w:rsidRDefault="00911EE8" w:rsidP="00911EE8">
      <w:pPr>
        <w:spacing w:line="200" w:lineRule="exact"/>
        <w:rPr>
          <w:sz w:val="20"/>
          <w:szCs w:val="20"/>
        </w:rPr>
      </w:pPr>
    </w:p>
    <w:p w14:paraId="7A2D5D69" w14:textId="77777777" w:rsidR="005C22BB" w:rsidRDefault="005C22BB" w:rsidP="005C22BB">
      <w:pPr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396584E6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06A839DC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7EC05947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342DE703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60043F6C" w14:textId="77777777" w:rsidR="005C22BB" w:rsidRDefault="005C22BB" w:rsidP="005C22BB"/>
    <w:p w14:paraId="1E01EA34" w14:textId="04D20C87" w:rsidR="005C22BB" w:rsidRPr="00CB6FF9" w:rsidRDefault="005C22BB" w:rsidP="005C22BB">
      <w:pPr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>
        <w:rPr>
          <w:rFonts w:eastAsia="SimSun"/>
          <w:b/>
          <w:sz w:val="48"/>
          <w:lang w:val="fr-FR" w:eastAsia="zh-CN"/>
        </w:rPr>
        <w:t>1</w:t>
      </w:r>
      <w:r w:rsidR="00374B69">
        <w:rPr>
          <w:rFonts w:eastAsia="SimSun"/>
          <w:b/>
          <w:sz w:val="48"/>
          <w:lang w:val="fr-FR" w:eastAsia="zh-CN"/>
        </w:rPr>
        <w:t>9</w:t>
      </w:r>
      <w:r w:rsidR="001F1D52">
        <w:rPr>
          <w:rFonts w:eastAsia="SimSun"/>
          <w:b/>
          <w:sz w:val="48"/>
          <w:lang w:val="fr-FR" w:eastAsia="zh-CN"/>
        </w:rPr>
        <w:t>527</w:t>
      </w:r>
    </w:p>
    <w:p w14:paraId="4A8289CF" w14:textId="59164CE6" w:rsidR="005C22BB" w:rsidRDefault="008F206B" w:rsidP="00EB194A">
      <w:pPr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Online</w:t>
      </w:r>
      <w:r w:rsidR="00B873A5">
        <w:rPr>
          <w:rFonts w:eastAsia="SimSun"/>
          <w:b/>
          <w:sz w:val="28"/>
          <w:lang w:val="fr-FR" w:eastAsia="zh-CN"/>
        </w:rPr>
        <w:t xml:space="preserve"> </w:t>
      </w:r>
      <w:r w:rsidR="00EB194A">
        <w:rPr>
          <w:rFonts w:eastAsia="SimSun"/>
          <w:b/>
          <w:sz w:val="28"/>
          <w:lang w:val="fr-FR" w:eastAsia="zh-CN"/>
        </w:rPr>
        <w:t xml:space="preserve">– </w:t>
      </w:r>
      <w:r w:rsidR="001F1D52">
        <w:rPr>
          <w:rFonts w:eastAsia="SimSun"/>
          <w:b/>
          <w:sz w:val="28"/>
          <w:lang w:val="fr-FR" w:eastAsia="zh-CN"/>
        </w:rPr>
        <w:t>June</w:t>
      </w:r>
      <w:r w:rsidR="00B873A5">
        <w:rPr>
          <w:rFonts w:eastAsia="SimSun"/>
          <w:b/>
          <w:sz w:val="28"/>
          <w:lang w:val="fr-FR" w:eastAsia="zh-CN"/>
        </w:rPr>
        <w:t xml:space="preserve"> 2020</w:t>
      </w:r>
    </w:p>
    <w:p w14:paraId="0CED9787" w14:textId="77777777" w:rsidR="005C22BB" w:rsidRPr="00CB6FF9" w:rsidRDefault="005C22BB" w:rsidP="005C22BB">
      <w:pPr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4603"/>
      </w:tblGrid>
      <w:tr w:rsidR="005C22BB" w:rsidRPr="00CB6FF9" w14:paraId="446EEDEF" w14:textId="77777777" w:rsidTr="00D14220">
        <w:tc>
          <w:tcPr>
            <w:tcW w:w="0" w:type="auto"/>
            <w:shd w:val="clear" w:color="auto" w:fill="auto"/>
          </w:tcPr>
          <w:p w14:paraId="11DADAE8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140CA6FD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1F1D52" w:rsidRPr="00CB6FF9" w14:paraId="100AAA24" w14:textId="77777777" w:rsidTr="00D14220">
        <w:tc>
          <w:tcPr>
            <w:tcW w:w="0" w:type="auto"/>
            <w:shd w:val="clear" w:color="auto" w:fill="auto"/>
          </w:tcPr>
          <w:p w14:paraId="1C051ACC" w14:textId="78B2FD7A" w:rsidR="001F1D52" w:rsidRPr="00CB6FF9" w:rsidRDefault="001F1D52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Status</w:t>
            </w:r>
          </w:p>
        </w:tc>
        <w:tc>
          <w:tcPr>
            <w:tcW w:w="0" w:type="auto"/>
            <w:shd w:val="clear" w:color="auto" w:fill="auto"/>
          </w:tcPr>
          <w:p w14:paraId="0AE1B5DE" w14:textId="04BEA29C" w:rsidR="001F1D52" w:rsidRDefault="001F1D52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Output document</w:t>
            </w:r>
          </w:p>
        </w:tc>
      </w:tr>
      <w:tr w:rsidR="005C22BB" w:rsidRPr="00CB6FF9" w14:paraId="6AF8D380" w14:textId="77777777" w:rsidTr="00D14220">
        <w:tc>
          <w:tcPr>
            <w:tcW w:w="0" w:type="auto"/>
            <w:shd w:val="clear" w:color="auto" w:fill="auto"/>
          </w:tcPr>
          <w:p w14:paraId="6EAAC23D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27EA84E3" w14:textId="5B4644AD" w:rsidR="005C22BB" w:rsidRPr="00CB6FF9" w:rsidRDefault="00EE1434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EE1434">
              <w:rPr>
                <w:rFonts w:eastAsia="SimSun"/>
                <w:b/>
                <w:sz w:val="28"/>
                <w:lang w:val="fr-FR" w:eastAsia="zh-CN"/>
              </w:rPr>
              <w:t xml:space="preserve">EE4FE 2.6 mesh coding </w:t>
            </w:r>
            <w:r w:rsidRPr="004E5A32">
              <w:rPr>
                <w:rFonts w:eastAsia="SimSun"/>
                <w:b/>
                <w:sz w:val="28"/>
                <w:lang w:val="en-CA" w:eastAsia="zh-CN"/>
              </w:rPr>
              <w:t>with</w:t>
            </w:r>
            <w:r w:rsidRPr="00EE1434">
              <w:rPr>
                <w:rFonts w:eastAsia="SimSun"/>
                <w:b/>
                <w:sz w:val="28"/>
                <w:lang w:val="fr-FR" w:eastAsia="zh-CN"/>
              </w:rPr>
              <w:t xml:space="preserve"> V-PCC</w:t>
            </w:r>
          </w:p>
        </w:tc>
      </w:tr>
      <w:tr w:rsidR="005C22BB" w:rsidRPr="00CB6FF9" w14:paraId="046B0A1D" w14:textId="77777777" w:rsidTr="00D14220">
        <w:tc>
          <w:tcPr>
            <w:tcW w:w="0" w:type="auto"/>
            <w:shd w:val="clear" w:color="auto" w:fill="auto"/>
          </w:tcPr>
          <w:p w14:paraId="66D6C9F0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Authors:</w:t>
            </w:r>
          </w:p>
        </w:tc>
        <w:tc>
          <w:tcPr>
            <w:tcW w:w="0" w:type="auto"/>
            <w:shd w:val="clear" w:color="auto" w:fill="auto"/>
          </w:tcPr>
          <w:p w14:paraId="590DE084" w14:textId="3CDC6A37" w:rsidR="005C22BB" w:rsidRPr="00CB6FF9" w:rsidRDefault="00374B69" w:rsidP="00374B69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Rajan</w:t>
            </w:r>
            <w:r w:rsidR="003501FF">
              <w:rPr>
                <w:rFonts w:eastAsia="SimSun"/>
                <w:b/>
                <w:sz w:val="28"/>
                <w:lang w:val="fr-FR" w:eastAsia="zh-CN"/>
              </w:rPr>
              <w:t xml:space="preserve"> </w:t>
            </w:r>
            <w:r>
              <w:rPr>
                <w:rFonts w:eastAsia="SimSun"/>
                <w:b/>
                <w:sz w:val="28"/>
                <w:lang w:val="fr-FR" w:eastAsia="zh-CN"/>
              </w:rPr>
              <w:t>Joshi</w:t>
            </w:r>
            <w:r w:rsidR="001F1D52">
              <w:rPr>
                <w:rFonts w:eastAsia="SimSun"/>
                <w:b/>
                <w:sz w:val="28"/>
                <w:lang w:val="fr-FR" w:eastAsia="zh-CN"/>
              </w:rPr>
              <w:t xml:space="preserve"> and Danillo Graziosi</w:t>
            </w:r>
          </w:p>
        </w:tc>
      </w:tr>
    </w:tbl>
    <w:p w14:paraId="35D06E8D" w14:textId="12299781" w:rsidR="007269BF" w:rsidRPr="00232235" w:rsidRDefault="007269BF" w:rsidP="00232FB2">
      <w:pPr>
        <w:pStyle w:val="Heading1"/>
        <w:rPr>
          <w:lang w:val="en-CA"/>
        </w:rPr>
      </w:pPr>
      <w:r w:rsidRPr="00232235">
        <w:t>Introduction</w:t>
      </w:r>
    </w:p>
    <w:p w14:paraId="2B5D4E8E" w14:textId="1D0CC406" w:rsidR="005A4B59" w:rsidRPr="00714AB0" w:rsidRDefault="00714AB0" w:rsidP="00D54EDE">
      <w:pPr>
        <w:spacing w:before="120" w:after="120"/>
        <w:contextualSpacing/>
        <w:rPr>
          <w:lang w:val="en-CA"/>
        </w:rPr>
      </w:pPr>
      <w:r w:rsidRPr="00822E74">
        <w:rPr>
          <w:szCs w:val="22"/>
          <w:lang w:val="en-CA"/>
        </w:rPr>
        <w:t xml:space="preserve">This document provides a description of </w:t>
      </w:r>
      <w:r w:rsidRPr="006C20C2">
        <w:rPr>
          <w:szCs w:val="22"/>
          <w:lang w:val="en-CA"/>
        </w:rPr>
        <w:t>E</w:t>
      </w:r>
      <w:r>
        <w:rPr>
          <w:szCs w:val="22"/>
          <w:lang w:val="en-CA"/>
        </w:rPr>
        <w:t xml:space="preserve">xploratory </w:t>
      </w:r>
      <w:r w:rsidRPr="006C20C2">
        <w:rPr>
          <w:szCs w:val="22"/>
          <w:lang w:val="en-CA"/>
        </w:rPr>
        <w:t>E</w:t>
      </w:r>
      <w:r>
        <w:rPr>
          <w:szCs w:val="22"/>
          <w:lang w:val="en-CA"/>
        </w:rPr>
        <w:t>xperiment</w:t>
      </w:r>
      <w:r w:rsidRPr="006C20C2">
        <w:rPr>
          <w:szCs w:val="22"/>
          <w:lang w:val="en-CA"/>
        </w:rPr>
        <w:t xml:space="preserve"> </w:t>
      </w:r>
      <w:r w:rsidR="00EE1434">
        <w:rPr>
          <w:szCs w:val="22"/>
          <w:lang w:val="en-CA"/>
        </w:rPr>
        <w:t xml:space="preserve">EE4FE </w:t>
      </w:r>
      <w:r w:rsidRPr="006C20C2">
        <w:rPr>
          <w:szCs w:val="22"/>
          <w:lang w:val="en-CA"/>
        </w:rPr>
        <w:t>2.6</w:t>
      </w:r>
      <w:r>
        <w:rPr>
          <w:szCs w:val="22"/>
          <w:lang w:val="en-CA"/>
        </w:rPr>
        <w:t xml:space="preserve"> on </w:t>
      </w:r>
      <w:r w:rsidR="00BC78EC">
        <w:rPr>
          <w:szCs w:val="22"/>
          <w:lang w:val="en-CA"/>
        </w:rPr>
        <w:t xml:space="preserve">dynamic mesh generation and </w:t>
      </w:r>
      <w:r>
        <w:rPr>
          <w:szCs w:val="22"/>
          <w:lang w:val="en-CA"/>
        </w:rPr>
        <w:t>mesh coding with V-PCC</w:t>
      </w:r>
      <w:r>
        <w:rPr>
          <w:lang w:val="en-CA"/>
        </w:rPr>
        <w:t>.</w:t>
      </w:r>
    </w:p>
    <w:p w14:paraId="05324003" w14:textId="26F91D90" w:rsidR="00D77A77" w:rsidRPr="00232235" w:rsidRDefault="00BA1025" w:rsidP="00963524">
      <w:pPr>
        <w:pStyle w:val="Heading1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Mandates </w:t>
      </w:r>
    </w:p>
    <w:p w14:paraId="6EB7833F" w14:textId="68284710" w:rsidR="00266EF2" w:rsidRDefault="00BA1025" w:rsidP="00D54EDE">
      <w:pPr>
        <w:spacing w:before="120" w:after="120"/>
        <w:contextualSpacing/>
        <w:rPr>
          <w:lang w:val="pt-BR" w:eastAsia="ko-KR"/>
        </w:rPr>
      </w:pPr>
      <w:r>
        <w:rPr>
          <w:lang w:val="pt-BR" w:eastAsia="ko-KR"/>
        </w:rPr>
        <w:t>The m</w:t>
      </w:r>
      <w:r w:rsidR="005C484E" w:rsidRPr="00822E74">
        <w:rPr>
          <w:lang w:val="pt-BR" w:eastAsia="ko-KR"/>
        </w:rPr>
        <w:t xml:space="preserve">andates for </w:t>
      </w:r>
      <w:r w:rsidR="00510898">
        <w:rPr>
          <w:lang w:val="pt-BR" w:eastAsia="ko-KR"/>
        </w:rPr>
        <w:t>EE4F</w:t>
      </w:r>
      <w:r w:rsidR="00714AB0">
        <w:rPr>
          <w:lang w:val="pt-BR" w:eastAsia="ko-KR"/>
        </w:rPr>
        <w:t>E</w:t>
      </w:r>
      <w:r>
        <w:rPr>
          <w:lang w:val="pt-BR" w:eastAsia="ko-KR"/>
        </w:rPr>
        <w:t xml:space="preserve"> </w:t>
      </w:r>
      <w:r w:rsidR="00714AB0">
        <w:rPr>
          <w:lang w:val="pt-BR" w:eastAsia="ko-KR"/>
        </w:rPr>
        <w:t>2.6</w:t>
      </w:r>
      <w:r w:rsidR="00232FB2">
        <w:rPr>
          <w:lang w:val="pt-BR" w:eastAsia="ko-KR"/>
        </w:rPr>
        <w:t xml:space="preserve"> </w:t>
      </w:r>
      <w:r w:rsidR="005C484E" w:rsidRPr="00822E74">
        <w:rPr>
          <w:lang w:val="pt-BR" w:eastAsia="ko-KR"/>
        </w:rPr>
        <w:t>are as follows:</w:t>
      </w:r>
    </w:p>
    <w:p w14:paraId="14BEF0DA" w14:textId="0DC8E303" w:rsidR="00714AB0" w:rsidRDefault="00714AB0" w:rsidP="00D54EDE">
      <w:pPr>
        <w:pStyle w:val="ListParagraph"/>
        <w:numPr>
          <w:ilvl w:val="0"/>
          <w:numId w:val="7"/>
        </w:numPr>
        <w:spacing w:before="120" w:after="120"/>
        <w:contextualSpacing/>
        <w:rPr>
          <w:rFonts w:ascii="Times New Roman" w:eastAsia="MS Mincho" w:hAnsi="Times New Roman"/>
          <w:sz w:val="24"/>
          <w:lang w:val="en-CA"/>
        </w:rPr>
      </w:pPr>
      <w:r>
        <w:rPr>
          <w:rFonts w:ascii="Times New Roman" w:eastAsia="MS Mincho" w:hAnsi="Times New Roman"/>
          <w:sz w:val="24"/>
          <w:lang w:val="en-CA"/>
        </w:rPr>
        <w:t>Collect dynamic mesh content.</w:t>
      </w:r>
    </w:p>
    <w:p w14:paraId="6EB9B2D8" w14:textId="2124CE1E" w:rsidR="00BC78EC" w:rsidRDefault="00BC78EC" w:rsidP="00D54EDE">
      <w:pPr>
        <w:pStyle w:val="ListParagraph"/>
        <w:numPr>
          <w:ilvl w:val="0"/>
          <w:numId w:val="7"/>
        </w:numPr>
        <w:spacing w:before="120" w:after="120"/>
        <w:contextualSpacing/>
        <w:rPr>
          <w:rFonts w:ascii="Times New Roman" w:eastAsia="MS Mincho" w:hAnsi="Times New Roman"/>
          <w:sz w:val="24"/>
          <w:lang w:val="en-CA"/>
        </w:rPr>
      </w:pPr>
      <w:r>
        <w:rPr>
          <w:rFonts w:ascii="Times New Roman" w:eastAsia="MS Mincho" w:hAnsi="Times New Roman"/>
          <w:sz w:val="24"/>
          <w:lang w:val="en-CA"/>
        </w:rPr>
        <w:t>Study methods for generation of dense and sparse meshes with per-vertex texture and texture maps</w:t>
      </w:r>
    </w:p>
    <w:p w14:paraId="05483444" w14:textId="5415848C" w:rsidR="00921486" w:rsidRDefault="00714AB0" w:rsidP="00D54EDE">
      <w:pPr>
        <w:pStyle w:val="ListParagraph"/>
        <w:numPr>
          <w:ilvl w:val="0"/>
          <w:numId w:val="7"/>
        </w:numPr>
        <w:spacing w:before="120" w:after="120"/>
        <w:contextualSpacing/>
        <w:rPr>
          <w:rFonts w:ascii="Times New Roman" w:eastAsia="MS Mincho" w:hAnsi="Times New Roman"/>
          <w:sz w:val="24"/>
          <w:lang w:val="en-CA"/>
        </w:rPr>
      </w:pPr>
      <w:r w:rsidRPr="00714AB0">
        <w:rPr>
          <w:rFonts w:ascii="Times New Roman" w:eastAsia="MS Mincho" w:hAnsi="Times New Roman"/>
          <w:sz w:val="24"/>
          <w:lang w:val="en-CA"/>
        </w:rPr>
        <w:t>Study mesh coding extension to V</w:t>
      </w:r>
      <w:r w:rsidR="006F603D">
        <w:rPr>
          <w:rFonts w:ascii="Times New Roman" w:eastAsia="MS Mincho" w:hAnsi="Times New Roman"/>
          <w:sz w:val="24"/>
          <w:lang w:val="en-CA"/>
        </w:rPr>
        <w:t>-</w:t>
      </w:r>
      <w:r w:rsidRPr="00714AB0">
        <w:rPr>
          <w:rFonts w:ascii="Times New Roman" w:eastAsia="MS Mincho" w:hAnsi="Times New Roman"/>
          <w:sz w:val="24"/>
          <w:lang w:val="en-CA"/>
        </w:rPr>
        <w:t>PCC.</w:t>
      </w:r>
      <w:r>
        <w:rPr>
          <w:rFonts w:ascii="Times New Roman" w:eastAsia="MS Mincho" w:hAnsi="Times New Roman"/>
          <w:sz w:val="24"/>
          <w:lang w:val="en-CA"/>
        </w:rPr>
        <w:t xml:space="preserve"> </w:t>
      </w:r>
    </w:p>
    <w:p w14:paraId="43CAB50D" w14:textId="711E4024" w:rsidR="00714AB0" w:rsidRPr="00714AB0" w:rsidRDefault="00714AB0" w:rsidP="00D54EDE">
      <w:pPr>
        <w:pStyle w:val="ListParagraph"/>
        <w:numPr>
          <w:ilvl w:val="0"/>
          <w:numId w:val="7"/>
        </w:numPr>
        <w:spacing w:before="120" w:after="120"/>
        <w:contextualSpacing/>
        <w:rPr>
          <w:rFonts w:ascii="Times New Roman" w:eastAsia="MS Mincho" w:hAnsi="Times New Roman"/>
          <w:sz w:val="24"/>
          <w:lang w:val="en-CA"/>
        </w:rPr>
      </w:pPr>
      <w:r w:rsidRPr="00714AB0">
        <w:rPr>
          <w:rFonts w:ascii="Times New Roman" w:eastAsia="MS Mincho" w:hAnsi="Times New Roman"/>
          <w:sz w:val="24"/>
          <w:lang w:val="en-CA"/>
        </w:rPr>
        <w:t>Work toward</w:t>
      </w:r>
      <w:r w:rsidR="001C7CAE">
        <w:rPr>
          <w:rFonts w:ascii="Times New Roman" w:eastAsia="MS Mincho" w:hAnsi="Times New Roman"/>
          <w:sz w:val="24"/>
          <w:lang w:val="en-CA"/>
        </w:rPr>
        <w:t>s</w:t>
      </w:r>
      <w:r w:rsidRPr="00714AB0">
        <w:rPr>
          <w:rFonts w:ascii="Times New Roman" w:eastAsia="MS Mincho" w:hAnsi="Times New Roman"/>
          <w:sz w:val="24"/>
          <w:lang w:val="en-CA"/>
        </w:rPr>
        <w:t xml:space="preserve"> </w:t>
      </w:r>
      <w:r w:rsidR="00921486">
        <w:rPr>
          <w:rFonts w:ascii="Times New Roman" w:eastAsia="MS Mincho" w:hAnsi="Times New Roman"/>
          <w:sz w:val="24"/>
          <w:lang w:val="en-CA"/>
        </w:rPr>
        <w:t>eventual development</w:t>
      </w:r>
      <w:r w:rsidRPr="00714AB0">
        <w:rPr>
          <w:rFonts w:ascii="Times New Roman" w:eastAsia="MS Mincho" w:hAnsi="Times New Roman"/>
          <w:sz w:val="24"/>
          <w:lang w:val="en-CA"/>
        </w:rPr>
        <w:t xml:space="preserve"> </w:t>
      </w:r>
      <w:r w:rsidR="00626AB9">
        <w:rPr>
          <w:rFonts w:ascii="Times New Roman" w:eastAsia="MS Mincho" w:hAnsi="Times New Roman"/>
          <w:sz w:val="24"/>
          <w:lang w:val="en-CA"/>
        </w:rPr>
        <w:t xml:space="preserve">of </w:t>
      </w:r>
      <w:r w:rsidRPr="00714AB0">
        <w:rPr>
          <w:rFonts w:ascii="Times New Roman" w:eastAsia="MS Mincho" w:hAnsi="Times New Roman"/>
          <w:sz w:val="24"/>
          <w:lang w:val="en-CA"/>
        </w:rPr>
        <w:t>test model, anchors, and CTC.</w:t>
      </w:r>
    </w:p>
    <w:p w14:paraId="57D0E482" w14:textId="2C768104" w:rsidR="005C484E" w:rsidRPr="00232235" w:rsidRDefault="005C484E" w:rsidP="00232FB2">
      <w:pPr>
        <w:pStyle w:val="Heading1"/>
        <w:rPr>
          <w:lang w:val="en-CA"/>
        </w:rPr>
      </w:pPr>
      <w:r w:rsidRPr="00232235">
        <w:rPr>
          <w:lang w:val="en-CA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2690"/>
        <w:gridCol w:w="3937"/>
        <w:gridCol w:w="1424"/>
      </w:tblGrid>
      <w:tr w:rsidR="005C484E" w:rsidRPr="00822E74" w14:paraId="326A999F" w14:textId="77777777" w:rsidTr="003E2707">
        <w:trPr>
          <w:jc w:val="center"/>
        </w:trPr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DB4312" w14:textId="77777777" w:rsidR="005C484E" w:rsidRPr="00822E74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szCs w:val="20"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8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A8B5FA" w14:textId="77777777" w:rsidR="005C484E" w:rsidRPr="006E03C7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zh-CN"/>
              </w:rPr>
            </w:pPr>
            <w:r w:rsidRPr="006E03C7">
              <w:rPr>
                <w:rFonts w:eastAsiaTheme="minorEastAsia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1C59E049" w14:textId="77777777" w:rsidR="005C484E" w:rsidRPr="00822E74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b/>
                <w:bCs/>
                <w:i/>
                <w:iCs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3EFE074B" w14:textId="77777777" w:rsidR="005C484E" w:rsidRPr="00822E74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b/>
                <w:bCs/>
                <w:i/>
                <w:iCs/>
                <w:lang w:eastAsia="ko-KR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EC14C5" w:rsidRPr="00822E74" w14:paraId="6BA05E2A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3EAF1" w14:textId="47DFB819" w:rsidR="00EC14C5" w:rsidRPr="00822E74" w:rsidRDefault="00EC14C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Samsung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1345E" w14:textId="0E9B2CA4" w:rsidR="00374B69" w:rsidRDefault="00374B69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Rajan Joshi</w:t>
            </w:r>
          </w:p>
          <w:p w14:paraId="0E70BC30" w14:textId="77777777" w:rsidR="00921486" w:rsidRDefault="00EC14C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Madhukar Budagavi</w:t>
            </w:r>
          </w:p>
          <w:p w14:paraId="53C8EEE6" w14:textId="0924B30C" w:rsidR="008F206B" w:rsidRPr="00822E74" w:rsidRDefault="008F206B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Esmaeil Faramarzi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DBF7" w14:textId="41E783EE" w:rsidR="00374B69" w:rsidRDefault="00A23A00" w:rsidP="00D54EDE">
            <w:pPr>
              <w:keepNext/>
              <w:keepLines/>
              <w:spacing w:before="120" w:after="120"/>
              <w:jc w:val="center"/>
            </w:pPr>
            <w:hyperlink r:id="rId11" w:history="1">
              <w:r w:rsidR="00911EE8" w:rsidRPr="00BF7589">
                <w:rPr>
                  <w:rStyle w:val="Hyperlink"/>
                </w:rPr>
                <w:t>r.joshi@samsung.com</w:t>
              </w:r>
            </w:hyperlink>
          </w:p>
          <w:p w14:paraId="6A900269" w14:textId="77777777" w:rsidR="00921486" w:rsidRDefault="00A23A00" w:rsidP="00D54EDE">
            <w:pPr>
              <w:keepNext/>
              <w:keepLines/>
              <w:spacing w:before="120" w:after="120"/>
              <w:jc w:val="center"/>
              <w:rPr>
                <w:rStyle w:val="Hyperlink"/>
                <w:rFonts w:eastAsia="Times New Roman"/>
                <w:lang w:eastAsia="zh-CN"/>
              </w:rPr>
            </w:pPr>
            <w:hyperlink r:id="rId12" w:history="1">
              <w:r w:rsidR="00DD576E" w:rsidRPr="00540229">
                <w:rPr>
                  <w:rStyle w:val="Hyperlink"/>
                  <w:rFonts w:eastAsia="Times New Roman"/>
                  <w:lang w:eastAsia="zh-CN"/>
                </w:rPr>
                <w:t>m.budagavi@samsung.com</w:t>
              </w:r>
            </w:hyperlink>
          </w:p>
          <w:p w14:paraId="5E81D51B" w14:textId="77C85368" w:rsidR="008F206B" w:rsidRPr="00374B69" w:rsidRDefault="008F206B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color w:val="0000FF"/>
                <w:u w:val="single"/>
                <w:lang w:eastAsia="zh-CN"/>
              </w:rPr>
            </w:pPr>
            <w:r>
              <w:rPr>
                <w:rStyle w:val="Hyperlink"/>
                <w:rFonts w:eastAsia="Times New Roman"/>
                <w:lang w:eastAsia="zh-CN"/>
              </w:rPr>
              <w:t>e.faramarzi@samsung.com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47B3" w14:textId="1B3B6F41" w:rsidR="00EC14C5" w:rsidRPr="00822E74" w:rsidRDefault="003410BC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zh-CN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183B5BD4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068B4" w14:textId="5B43CE02" w:rsidR="00403C06" w:rsidRDefault="00D9108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Apple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DB2E8" w14:textId="53260AFD" w:rsidR="00403C06" w:rsidRDefault="00D9108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Khaled Mammou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4F3D" w14:textId="3B7AEE1C" w:rsidR="00403C06" w:rsidRPr="00BA1025" w:rsidRDefault="00A23A00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hyperlink r:id="rId13" w:history="1">
              <w:r w:rsidR="00D91085" w:rsidRPr="009B3878">
                <w:rPr>
                  <w:rStyle w:val="Hyperlink"/>
                  <w:rFonts w:eastAsia="Times New Roman"/>
                  <w:lang w:eastAsia="zh-CN"/>
                </w:rPr>
                <w:t>kmammou@apple.com</w:t>
              </w:r>
            </w:hyperlink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B2A6" w14:textId="5BA00C42" w:rsidR="00403C06" w:rsidRDefault="003410BC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36E0429F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A83372" w14:textId="08BBAF45" w:rsidR="00403C06" w:rsidRPr="00065D24" w:rsidRDefault="006369BA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Sony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A5416" w14:textId="0EA662E3" w:rsidR="00403C06" w:rsidRPr="00074453" w:rsidRDefault="006369BA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 w:rsidRPr="006369BA">
              <w:rPr>
                <w:rFonts w:eastAsia="Times New Roman"/>
                <w:lang w:eastAsia="zh-CN"/>
              </w:rPr>
              <w:t>Danillo.Graziosi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A843" w14:textId="498E5542" w:rsidR="00403C06" w:rsidRPr="00B5794B" w:rsidRDefault="00A23A00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hyperlink r:id="rId14" w:history="1">
              <w:r w:rsidR="006369BA" w:rsidRPr="009B3878">
                <w:rPr>
                  <w:rStyle w:val="Hyperlink"/>
                  <w:rFonts w:eastAsia="Times New Roman"/>
                  <w:lang w:eastAsia="zh-CN"/>
                </w:rPr>
                <w:t>Danillo.Graziosi@sony.com</w:t>
              </w:r>
            </w:hyperlink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D03C" w14:textId="613B8A80" w:rsidR="00403C06" w:rsidRPr="00074453" w:rsidRDefault="003410BC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418732C0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FD3E2" w14:textId="76412604" w:rsidR="00403C06" w:rsidRPr="00074453" w:rsidRDefault="00602974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IMT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03895" w14:textId="50347A38" w:rsidR="00403C06" w:rsidRPr="00074453" w:rsidRDefault="00602974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 w:rsidRPr="00602974">
              <w:rPr>
                <w:rFonts w:eastAsiaTheme="minorEastAsia"/>
                <w:lang w:eastAsia="ja-JP"/>
              </w:rPr>
              <w:t>Chao Cao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5770" w14:textId="00F675B5" w:rsidR="00403C06" w:rsidRPr="00B5794B" w:rsidRDefault="00A23A00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hyperlink r:id="rId15" w:history="1">
              <w:r w:rsidR="00602974" w:rsidRPr="009B3878">
                <w:rPr>
                  <w:rStyle w:val="Hyperlink"/>
                  <w:rFonts w:eastAsia="Times New Roman"/>
                  <w:lang w:eastAsia="zh-CN"/>
                </w:rPr>
                <w:t>cao_chao@telecom-sudparis.eu</w:t>
              </w:r>
            </w:hyperlink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4894" w14:textId="7B292AC8" w:rsidR="00403C06" w:rsidRPr="00074453" w:rsidRDefault="003410BC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lang w:val="pt-BR"/>
              </w:rPr>
              <w:t>Participant</w:t>
            </w:r>
          </w:p>
        </w:tc>
      </w:tr>
      <w:tr w:rsidR="00C04124" w:rsidRPr="00822E74" w14:paraId="5CF7E3C0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7D1203" w14:textId="5CC117A9" w:rsidR="00C04124" w:rsidRDefault="00C04124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Futurewei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8ECF5" w14:textId="395ADA79" w:rsidR="00C04124" w:rsidRPr="00602974" w:rsidRDefault="00C04124" w:rsidP="00C04124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Vladyslav Zakharchenko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5430" w14:textId="5D064A59" w:rsidR="00C04124" w:rsidRPr="00602974" w:rsidRDefault="00A23A00" w:rsidP="004E0F8B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hyperlink r:id="rId16" w:history="1">
              <w:r w:rsidR="00C04124" w:rsidRPr="009B3878">
                <w:rPr>
                  <w:rStyle w:val="Hyperlink"/>
                  <w:rFonts w:eastAsiaTheme="minorEastAsia"/>
                  <w:lang w:eastAsia="ja-JP"/>
                </w:rPr>
                <w:t>vladyslav.zakharchenko@</w:t>
              </w:r>
              <w:r w:rsidR="004E0F8B" w:rsidRPr="009B3878">
                <w:rPr>
                  <w:rStyle w:val="Hyperlink"/>
                  <w:rFonts w:eastAsiaTheme="minorEastAsia"/>
                  <w:lang w:eastAsia="ja-JP"/>
                </w:rPr>
                <w:t>futurewei</w:t>
              </w:r>
              <w:r w:rsidR="00C04124" w:rsidRPr="009B3878">
                <w:rPr>
                  <w:rStyle w:val="Hyperlink"/>
                  <w:rFonts w:eastAsiaTheme="minorEastAsia"/>
                  <w:lang w:eastAsia="ja-JP"/>
                </w:rPr>
                <w:t>.com</w:t>
              </w:r>
            </w:hyperlink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7F78" w14:textId="6C18702C" w:rsidR="00C04124" w:rsidRDefault="00C04124" w:rsidP="00D54EDE">
            <w:pPr>
              <w:keepNext/>
              <w:keepLines/>
              <w:spacing w:before="120" w:after="120"/>
              <w:jc w:val="center"/>
              <w:rPr>
                <w:lang w:val="pt-BR"/>
              </w:rPr>
            </w:pPr>
            <w:r>
              <w:rPr>
                <w:lang w:val="pt-BR"/>
              </w:rPr>
              <w:t>Participant</w:t>
            </w:r>
          </w:p>
        </w:tc>
      </w:tr>
      <w:tr w:rsidR="009B3878" w:rsidRPr="00822E74" w14:paraId="5BCC8772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20A82" w14:textId="08032201" w:rsidR="009B3878" w:rsidRDefault="009B3878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InterDigital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49D9B2" w14:textId="32B8B291" w:rsidR="009B3878" w:rsidRDefault="009B3878" w:rsidP="00C04124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Pierre Andrivon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4B8B" w14:textId="4F5BC814" w:rsidR="009B3878" w:rsidRPr="00C04124" w:rsidRDefault="00A23A00" w:rsidP="004E0F8B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hyperlink r:id="rId17" w:history="1">
              <w:r w:rsidR="009B3878" w:rsidRPr="009B3878">
                <w:rPr>
                  <w:rStyle w:val="Hyperlink"/>
                  <w:rFonts w:eastAsiaTheme="minorEastAsia"/>
                  <w:lang w:eastAsia="ja-JP"/>
                </w:rPr>
                <w:t>Pierre.Andrivon@interdigital.com</w:t>
              </w:r>
            </w:hyperlink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F115" w14:textId="79E9A8E5" w:rsidR="009B3878" w:rsidRDefault="009B3878" w:rsidP="00D54EDE">
            <w:pPr>
              <w:keepNext/>
              <w:keepLines/>
              <w:spacing w:before="120" w:after="120"/>
              <w:jc w:val="center"/>
              <w:rPr>
                <w:lang w:val="pt-BR"/>
              </w:rPr>
            </w:pPr>
            <w:r>
              <w:rPr>
                <w:lang w:val="pt-BR"/>
              </w:rPr>
              <w:t>Participant</w:t>
            </w:r>
          </w:p>
        </w:tc>
      </w:tr>
    </w:tbl>
    <w:p w14:paraId="62A94583" w14:textId="7D6C8D7C" w:rsidR="006F603D" w:rsidRDefault="002C61CC" w:rsidP="00C138D8">
      <w:pPr>
        <w:pStyle w:val="Heading1"/>
      </w:pPr>
      <w:r>
        <w:lastRenderedPageBreak/>
        <w:t>Description</w:t>
      </w:r>
    </w:p>
    <w:p w14:paraId="0DB46778" w14:textId="4E1B303B" w:rsidR="001F1D52" w:rsidRPr="001F1D52" w:rsidRDefault="002325B0" w:rsidP="001F1D52">
      <w:pPr>
        <w:pStyle w:val="Heading2"/>
      </w:pPr>
      <w:r>
        <w:t>Generation of new</w:t>
      </w:r>
      <w:r w:rsidR="001F1D52">
        <w:t xml:space="preserve"> mesh content</w:t>
      </w:r>
    </w:p>
    <w:p w14:paraId="3DAC6791" w14:textId="7E724660" w:rsidR="002325B0" w:rsidRDefault="007A5259" w:rsidP="001F1D52">
      <w:r>
        <w:t>During MPEG131</w:t>
      </w:r>
      <w:r w:rsidR="001F1D52">
        <w:t xml:space="preserve">, </w:t>
      </w:r>
      <w:r w:rsidR="002325B0">
        <w:t>mesh content generation</w:t>
      </w:r>
      <w:r>
        <w:t xml:space="preserve"> </w:t>
      </w:r>
      <w:r w:rsidR="00E07299">
        <w:t>methods for dense meshes with per-vertex texture [</w:t>
      </w:r>
      <w:r w:rsidR="00A83584">
        <w:t>1</w:t>
      </w:r>
      <w:r w:rsidR="00E07299">
        <w:t>] and sparse meshes with texture maps [</w:t>
      </w:r>
      <w:r w:rsidR="00A83584">
        <w:t>2</w:t>
      </w:r>
      <w:r w:rsidR="00E07299">
        <w:t xml:space="preserve">] were proposed. A new method for determination of normal orientation using cubmap projections </w:t>
      </w:r>
      <w:r w:rsidR="009B3878">
        <w:t>[</w:t>
      </w:r>
      <w:r w:rsidR="00A83584">
        <w:t>3</w:t>
      </w:r>
      <w:r w:rsidR="009B3878">
        <w:t xml:space="preserve">] </w:t>
      </w:r>
      <w:r w:rsidR="00E07299">
        <w:t>was also presented. During this exploration experiment, the com</w:t>
      </w:r>
      <w:r w:rsidR="009B3878">
        <w:t>bination of the mesh generation methods with the determination for normal orientation using cubemap projections will be investigated.</w:t>
      </w:r>
    </w:p>
    <w:p w14:paraId="61D7F615" w14:textId="35086410" w:rsidR="009B3878" w:rsidRDefault="009B3878" w:rsidP="001F1D52"/>
    <w:p w14:paraId="1DF38AE3" w14:textId="760D69F5" w:rsidR="009B3878" w:rsidRDefault="009B3878" w:rsidP="009B3878">
      <w:pPr>
        <w:pStyle w:val="Heading2"/>
      </w:pPr>
      <w:r>
        <w:t>Mesh coding using VPCC</w:t>
      </w:r>
    </w:p>
    <w:p w14:paraId="7BA6C846" w14:textId="74FF7AF1" w:rsidR="009B3878" w:rsidRDefault="009B3878" w:rsidP="001F1D52">
      <w:r>
        <w:t xml:space="preserve">During MPEG131, </w:t>
      </w:r>
      <w:r w:rsidR="00BC78EC">
        <w:t xml:space="preserve">32-frame lossless mesh coding results </w:t>
      </w:r>
      <w:r w:rsidR="00BC78EC" w:rsidRPr="00BC78EC">
        <w:t xml:space="preserve">using the Edgebreaker mesh connectivity coding algorithm </w:t>
      </w:r>
      <w:r w:rsidR="00A83584">
        <w:t xml:space="preserve">[4] </w:t>
      </w:r>
      <w:r w:rsidR="00BC78EC">
        <w:t>on top of V-PCC TCM2-v8.0 were presented for the two proposed frameworks and compared with Google Draco [</w:t>
      </w:r>
      <w:r w:rsidR="00A83584">
        <w:t>5</w:t>
      </w:r>
      <w:r w:rsidR="00BC78EC">
        <w:t>]. In this exploration experiment, the extension of the method to lossy coding of point clouds will be explored.</w:t>
      </w:r>
    </w:p>
    <w:p w14:paraId="3EC6E373" w14:textId="588ADF67" w:rsidR="00076E75" w:rsidRPr="00C138D8" w:rsidRDefault="00135B71" w:rsidP="00C138D8">
      <w:pPr>
        <w:pStyle w:val="Heading1"/>
      </w:pPr>
      <w:r w:rsidRPr="00C138D8">
        <w:t>Timeline</w:t>
      </w:r>
    </w:p>
    <w:p w14:paraId="4B9376CC" w14:textId="70691E68" w:rsidR="00CC060D" w:rsidRPr="002C61CC" w:rsidRDefault="00CC060D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 w:rsidRPr="002C61CC">
        <w:rPr>
          <w:rFonts w:ascii="Times New Roman" w:hAnsi="Times New Roman"/>
          <w:sz w:val="24"/>
          <w:szCs w:val="24"/>
          <w:lang w:val="en-GB" w:eastAsia="ja-JP"/>
        </w:rPr>
        <w:t>20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20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0</w:t>
      </w:r>
      <w:r w:rsidR="00BC78EC">
        <w:rPr>
          <w:rFonts w:ascii="Times New Roman" w:hAnsi="Times New Roman"/>
          <w:sz w:val="24"/>
          <w:szCs w:val="24"/>
          <w:lang w:val="en-GB" w:eastAsia="ja-JP"/>
        </w:rPr>
        <w:t>7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BC78EC">
        <w:rPr>
          <w:rFonts w:ascii="Times New Roman" w:hAnsi="Times New Roman"/>
          <w:sz w:val="24"/>
          <w:szCs w:val="24"/>
          <w:lang w:val="en-GB" w:eastAsia="ja-JP"/>
        </w:rPr>
        <w:t>03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ab/>
      </w:r>
      <w:r w:rsidR="00130C4C">
        <w:rPr>
          <w:rFonts w:ascii="Times New Roman" w:hAnsi="Times New Roman"/>
          <w:sz w:val="24"/>
          <w:szCs w:val="24"/>
          <w:lang w:val="en-GB" w:eastAsia="ja-JP"/>
        </w:rPr>
        <w:t>MPEG #13</w:t>
      </w:r>
      <w:r w:rsidR="00BC78EC">
        <w:rPr>
          <w:rFonts w:ascii="Times New Roman" w:hAnsi="Times New Roman"/>
          <w:sz w:val="24"/>
          <w:szCs w:val="24"/>
          <w:lang w:val="en-GB" w:eastAsia="ja-JP"/>
        </w:rPr>
        <w:t>1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 xml:space="preserve"> meeting ends.</w:t>
      </w:r>
    </w:p>
    <w:p w14:paraId="105C4E66" w14:textId="3E905762" w:rsidR="00CC060D" w:rsidRPr="002C61CC" w:rsidRDefault="00CC060D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 w:rsidRPr="002C61CC">
        <w:rPr>
          <w:rFonts w:ascii="Times New Roman" w:hAnsi="Times New Roman"/>
          <w:sz w:val="24"/>
          <w:szCs w:val="24"/>
          <w:lang w:val="en-GB" w:eastAsia="ja-JP"/>
        </w:rPr>
        <w:t>20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20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BC78EC">
        <w:rPr>
          <w:rFonts w:ascii="Times New Roman" w:hAnsi="Times New Roman"/>
          <w:sz w:val="24"/>
          <w:szCs w:val="24"/>
          <w:lang w:val="en-GB" w:eastAsia="ja-JP"/>
        </w:rPr>
        <w:t>07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BC78EC">
        <w:rPr>
          <w:rFonts w:ascii="Times New Roman" w:hAnsi="Times New Roman"/>
          <w:sz w:val="24"/>
          <w:szCs w:val="24"/>
          <w:lang w:val="en-GB" w:eastAsia="ja-JP"/>
        </w:rPr>
        <w:t>17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ab/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 xml:space="preserve">Expected date for release of finalized </w:t>
      </w:r>
      <w:r w:rsidR="002C61CC">
        <w:rPr>
          <w:rFonts w:ascii="Times New Roman" w:hAnsi="Times New Roman"/>
          <w:sz w:val="24"/>
          <w:szCs w:val="24"/>
          <w:lang w:val="en-GB" w:eastAsia="ja-JP"/>
        </w:rPr>
        <w:t>E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E description and CTC.</w:t>
      </w:r>
    </w:p>
    <w:p w14:paraId="403866B0" w14:textId="0D1E6889" w:rsidR="00CC060D" w:rsidRPr="002C61CC" w:rsidRDefault="00CC060D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 w:rsidRPr="002C61CC">
        <w:rPr>
          <w:rFonts w:ascii="Times New Roman" w:hAnsi="Times New Roman"/>
          <w:sz w:val="24"/>
          <w:szCs w:val="24"/>
          <w:lang w:val="en-GB" w:eastAsia="ja-JP"/>
        </w:rPr>
        <w:t>20</w:t>
      </w:r>
      <w:r w:rsidR="00130C4C">
        <w:rPr>
          <w:rFonts w:ascii="Times New Roman" w:hAnsi="Times New Roman"/>
          <w:sz w:val="24"/>
          <w:szCs w:val="24"/>
          <w:lang w:val="en-GB" w:eastAsia="ja-JP"/>
        </w:rPr>
        <w:t>20-</w:t>
      </w:r>
      <w:r w:rsidR="00BC78EC">
        <w:rPr>
          <w:rFonts w:ascii="Times New Roman" w:hAnsi="Times New Roman"/>
          <w:sz w:val="24"/>
          <w:szCs w:val="24"/>
          <w:lang w:val="en-GB" w:eastAsia="ja-JP"/>
        </w:rPr>
        <w:t>10-07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ab/>
      </w:r>
      <w:r w:rsidR="00BC78EC">
        <w:rPr>
          <w:rFonts w:ascii="Times New Roman" w:hAnsi="Times New Roman"/>
          <w:sz w:val="24"/>
          <w:szCs w:val="24"/>
          <w:lang w:val="en-GB" w:eastAsia="ja-JP"/>
        </w:rPr>
        <w:t>Document deadline for contributions related to EE4FE-2.6</w:t>
      </w:r>
    </w:p>
    <w:p w14:paraId="35104B37" w14:textId="2971A15A" w:rsidR="000C1D70" w:rsidRPr="008D5B37" w:rsidRDefault="002C61CC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>
        <w:rPr>
          <w:rFonts w:ascii="Times New Roman" w:hAnsi="Times New Roman"/>
          <w:sz w:val="24"/>
          <w:szCs w:val="24"/>
          <w:lang w:val="en-GB" w:eastAsia="ja-JP"/>
        </w:rPr>
        <w:t>2020</w:t>
      </w:r>
      <w:r w:rsidR="00CC060D"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BC78EC">
        <w:rPr>
          <w:rFonts w:ascii="Times New Roman" w:hAnsi="Times New Roman"/>
          <w:sz w:val="24"/>
          <w:szCs w:val="24"/>
          <w:lang w:val="en-GB" w:eastAsia="ja-JP"/>
        </w:rPr>
        <w:t>10</w:t>
      </w:r>
      <w:r w:rsidR="00CC060D"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BC78EC">
        <w:rPr>
          <w:rFonts w:ascii="Times New Roman" w:hAnsi="Times New Roman"/>
          <w:sz w:val="24"/>
          <w:szCs w:val="24"/>
          <w:lang w:val="en-GB" w:eastAsia="ja-JP"/>
        </w:rPr>
        <w:t>12</w:t>
      </w:r>
      <w:r w:rsidR="00130C4C">
        <w:rPr>
          <w:rFonts w:ascii="Times New Roman" w:hAnsi="Times New Roman"/>
          <w:sz w:val="24"/>
          <w:szCs w:val="24"/>
          <w:lang w:val="en-GB" w:eastAsia="ja-JP"/>
        </w:rPr>
        <w:tab/>
        <w:t>MPEG #131</w:t>
      </w:r>
      <w:r w:rsidR="00CC060D" w:rsidRPr="002C61CC">
        <w:rPr>
          <w:rFonts w:ascii="Times New Roman" w:hAnsi="Times New Roman"/>
          <w:sz w:val="24"/>
          <w:szCs w:val="24"/>
          <w:lang w:val="en-GB" w:eastAsia="ja-JP"/>
        </w:rPr>
        <w:t xml:space="preserve"> meeting starts.</w:t>
      </w:r>
    </w:p>
    <w:p w14:paraId="20B67E1B" w14:textId="64BFF59C" w:rsidR="0071231A" w:rsidRPr="00232FB2" w:rsidRDefault="00F66264" w:rsidP="0071231A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C309DE" w:rsidRPr="00232235">
        <w:rPr>
          <w:rFonts w:ascii="Times New Roman" w:hAnsi="Times New Roman"/>
        </w:rPr>
        <w:t>eferences</w:t>
      </w:r>
      <w:bookmarkStart w:id="1" w:name="_Ref504489577"/>
    </w:p>
    <w:bookmarkEnd w:id="1"/>
    <w:p w14:paraId="4BB1E1CC" w14:textId="27BAE465" w:rsidR="00C21E55" w:rsidRDefault="00C21E55" w:rsidP="00A83584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/>
          <w:sz w:val="24"/>
          <w:szCs w:val="24"/>
        </w:rPr>
      </w:pPr>
      <w:r w:rsidRPr="006F603D">
        <w:rPr>
          <w:rFonts w:ascii="Times New Roman" w:hAnsi="Times New Roman"/>
          <w:sz w:val="24"/>
          <w:szCs w:val="24"/>
        </w:rPr>
        <w:t xml:space="preserve">Esmaeil Faramarzi, Rajan Joshi,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6F603D">
        <w:rPr>
          <w:rFonts w:ascii="Times New Roman" w:hAnsi="Times New Roman"/>
          <w:sz w:val="24"/>
          <w:szCs w:val="24"/>
        </w:rPr>
        <w:t>Madhukar Budagav</w:t>
      </w:r>
      <w:r>
        <w:rPr>
          <w:rFonts w:ascii="Times New Roman" w:hAnsi="Times New Roman"/>
          <w:sz w:val="24"/>
          <w:szCs w:val="24"/>
        </w:rPr>
        <w:t>i,</w:t>
      </w:r>
      <w:r w:rsidRPr="00C21E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 w:rsidR="00A83584" w:rsidRPr="00A83584">
        <w:rPr>
          <w:rFonts w:ascii="Times New Roman" w:hAnsi="Times New Roman"/>
          <w:sz w:val="24"/>
          <w:szCs w:val="24"/>
        </w:rPr>
        <w:t>[V-PCC] Report on CE 0.2: Generation of dense and sparse meshes with per-vertex color</w:t>
      </w:r>
      <w:r>
        <w:rPr>
          <w:rFonts w:ascii="Times New Roman" w:hAnsi="Times New Roman"/>
          <w:sz w:val="24"/>
          <w:szCs w:val="24"/>
        </w:rPr>
        <w:t xml:space="preserve">”, </w:t>
      </w:r>
      <w:r w:rsidRPr="00C642BD">
        <w:rPr>
          <w:rFonts w:ascii="Times New Roman" w:hAnsi="Times New Roman"/>
          <w:sz w:val="24"/>
          <w:szCs w:val="24"/>
        </w:rPr>
        <w:t>ISO/</w:t>
      </w:r>
      <w:r>
        <w:rPr>
          <w:rFonts w:ascii="Times New Roman" w:hAnsi="Times New Roman"/>
          <w:sz w:val="24"/>
          <w:szCs w:val="24"/>
        </w:rPr>
        <w:t>IEC JTC1/SC29 WG11 (MPEG) m5</w:t>
      </w:r>
      <w:r w:rsidR="00A83584">
        <w:rPr>
          <w:rFonts w:ascii="Times New Roman" w:hAnsi="Times New Roman"/>
          <w:sz w:val="24"/>
          <w:szCs w:val="24"/>
        </w:rPr>
        <w:t>4688</w:t>
      </w:r>
      <w:r>
        <w:rPr>
          <w:rFonts w:ascii="Times New Roman" w:hAnsi="Times New Roman"/>
          <w:sz w:val="24"/>
          <w:szCs w:val="24"/>
        </w:rPr>
        <w:t xml:space="preserve">, </w:t>
      </w:r>
      <w:r w:rsidR="00A83584">
        <w:rPr>
          <w:rFonts w:ascii="Times New Roman" w:hAnsi="Times New Roman"/>
          <w:sz w:val="24"/>
          <w:szCs w:val="24"/>
        </w:rPr>
        <w:t>June</w:t>
      </w:r>
      <w:r>
        <w:rPr>
          <w:rFonts w:ascii="Times New Roman" w:hAnsi="Times New Roman"/>
          <w:sz w:val="24"/>
          <w:szCs w:val="24"/>
        </w:rPr>
        <w:t xml:space="preserve"> 2020.</w:t>
      </w:r>
    </w:p>
    <w:p w14:paraId="47D8B389" w14:textId="7AA61826" w:rsidR="00A83584" w:rsidRDefault="00A83584" w:rsidP="00A83584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/>
          <w:sz w:val="24"/>
          <w:szCs w:val="24"/>
        </w:rPr>
      </w:pPr>
      <w:r w:rsidRPr="00A83584">
        <w:rPr>
          <w:rFonts w:ascii="Times New Roman" w:hAnsi="Times New Roman"/>
          <w:sz w:val="24"/>
          <w:szCs w:val="24"/>
        </w:rPr>
        <w:t xml:space="preserve">Danillo Graziosi, Ali Tabatabai,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A83584">
        <w:rPr>
          <w:rFonts w:ascii="Times New Roman" w:hAnsi="Times New Roman"/>
          <w:sz w:val="24"/>
          <w:szCs w:val="24"/>
        </w:rPr>
        <w:t>Alexandre Zaghetto</w:t>
      </w:r>
      <w:r>
        <w:rPr>
          <w:rFonts w:ascii="Times New Roman" w:hAnsi="Times New Roman"/>
          <w:sz w:val="24"/>
          <w:szCs w:val="24"/>
        </w:rPr>
        <w:t>, “</w:t>
      </w:r>
      <w:r w:rsidRPr="00A83584">
        <w:rPr>
          <w:rFonts w:ascii="Times New Roman" w:hAnsi="Times New Roman"/>
          <w:sz w:val="24"/>
          <w:szCs w:val="24"/>
        </w:rPr>
        <w:t>V-PCC][EE2.6-related] Sparse mesh generation with high-resolution texture maps</w:t>
      </w:r>
      <w:r>
        <w:rPr>
          <w:rFonts w:ascii="Times New Roman" w:hAnsi="Times New Roman"/>
          <w:sz w:val="24"/>
          <w:szCs w:val="24"/>
        </w:rPr>
        <w:t xml:space="preserve">,” </w:t>
      </w:r>
      <w:r w:rsidRPr="00C642BD">
        <w:rPr>
          <w:rFonts w:ascii="Times New Roman" w:hAnsi="Times New Roman"/>
          <w:sz w:val="24"/>
          <w:szCs w:val="24"/>
        </w:rPr>
        <w:t>ISO/</w:t>
      </w:r>
      <w:r>
        <w:rPr>
          <w:rFonts w:ascii="Times New Roman" w:hAnsi="Times New Roman"/>
          <w:sz w:val="24"/>
          <w:szCs w:val="24"/>
        </w:rPr>
        <w:t>IEC JTC1/SC29 WG11 (MPEG) m54262, June 2020.</w:t>
      </w:r>
    </w:p>
    <w:p w14:paraId="25E914AB" w14:textId="35AFAA0A" w:rsidR="00A83584" w:rsidRDefault="00A83584" w:rsidP="00A83584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/>
          <w:sz w:val="24"/>
          <w:szCs w:val="24"/>
        </w:rPr>
      </w:pPr>
      <w:r w:rsidRPr="00A83584">
        <w:rPr>
          <w:rFonts w:ascii="Times New Roman" w:hAnsi="Times New Roman"/>
          <w:sz w:val="24"/>
          <w:szCs w:val="24"/>
        </w:rPr>
        <w:t xml:space="preserve">Danillo Graziosi, Ali Tabatabai,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A83584">
        <w:rPr>
          <w:rFonts w:ascii="Times New Roman" w:hAnsi="Times New Roman"/>
          <w:sz w:val="24"/>
          <w:szCs w:val="24"/>
        </w:rPr>
        <w:t>Alexandre Zaghetto</w:t>
      </w:r>
      <w:r>
        <w:rPr>
          <w:rFonts w:ascii="Times New Roman" w:hAnsi="Times New Roman"/>
          <w:sz w:val="24"/>
          <w:szCs w:val="24"/>
        </w:rPr>
        <w:t>, “</w:t>
      </w:r>
      <w:r w:rsidRPr="00A83584">
        <w:rPr>
          <w:rFonts w:ascii="Times New Roman" w:hAnsi="Times New Roman"/>
          <w:sz w:val="24"/>
          <w:szCs w:val="24"/>
        </w:rPr>
        <w:t>[V-PCC][EE2.6-related] Normal orientation using cubemap projections</w:t>
      </w:r>
      <w:r>
        <w:rPr>
          <w:rFonts w:ascii="Times New Roman" w:hAnsi="Times New Roman"/>
          <w:sz w:val="24"/>
          <w:szCs w:val="24"/>
        </w:rPr>
        <w:t xml:space="preserve">,” </w:t>
      </w:r>
      <w:r w:rsidRPr="00C642BD">
        <w:rPr>
          <w:rFonts w:ascii="Times New Roman" w:hAnsi="Times New Roman"/>
          <w:sz w:val="24"/>
          <w:szCs w:val="24"/>
        </w:rPr>
        <w:t>ISO/</w:t>
      </w:r>
      <w:r>
        <w:rPr>
          <w:rFonts w:ascii="Times New Roman" w:hAnsi="Times New Roman"/>
          <w:sz w:val="24"/>
          <w:szCs w:val="24"/>
        </w:rPr>
        <w:t>IEC JTC1/SC29 WG11 (MPEG) m54263, June 2020.</w:t>
      </w:r>
    </w:p>
    <w:p w14:paraId="2F1B0691" w14:textId="744344CB" w:rsidR="00A83584" w:rsidRDefault="00A83584" w:rsidP="00A83584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/>
          <w:sz w:val="24"/>
          <w:szCs w:val="24"/>
        </w:rPr>
      </w:pPr>
      <w:r w:rsidRPr="006F603D">
        <w:rPr>
          <w:rFonts w:ascii="Times New Roman" w:hAnsi="Times New Roman"/>
          <w:sz w:val="24"/>
          <w:szCs w:val="24"/>
        </w:rPr>
        <w:t xml:space="preserve">Esmaeil Faramarzi, Rajan Joshi,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6F603D">
        <w:rPr>
          <w:rFonts w:ascii="Times New Roman" w:hAnsi="Times New Roman"/>
          <w:sz w:val="24"/>
          <w:szCs w:val="24"/>
        </w:rPr>
        <w:t>Madhukar Budagav</w:t>
      </w:r>
      <w:r>
        <w:rPr>
          <w:rFonts w:ascii="Times New Roman" w:hAnsi="Times New Roman"/>
          <w:sz w:val="24"/>
          <w:szCs w:val="24"/>
        </w:rPr>
        <w:t>i,</w:t>
      </w:r>
      <w:r w:rsidRPr="00C21E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 w:rsidRPr="00A83584">
        <w:rPr>
          <w:rFonts w:ascii="Times New Roman" w:hAnsi="Times New Roman"/>
          <w:sz w:val="24"/>
          <w:szCs w:val="24"/>
        </w:rPr>
        <w:t>[V-PCC] Report on EE4FE 2.6 mesh coding with V-PCC</w:t>
      </w:r>
      <w:r>
        <w:rPr>
          <w:rFonts w:ascii="Times New Roman" w:hAnsi="Times New Roman"/>
          <w:sz w:val="24"/>
          <w:szCs w:val="24"/>
        </w:rPr>
        <w:t xml:space="preserve">”, </w:t>
      </w:r>
      <w:r w:rsidRPr="00C642BD">
        <w:rPr>
          <w:rFonts w:ascii="Times New Roman" w:hAnsi="Times New Roman"/>
          <w:sz w:val="24"/>
          <w:szCs w:val="24"/>
        </w:rPr>
        <w:t>ISO/</w:t>
      </w:r>
      <w:r>
        <w:rPr>
          <w:rFonts w:ascii="Times New Roman" w:hAnsi="Times New Roman"/>
          <w:sz w:val="24"/>
          <w:szCs w:val="24"/>
        </w:rPr>
        <w:t>IEC JTC1/SC29 WG11 (MPEG) m54687, June 2020.</w:t>
      </w:r>
    </w:p>
    <w:p w14:paraId="53B319E1" w14:textId="72AEC5E1" w:rsidR="00A83584" w:rsidRDefault="00A83584" w:rsidP="00A83584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/>
          <w:sz w:val="24"/>
          <w:szCs w:val="24"/>
        </w:rPr>
      </w:pPr>
      <w:r w:rsidRPr="00A83584">
        <w:rPr>
          <w:rFonts w:ascii="Times New Roman" w:hAnsi="Times New Roman"/>
          <w:sz w:val="24"/>
          <w:szCs w:val="24"/>
        </w:rPr>
        <w:t xml:space="preserve">Google Draco mesh codec software, </w:t>
      </w:r>
      <w:hyperlink r:id="rId18" w:history="1">
        <w:r w:rsidRPr="00A83584">
          <w:rPr>
            <w:rStyle w:val="Hyperlink"/>
            <w:rFonts w:ascii="Times New Roman" w:hAnsi="Times New Roman"/>
            <w:sz w:val="24"/>
            <w:szCs w:val="24"/>
          </w:rPr>
          <w:t>https://github.com/google/draco</w:t>
        </w:r>
      </w:hyperlink>
      <w:r w:rsidRPr="00A83584">
        <w:rPr>
          <w:rFonts w:ascii="Times New Roman" w:hAnsi="Times New Roman"/>
          <w:sz w:val="24"/>
          <w:szCs w:val="24"/>
        </w:rPr>
        <w:t>.</w:t>
      </w:r>
    </w:p>
    <w:p w14:paraId="384BCDF9" w14:textId="77777777" w:rsidR="002325B0" w:rsidRPr="002325B0" w:rsidRDefault="002325B0" w:rsidP="002325B0">
      <w:pPr>
        <w:spacing w:before="120" w:after="120"/>
      </w:pPr>
    </w:p>
    <w:sectPr w:rsidR="002325B0" w:rsidRPr="002325B0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C8BAC" w14:textId="77777777" w:rsidR="00A23A00" w:rsidRDefault="00A23A00">
      <w:r>
        <w:separator/>
      </w:r>
    </w:p>
  </w:endnote>
  <w:endnote w:type="continuationSeparator" w:id="0">
    <w:p w14:paraId="44FB2FE0" w14:textId="77777777" w:rsidR="00A23A00" w:rsidRDefault="00A2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9342F" w14:textId="77777777" w:rsidR="00A23A00" w:rsidRDefault="00A23A00">
      <w:r>
        <w:separator/>
      </w:r>
    </w:p>
  </w:footnote>
  <w:footnote w:type="continuationSeparator" w:id="0">
    <w:p w14:paraId="3029A9D5" w14:textId="77777777" w:rsidR="00A23A00" w:rsidRDefault="00A23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6EC3"/>
    <w:multiLevelType w:val="hybridMultilevel"/>
    <w:tmpl w:val="1C30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115AF4"/>
    <w:multiLevelType w:val="hybridMultilevel"/>
    <w:tmpl w:val="198EAD68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3FA6103A"/>
    <w:multiLevelType w:val="hybridMultilevel"/>
    <w:tmpl w:val="FF3C30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886CC0"/>
    <w:multiLevelType w:val="hybridMultilevel"/>
    <w:tmpl w:val="B7C46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74A27"/>
    <w:multiLevelType w:val="hybridMultilevel"/>
    <w:tmpl w:val="0C3C9C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7B5626"/>
    <w:multiLevelType w:val="hybridMultilevel"/>
    <w:tmpl w:val="75467EE8"/>
    <w:lvl w:ilvl="0" w:tplc="04090015">
      <w:start w:val="1"/>
      <w:numFmt w:val="upperLetter"/>
      <w:lvlText w:val="%1)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B12720F"/>
    <w:multiLevelType w:val="hybridMultilevel"/>
    <w:tmpl w:val="ED42C37A"/>
    <w:lvl w:ilvl="0" w:tplc="9B908A76">
      <w:start w:val="2"/>
      <w:numFmt w:val="bullet"/>
      <w:lvlText w:val="-"/>
      <w:lvlJc w:val="left"/>
      <w:pPr>
        <w:ind w:left="1080" w:hanging="72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E2FCE"/>
    <w:multiLevelType w:val="hybridMultilevel"/>
    <w:tmpl w:val="66D6A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4379BB"/>
    <w:multiLevelType w:val="hybridMultilevel"/>
    <w:tmpl w:val="D30E7D50"/>
    <w:lvl w:ilvl="0" w:tplc="08A4FCF4">
      <w:numFmt w:val="bullet"/>
      <w:lvlText w:val="-"/>
      <w:lvlJc w:val="left"/>
      <w:pPr>
        <w:ind w:left="1080" w:hanging="72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C114DB"/>
    <w:multiLevelType w:val="hybridMultilevel"/>
    <w:tmpl w:val="7DB880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1EBB"/>
    <w:multiLevelType w:val="hybridMultilevel"/>
    <w:tmpl w:val="56C64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A01A6"/>
    <w:multiLevelType w:val="hybridMultilevel"/>
    <w:tmpl w:val="CDF86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8"/>
  </w:num>
  <w:num w:numId="2">
    <w:abstractNumId w:val="5"/>
  </w:num>
  <w:num w:numId="3">
    <w:abstractNumId w:val="12"/>
  </w:num>
  <w:num w:numId="4">
    <w:abstractNumId w:val="2"/>
  </w:num>
  <w:num w:numId="5">
    <w:abstractNumId w:val="15"/>
  </w:num>
  <w:num w:numId="6">
    <w:abstractNumId w:val="1"/>
  </w:num>
  <w:num w:numId="7">
    <w:abstractNumId w:val="3"/>
  </w:num>
  <w:num w:numId="8">
    <w:abstractNumId w:val="6"/>
  </w:num>
  <w:num w:numId="9">
    <w:abstractNumId w:val="11"/>
  </w:num>
  <w:num w:numId="10">
    <w:abstractNumId w:val="4"/>
  </w:num>
  <w:num w:numId="11">
    <w:abstractNumId w:val="9"/>
  </w:num>
  <w:num w:numId="12">
    <w:abstractNumId w:val="18"/>
  </w:num>
  <w:num w:numId="13">
    <w:abstractNumId w:val="8"/>
  </w:num>
  <w:num w:numId="14">
    <w:abstractNumId w:val="0"/>
  </w:num>
  <w:num w:numId="15">
    <w:abstractNumId w:val="14"/>
  </w:num>
  <w:num w:numId="16">
    <w:abstractNumId w:val="10"/>
  </w:num>
  <w:num w:numId="17">
    <w:abstractNumId w:val="10"/>
  </w:num>
  <w:num w:numId="18">
    <w:abstractNumId w:val="7"/>
  </w:num>
  <w:num w:numId="19">
    <w:abstractNumId w:val="17"/>
  </w:num>
  <w:num w:numId="20">
    <w:abstractNumId w:val="16"/>
  </w:num>
  <w:num w:numId="21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CA" w:vendorID="64" w:dllVersion="131078" w:nlCheck="1" w:checkStyle="0"/>
  <w:activeWritingStyle w:appName="MSWord" w:lang="en-GB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F1"/>
    <w:rsid w:val="000021DF"/>
    <w:rsid w:val="00006102"/>
    <w:rsid w:val="0000663D"/>
    <w:rsid w:val="0001374B"/>
    <w:rsid w:val="0002008C"/>
    <w:rsid w:val="00021DF0"/>
    <w:rsid w:val="000304AE"/>
    <w:rsid w:val="0003099C"/>
    <w:rsid w:val="00031EB6"/>
    <w:rsid w:val="00041F82"/>
    <w:rsid w:val="000434FA"/>
    <w:rsid w:val="00044927"/>
    <w:rsid w:val="000454B5"/>
    <w:rsid w:val="000477FF"/>
    <w:rsid w:val="00047B97"/>
    <w:rsid w:val="00047F7E"/>
    <w:rsid w:val="00053602"/>
    <w:rsid w:val="000627D0"/>
    <w:rsid w:val="000654F6"/>
    <w:rsid w:val="00065D24"/>
    <w:rsid w:val="00074453"/>
    <w:rsid w:val="00075313"/>
    <w:rsid w:val="000757BA"/>
    <w:rsid w:val="00075A0E"/>
    <w:rsid w:val="00076E75"/>
    <w:rsid w:val="000828F4"/>
    <w:rsid w:val="00085FCA"/>
    <w:rsid w:val="000874D4"/>
    <w:rsid w:val="00091ABC"/>
    <w:rsid w:val="00095342"/>
    <w:rsid w:val="000A1414"/>
    <w:rsid w:val="000A2372"/>
    <w:rsid w:val="000A2A8A"/>
    <w:rsid w:val="000A481F"/>
    <w:rsid w:val="000B617F"/>
    <w:rsid w:val="000C1D70"/>
    <w:rsid w:val="000C2A35"/>
    <w:rsid w:val="000C2F02"/>
    <w:rsid w:val="000C7470"/>
    <w:rsid w:val="000D2F4B"/>
    <w:rsid w:val="000D3C43"/>
    <w:rsid w:val="000D76D6"/>
    <w:rsid w:val="000E5D93"/>
    <w:rsid w:val="000E6B2C"/>
    <w:rsid w:val="000F11BA"/>
    <w:rsid w:val="001010FF"/>
    <w:rsid w:val="0010181A"/>
    <w:rsid w:val="00104A51"/>
    <w:rsid w:val="00106807"/>
    <w:rsid w:val="00107BB5"/>
    <w:rsid w:val="00110A28"/>
    <w:rsid w:val="00112F62"/>
    <w:rsid w:val="00113F40"/>
    <w:rsid w:val="00116266"/>
    <w:rsid w:val="00122077"/>
    <w:rsid w:val="001220E4"/>
    <w:rsid w:val="00126004"/>
    <w:rsid w:val="00130C4C"/>
    <w:rsid w:val="00134E20"/>
    <w:rsid w:val="00135B71"/>
    <w:rsid w:val="0014075C"/>
    <w:rsid w:val="00146850"/>
    <w:rsid w:val="00147AD5"/>
    <w:rsid w:val="00151FE1"/>
    <w:rsid w:val="00153930"/>
    <w:rsid w:val="00155583"/>
    <w:rsid w:val="00166A66"/>
    <w:rsid w:val="00170118"/>
    <w:rsid w:val="00171A3C"/>
    <w:rsid w:val="00176065"/>
    <w:rsid w:val="00185194"/>
    <w:rsid w:val="0018598F"/>
    <w:rsid w:val="00186B4C"/>
    <w:rsid w:val="00196905"/>
    <w:rsid w:val="001A0D51"/>
    <w:rsid w:val="001A547F"/>
    <w:rsid w:val="001A56D2"/>
    <w:rsid w:val="001B488F"/>
    <w:rsid w:val="001B6E70"/>
    <w:rsid w:val="001B7A82"/>
    <w:rsid w:val="001C38CF"/>
    <w:rsid w:val="001C610F"/>
    <w:rsid w:val="001C7CAE"/>
    <w:rsid w:val="001D5629"/>
    <w:rsid w:val="001F061E"/>
    <w:rsid w:val="001F15D0"/>
    <w:rsid w:val="001F1D52"/>
    <w:rsid w:val="002054F5"/>
    <w:rsid w:val="002111C0"/>
    <w:rsid w:val="0022154C"/>
    <w:rsid w:val="0022199B"/>
    <w:rsid w:val="002257DB"/>
    <w:rsid w:val="002270F4"/>
    <w:rsid w:val="002309D7"/>
    <w:rsid w:val="00230AF5"/>
    <w:rsid w:val="00231B62"/>
    <w:rsid w:val="00232235"/>
    <w:rsid w:val="002325B0"/>
    <w:rsid w:val="002326EF"/>
    <w:rsid w:val="00232FB2"/>
    <w:rsid w:val="00234B17"/>
    <w:rsid w:val="00237533"/>
    <w:rsid w:val="002400F3"/>
    <w:rsid w:val="00241BCB"/>
    <w:rsid w:val="002423E7"/>
    <w:rsid w:val="00242B75"/>
    <w:rsid w:val="00242FC5"/>
    <w:rsid w:val="002512FB"/>
    <w:rsid w:val="00253396"/>
    <w:rsid w:val="002610FE"/>
    <w:rsid w:val="00262CBA"/>
    <w:rsid w:val="00266A32"/>
    <w:rsid w:val="00266EF2"/>
    <w:rsid w:val="0026769B"/>
    <w:rsid w:val="00267E90"/>
    <w:rsid w:val="0028208E"/>
    <w:rsid w:val="00283122"/>
    <w:rsid w:val="00285FF2"/>
    <w:rsid w:val="00293553"/>
    <w:rsid w:val="00295096"/>
    <w:rsid w:val="00296643"/>
    <w:rsid w:val="002B0EE8"/>
    <w:rsid w:val="002B12FB"/>
    <w:rsid w:val="002B2C12"/>
    <w:rsid w:val="002B3EF6"/>
    <w:rsid w:val="002B522B"/>
    <w:rsid w:val="002C61CC"/>
    <w:rsid w:val="002C6E53"/>
    <w:rsid w:val="002D4119"/>
    <w:rsid w:val="002D4275"/>
    <w:rsid w:val="002D558F"/>
    <w:rsid w:val="002D633B"/>
    <w:rsid w:val="002D7A7A"/>
    <w:rsid w:val="002E437B"/>
    <w:rsid w:val="002E67F7"/>
    <w:rsid w:val="002E750F"/>
    <w:rsid w:val="002E7A62"/>
    <w:rsid w:val="0030414F"/>
    <w:rsid w:val="003161C3"/>
    <w:rsid w:val="00323D50"/>
    <w:rsid w:val="003263C9"/>
    <w:rsid w:val="00334A5C"/>
    <w:rsid w:val="00336467"/>
    <w:rsid w:val="00336AFC"/>
    <w:rsid w:val="003410BC"/>
    <w:rsid w:val="00341530"/>
    <w:rsid w:val="0034355D"/>
    <w:rsid w:val="00344E3B"/>
    <w:rsid w:val="00345BEB"/>
    <w:rsid w:val="00347C30"/>
    <w:rsid w:val="003501FF"/>
    <w:rsid w:val="003545CB"/>
    <w:rsid w:val="00355E88"/>
    <w:rsid w:val="00362EEE"/>
    <w:rsid w:val="00364D54"/>
    <w:rsid w:val="00366C79"/>
    <w:rsid w:val="003742B8"/>
    <w:rsid w:val="003748E0"/>
    <w:rsid w:val="00374B69"/>
    <w:rsid w:val="00376F79"/>
    <w:rsid w:val="003825D6"/>
    <w:rsid w:val="00393FD2"/>
    <w:rsid w:val="0039794E"/>
    <w:rsid w:val="003A7725"/>
    <w:rsid w:val="003D1F84"/>
    <w:rsid w:val="003D3B6A"/>
    <w:rsid w:val="003E2707"/>
    <w:rsid w:val="003E5598"/>
    <w:rsid w:val="003F3797"/>
    <w:rsid w:val="00403C06"/>
    <w:rsid w:val="004072B2"/>
    <w:rsid w:val="00416DB4"/>
    <w:rsid w:val="00421A63"/>
    <w:rsid w:val="00425769"/>
    <w:rsid w:val="00425F71"/>
    <w:rsid w:val="00430A2F"/>
    <w:rsid w:val="0043219B"/>
    <w:rsid w:val="00435E92"/>
    <w:rsid w:val="004362DC"/>
    <w:rsid w:val="00437257"/>
    <w:rsid w:val="00441CDD"/>
    <w:rsid w:val="00441FCC"/>
    <w:rsid w:val="00446B2A"/>
    <w:rsid w:val="00451360"/>
    <w:rsid w:val="0045367F"/>
    <w:rsid w:val="00457335"/>
    <w:rsid w:val="00457B07"/>
    <w:rsid w:val="004663D4"/>
    <w:rsid w:val="00470D83"/>
    <w:rsid w:val="00487BCC"/>
    <w:rsid w:val="004969DC"/>
    <w:rsid w:val="004A030A"/>
    <w:rsid w:val="004A1C41"/>
    <w:rsid w:val="004A3A81"/>
    <w:rsid w:val="004A61DC"/>
    <w:rsid w:val="004A7A28"/>
    <w:rsid w:val="004B3E69"/>
    <w:rsid w:val="004B64DB"/>
    <w:rsid w:val="004B6962"/>
    <w:rsid w:val="004D253C"/>
    <w:rsid w:val="004D5B7D"/>
    <w:rsid w:val="004D7383"/>
    <w:rsid w:val="004D79BA"/>
    <w:rsid w:val="004D7E24"/>
    <w:rsid w:val="004E0F8B"/>
    <w:rsid w:val="004E16A3"/>
    <w:rsid w:val="004E1C90"/>
    <w:rsid w:val="004E4D21"/>
    <w:rsid w:val="004E5A32"/>
    <w:rsid w:val="004E6606"/>
    <w:rsid w:val="004E7EC5"/>
    <w:rsid w:val="004F485A"/>
    <w:rsid w:val="00500160"/>
    <w:rsid w:val="00503DF5"/>
    <w:rsid w:val="00505C85"/>
    <w:rsid w:val="00510898"/>
    <w:rsid w:val="00510EBD"/>
    <w:rsid w:val="005151EA"/>
    <w:rsid w:val="005154B7"/>
    <w:rsid w:val="00515A7C"/>
    <w:rsid w:val="00515B13"/>
    <w:rsid w:val="00515BCD"/>
    <w:rsid w:val="0051675B"/>
    <w:rsid w:val="00521768"/>
    <w:rsid w:val="0052227C"/>
    <w:rsid w:val="005223C1"/>
    <w:rsid w:val="005235A5"/>
    <w:rsid w:val="00524C6E"/>
    <w:rsid w:val="0052570B"/>
    <w:rsid w:val="00525F9A"/>
    <w:rsid w:val="00526854"/>
    <w:rsid w:val="005316CD"/>
    <w:rsid w:val="005318F8"/>
    <w:rsid w:val="005326CC"/>
    <w:rsid w:val="00535284"/>
    <w:rsid w:val="00540176"/>
    <w:rsid w:val="005438CC"/>
    <w:rsid w:val="005452DE"/>
    <w:rsid w:val="00546816"/>
    <w:rsid w:val="00561BBD"/>
    <w:rsid w:val="00566B14"/>
    <w:rsid w:val="00571A7F"/>
    <w:rsid w:val="005723FF"/>
    <w:rsid w:val="00574322"/>
    <w:rsid w:val="0057451A"/>
    <w:rsid w:val="00580E9B"/>
    <w:rsid w:val="00587366"/>
    <w:rsid w:val="00593333"/>
    <w:rsid w:val="00594B6C"/>
    <w:rsid w:val="005A275A"/>
    <w:rsid w:val="005A3E60"/>
    <w:rsid w:val="005A4B59"/>
    <w:rsid w:val="005A5D5F"/>
    <w:rsid w:val="005B0DA0"/>
    <w:rsid w:val="005C0E10"/>
    <w:rsid w:val="005C22BB"/>
    <w:rsid w:val="005C3B98"/>
    <w:rsid w:val="005C484E"/>
    <w:rsid w:val="005C5D93"/>
    <w:rsid w:val="005D7592"/>
    <w:rsid w:val="005E06F4"/>
    <w:rsid w:val="005F4BF8"/>
    <w:rsid w:val="00601CB0"/>
    <w:rsid w:val="00602974"/>
    <w:rsid w:val="00605587"/>
    <w:rsid w:val="00612B51"/>
    <w:rsid w:val="00615EA3"/>
    <w:rsid w:val="00617A3A"/>
    <w:rsid w:val="00626AB9"/>
    <w:rsid w:val="00627AE0"/>
    <w:rsid w:val="006369BA"/>
    <w:rsid w:val="006409DF"/>
    <w:rsid w:val="00642A3E"/>
    <w:rsid w:val="00642F22"/>
    <w:rsid w:val="00643A77"/>
    <w:rsid w:val="006451E9"/>
    <w:rsid w:val="00647F8A"/>
    <w:rsid w:val="00653FF3"/>
    <w:rsid w:val="00654801"/>
    <w:rsid w:val="00657D98"/>
    <w:rsid w:val="00660E34"/>
    <w:rsid w:val="00663CC5"/>
    <w:rsid w:val="00667C6D"/>
    <w:rsid w:val="0067146A"/>
    <w:rsid w:val="00680607"/>
    <w:rsid w:val="00681FDC"/>
    <w:rsid w:val="00682AFB"/>
    <w:rsid w:val="00693E8E"/>
    <w:rsid w:val="006951FD"/>
    <w:rsid w:val="006A3AED"/>
    <w:rsid w:val="006B1B7E"/>
    <w:rsid w:val="006B1EEE"/>
    <w:rsid w:val="006B2E2A"/>
    <w:rsid w:val="006C000F"/>
    <w:rsid w:val="006C20C2"/>
    <w:rsid w:val="006C4E46"/>
    <w:rsid w:val="006C6F0F"/>
    <w:rsid w:val="006D0615"/>
    <w:rsid w:val="006D0F2C"/>
    <w:rsid w:val="006D22A8"/>
    <w:rsid w:val="006D22AB"/>
    <w:rsid w:val="006E03C7"/>
    <w:rsid w:val="006E354E"/>
    <w:rsid w:val="006E49CE"/>
    <w:rsid w:val="006E5E5D"/>
    <w:rsid w:val="006F289C"/>
    <w:rsid w:val="006F4881"/>
    <w:rsid w:val="006F603D"/>
    <w:rsid w:val="006F700B"/>
    <w:rsid w:val="007037DD"/>
    <w:rsid w:val="00704274"/>
    <w:rsid w:val="0070517D"/>
    <w:rsid w:val="00706308"/>
    <w:rsid w:val="007112FF"/>
    <w:rsid w:val="0071231A"/>
    <w:rsid w:val="00714AB0"/>
    <w:rsid w:val="007269BF"/>
    <w:rsid w:val="0072751F"/>
    <w:rsid w:val="007301B7"/>
    <w:rsid w:val="0073022B"/>
    <w:rsid w:val="00732BA3"/>
    <w:rsid w:val="00732D60"/>
    <w:rsid w:val="0073339C"/>
    <w:rsid w:val="0074006F"/>
    <w:rsid w:val="00741CF1"/>
    <w:rsid w:val="00743DE7"/>
    <w:rsid w:val="00746C24"/>
    <w:rsid w:val="00747957"/>
    <w:rsid w:val="00751156"/>
    <w:rsid w:val="007535FE"/>
    <w:rsid w:val="00764C07"/>
    <w:rsid w:val="007735B6"/>
    <w:rsid w:val="007804FE"/>
    <w:rsid w:val="00790030"/>
    <w:rsid w:val="007961E1"/>
    <w:rsid w:val="007A3CCF"/>
    <w:rsid w:val="007A5259"/>
    <w:rsid w:val="007B7751"/>
    <w:rsid w:val="007C1C8F"/>
    <w:rsid w:val="007C6D6D"/>
    <w:rsid w:val="007D2595"/>
    <w:rsid w:val="007E0CF1"/>
    <w:rsid w:val="007E1BB2"/>
    <w:rsid w:val="007E39D8"/>
    <w:rsid w:val="007E5E7C"/>
    <w:rsid w:val="007F0192"/>
    <w:rsid w:val="007F350A"/>
    <w:rsid w:val="00800352"/>
    <w:rsid w:val="00802C7C"/>
    <w:rsid w:val="008050EF"/>
    <w:rsid w:val="00813506"/>
    <w:rsid w:val="00813758"/>
    <w:rsid w:val="00816BC7"/>
    <w:rsid w:val="00817B03"/>
    <w:rsid w:val="00821A6A"/>
    <w:rsid w:val="00822E74"/>
    <w:rsid w:val="0083525A"/>
    <w:rsid w:val="00836B44"/>
    <w:rsid w:val="00846713"/>
    <w:rsid w:val="00846A18"/>
    <w:rsid w:val="00846E37"/>
    <w:rsid w:val="008513C5"/>
    <w:rsid w:val="008547E7"/>
    <w:rsid w:val="00856DFD"/>
    <w:rsid w:val="008630C5"/>
    <w:rsid w:val="00864E8C"/>
    <w:rsid w:val="00872CD0"/>
    <w:rsid w:val="00873361"/>
    <w:rsid w:val="00877620"/>
    <w:rsid w:val="00881118"/>
    <w:rsid w:val="00882D46"/>
    <w:rsid w:val="00883401"/>
    <w:rsid w:val="00884713"/>
    <w:rsid w:val="00887E54"/>
    <w:rsid w:val="008942F1"/>
    <w:rsid w:val="0089441A"/>
    <w:rsid w:val="00897B12"/>
    <w:rsid w:val="008B4281"/>
    <w:rsid w:val="008B5481"/>
    <w:rsid w:val="008B5C3E"/>
    <w:rsid w:val="008B6203"/>
    <w:rsid w:val="008B68C1"/>
    <w:rsid w:val="008C0A22"/>
    <w:rsid w:val="008C2070"/>
    <w:rsid w:val="008C2516"/>
    <w:rsid w:val="008C2B07"/>
    <w:rsid w:val="008D3757"/>
    <w:rsid w:val="008D5B37"/>
    <w:rsid w:val="008E775F"/>
    <w:rsid w:val="008E7B82"/>
    <w:rsid w:val="008F0E07"/>
    <w:rsid w:val="008F206B"/>
    <w:rsid w:val="00900B39"/>
    <w:rsid w:val="00900BAE"/>
    <w:rsid w:val="00901932"/>
    <w:rsid w:val="00910CDC"/>
    <w:rsid w:val="00910F00"/>
    <w:rsid w:val="00911EE8"/>
    <w:rsid w:val="009159AC"/>
    <w:rsid w:val="00917B93"/>
    <w:rsid w:val="00921486"/>
    <w:rsid w:val="00922BB8"/>
    <w:rsid w:val="00922F3C"/>
    <w:rsid w:val="00923E27"/>
    <w:rsid w:val="00931A1F"/>
    <w:rsid w:val="0093409A"/>
    <w:rsid w:val="009351E0"/>
    <w:rsid w:val="00944A74"/>
    <w:rsid w:val="00944EAA"/>
    <w:rsid w:val="00945269"/>
    <w:rsid w:val="009512D7"/>
    <w:rsid w:val="009520AD"/>
    <w:rsid w:val="00954D43"/>
    <w:rsid w:val="00955106"/>
    <w:rsid w:val="00957A16"/>
    <w:rsid w:val="0096092B"/>
    <w:rsid w:val="00963524"/>
    <w:rsid w:val="00966808"/>
    <w:rsid w:val="0097068D"/>
    <w:rsid w:val="009724C4"/>
    <w:rsid w:val="0097261F"/>
    <w:rsid w:val="009778FD"/>
    <w:rsid w:val="00981B93"/>
    <w:rsid w:val="00987E80"/>
    <w:rsid w:val="00990C9F"/>
    <w:rsid w:val="00991AF4"/>
    <w:rsid w:val="009A2DBC"/>
    <w:rsid w:val="009A3C8E"/>
    <w:rsid w:val="009A4C7A"/>
    <w:rsid w:val="009A6642"/>
    <w:rsid w:val="009B26D3"/>
    <w:rsid w:val="009B3878"/>
    <w:rsid w:val="009B7180"/>
    <w:rsid w:val="009C0E26"/>
    <w:rsid w:val="009C0E65"/>
    <w:rsid w:val="009C1552"/>
    <w:rsid w:val="009C2D1A"/>
    <w:rsid w:val="009D29E8"/>
    <w:rsid w:val="009D7CB2"/>
    <w:rsid w:val="009E161A"/>
    <w:rsid w:val="009E1743"/>
    <w:rsid w:val="009E3E62"/>
    <w:rsid w:val="009F3C73"/>
    <w:rsid w:val="009F6730"/>
    <w:rsid w:val="009F6BE9"/>
    <w:rsid w:val="009F7B52"/>
    <w:rsid w:val="00A00DA6"/>
    <w:rsid w:val="00A02477"/>
    <w:rsid w:val="00A03014"/>
    <w:rsid w:val="00A03737"/>
    <w:rsid w:val="00A10C4B"/>
    <w:rsid w:val="00A13B1C"/>
    <w:rsid w:val="00A13D50"/>
    <w:rsid w:val="00A21A8A"/>
    <w:rsid w:val="00A23A00"/>
    <w:rsid w:val="00A26082"/>
    <w:rsid w:val="00A26B8C"/>
    <w:rsid w:val="00A27A38"/>
    <w:rsid w:val="00A4384D"/>
    <w:rsid w:val="00A44A03"/>
    <w:rsid w:val="00A50729"/>
    <w:rsid w:val="00A51269"/>
    <w:rsid w:val="00A52087"/>
    <w:rsid w:val="00A52329"/>
    <w:rsid w:val="00A5713D"/>
    <w:rsid w:val="00A6104C"/>
    <w:rsid w:val="00A62D7D"/>
    <w:rsid w:val="00A64A61"/>
    <w:rsid w:val="00A82833"/>
    <w:rsid w:val="00A83584"/>
    <w:rsid w:val="00A94D81"/>
    <w:rsid w:val="00AA0C7B"/>
    <w:rsid w:val="00AA2096"/>
    <w:rsid w:val="00AA21D1"/>
    <w:rsid w:val="00AB29CC"/>
    <w:rsid w:val="00AB2D67"/>
    <w:rsid w:val="00AB309E"/>
    <w:rsid w:val="00AB35C4"/>
    <w:rsid w:val="00AB7AB6"/>
    <w:rsid w:val="00AB7B69"/>
    <w:rsid w:val="00AC024E"/>
    <w:rsid w:val="00AC086E"/>
    <w:rsid w:val="00AC0A30"/>
    <w:rsid w:val="00AC26CB"/>
    <w:rsid w:val="00AD024A"/>
    <w:rsid w:val="00AD1BBE"/>
    <w:rsid w:val="00AD329E"/>
    <w:rsid w:val="00AD5943"/>
    <w:rsid w:val="00AE0932"/>
    <w:rsid w:val="00AE341B"/>
    <w:rsid w:val="00AE44BF"/>
    <w:rsid w:val="00AE78C2"/>
    <w:rsid w:val="00AF2528"/>
    <w:rsid w:val="00AF62F5"/>
    <w:rsid w:val="00AF699C"/>
    <w:rsid w:val="00B067CF"/>
    <w:rsid w:val="00B1061E"/>
    <w:rsid w:val="00B16CE3"/>
    <w:rsid w:val="00B17ED1"/>
    <w:rsid w:val="00B20AFB"/>
    <w:rsid w:val="00B210B5"/>
    <w:rsid w:val="00B213F7"/>
    <w:rsid w:val="00B2179F"/>
    <w:rsid w:val="00B23F54"/>
    <w:rsid w:val="00B31C4D"/>
    <w:rsid w:val="00B418CB"/>
    <w:rsid w:val="00B422B9"/>
    <w:rsid w:val="00B42F28"/>
    <w:rsid w:val="00B464E6"/>
    <w:rsid w:val="00B513E9"/>
    <w:rsid w:val="00B51BA3"/>
    <w:rsid w:val="00B52504"/>
    <w:rsid w:val="00B552D9"/>
    <w:rsid w:val="00B5794B"/>
    <w:rsid w:val="00B63DA2"/>
    <w:rsid w:val="00B65AAA"/>
    <w:rsid w:val="00B67C97"/>
    <w:rsid w:val="00B81361"/>
    <w:rsid w:val="00B873A5"/>
    <w:rsid w:val="00B906A7"/>
    <w:rsid w:val="00B9074C"/>
    <w:rsid w:val="00B92065"/>
    <w:rsid w:val="00B92A99"/>
    <w:rsid w:val="00BA0B4E"/>
    <w:rsid w:val="00BA1025"/>
    <w:rsid w:val="00BA7072"/>
    <w:rsid w:val="00BB03CC"/>
    <w:rsid w:val="00BB0592"/>
    <w:rsid w:val="00BB67EB"/>
    <w:rsid w:val="00BB6A37"/>
    <w:rsid w:val="00BC1EB0"/>
    <w:rsid w:val="00BC6110"/>
    <w:rsid w:val="00BC76BD"/>
    <w:rsid w:val="00BC78EC"/>
    <w:rsid w:val="00BD1629"/>
    <w:rsid w:val="00BD446A"/>
    <w:rsid w:val="00BD587B"/>
    <w:rsid w:val="00BE0891"/>
    <w:rsid w:val="00BE0D3B"/>
    <w:rsid w:val="00BE3AAD"/>
    <w:rsid w:val="00BF2CCF"/>
    <w:rsid w:val="00BF5611"/>
    <w:rsid w:val="00C04124"/>
    <w:rsid w:val="00C05D37"/>
    <w:rsid w:val="00C07AEE"/>
    <w:rsid w:val="00C138D8"/>
    <w:rsid w:val="00C21E55"/>
    <w:rsid w:val="00C309DE"/>
    <w:rsid w:val="00C31A28"/>
    <w:rsid w:val="00C335D9"/>
    <w:rsid w:val="00C442E6"/>
    <w:rsid w:val="00C4433E"/>
    <w:rsid w:val="00C45400"/>
    <w:rsid w:val="00C478D9"/>
    <w:rsid w:val="00C52FE9"/>
    <w:rsid w:val="00C54D61"/>
    <w:rsid w:val="00C61A69"/>
    <w:rsid w:val="00C642BD"/>
    <w:rsid w:val="00C668BC"/>
    <w:rsid w:val="00C7096A"/>
    <w:rsid w:val="00C73BDC"/>
    <w:rsid w:val="00C80FCD"/>
    <w:rsid w:val="00C84739"/>
    <w:rsid w:val="00C90318"/>
    <w:rsid w:val="00C955AE"/>
    <w:rsid w:val="00C97DF8"/>
    <w:rsid w:val="00CA19C8"/>
    <w:rsid w:val="00CB05A2"/>
    <w:rsid w:val="00CB4065"/>
    <w:rsid w:val="00CC060D"/>
    <w:rsid w:val="00CC07DB"/>
    <w:rsid w:val="00CC44EA"/>
    <w:rsid w:val="00CC5122"/>
    <w:rsid w:val="00CC76B0"/>
    <w:rsid w:val="00CD321F"/>
    <w:rsid w:val="00CD7658"/>
    <w:rsid w:val="00CE68FE"/>
    <w:rsid w:val="00CF25E9"/>
    <w:rsid w:val="00D00917"/>
    <w:rsid w:val="00D016AE"/>
    <w:rsid w:val="00D03273"/>
    <w:rsid w:val="00D037F5"/>
    <w:rsid w:val="00D06E30"/>
    <w:rsid w:val="00D118BB"/>
    <w:rsid w:val="00D17BB6"/>
    <w:rsid w:val="00D20B80"/>
    <w:rsid w:val="00D241E0"/>
    <w:rsid w:val="00D268F6"/>
    <w:rsid w:val="00D332BF"/>
    <w:rsid w:val="00D3796E"/>
    <w:rsid w:val="00D37E76"/>
    <w:rsid w:val="00D44539"/>
    <w:rsid w:val="00D54EDE"/>
    <w:rsid w:val="00D607C0"/>
    <w:rsid w:val="00D62ABA"/>
    <w:rsid w:val="00D749C5"/>
    <w:rsid w:val="00D75446"/>
    <w:rsid w:val="00D754DC"/>
    <w:rsid w:val="00D756BE"/>
    <w:rsid w:val="00D77A77"/>
    <w:rsid w:val="00D80725"/>
    <w:rsid w:val="00D85456"/>
    <w:rsid w:val="00D91085"/>
    <w:rsid w:val="00D92D66"/>
    <w:rsid w:val="00D95B19"/>
    <w:rsid w:val="00D96634"/>
    <w:rsid w:val="00DA0206"/>
    <w:rsid w:val="00DA118B"/>
    <w:rsid w:val="00DA2717"/>
    <w:rsid w:val="00DB2FAE"/>
    <w:rsid w:val="00DB6DF0"/>
    <w:rsid w:val="00DC2359"/>
    <w:rsid w:val="00DC36BD"/>
    <w:rsid w:val="00DC64F3"/>
    <w:rsid w:val="00DC6D8C"/>
    <w:rsid w:val="00DD14A3"/>
    <w:rsid w:val="00DD185D"/>
    <w:rsid w:val="00DD2D9F"/>
    <w:rsid w:val="00DD3B96"/>
    <w:rsid w:val="00DD4BC0"/>
    <w:rsid w:val="00DD576E"/>
    <w:rsid w:val="00DD6CA9"/>
    <w:rsid w:val="00DE2D61"/>
    <w:rsid w:val="00DE4001"/>
    <w:rsid w:val="00DF336A"/>
    <w:rsid w:val="00DF67E3"/>
    <w:rsid w:val="00E00B5E"/>
    <w:rsid w:val="00E04436"/>
    <w:rsid w:val="00E05B11"/>
    <w:rsid w:val="00E06CEB"/>
    <w:rsid w:val="00E07299"/>
    <w:rsid w:val="00E077BD"/>
    <w:rsid w:val="00E1278D"/>
    <w:rsid w:val="00E156A0"/>
    <w:rsid w:val="00E16D69"/>
    <w:rsid w:val="00E21646"/>
    <w:rsid w:val="00E22AB0"/>
    <w:rsid w:val="00E26B41"/>
    <w:rsid w:val="00E36C46"/>
    <w:rsid w:val="00E3763C"/>
    <w:rsid w:val="00E37949"/>
    <w:rsid w:val="00E4346E"/>
    <w:rsid w:val="00E44303"/>
    <w:rsid w:val="00E447B1"/>
    <w:rsid w:val="00E46653"/>
    <w:rsid w:val="00E51B36"/>
    <w:rsid w:val="00E53053"/>
    <w:rsid w:val="00E572D3"/>
    <w:rsid w:val="00E6013A"/>
    <w:rsid w:val="00E7556A"/>
    <w:rsid w:val="00E763BF"/>
    <w:rsid w:val="00E82240"/>
    <w:rsid w:val="00E873BE"/>
    <w:rsid w:val="00E87CA6"/>
    <w:rsid w:val="00E9322E"/>
    <w:rsid w:val="00E95B70"/>
    <w:rsid w:val="00E96B60"/>
    <w:rsid w:val="00EA260D"/>
    <w:rsid w:val="00EA3A8F"/>
    <w:rsid w:val="00EA4D7F"/>
    <w:rsid w:val="00EB194A"/>
    <w:rsid w:val="00EC14C5"/>
    <w:rsid w:val="00EC2B35"/>
    <w:rsid w:val="00EC4084"/>
    <w:rsid w:val="00EC485C"/>
    <w:rsid w:val="00EC51DA"/>
    <w:rsid w:val="00EC54B6"/>
    <w:rsid w:val="00ED0DF7"/>
    <w:rsid w:val="00ED3DDD"/>
    <w:rsid w:val="00EE0BD7"/>
    <w:rsid w:val="00EE1434"/>
    <w:rsid w:val="00EE2AF0"/>
    <w:rsid w:val="00EF2D97"/>
    <w:rsid w:val="00F02CE4"/>
    <w:rsid w:val="00F037D0"/>
    <w:rsid w:val="00F07906"/>
    <w:rsid w:val="00F13812"/>
    <w:rsid w:val="00F25102"/>
    <w:rsid w:val="00F3126E"/>
    <w:rsid w:val="00F32F0B"/>
    <w:rsid w:val="00F33D4C"/>
    <w:rsid w:val="00F40B0F"/>
    <w:rsid w:val="00F41608"/>
    <w:rsid w:val="00F44073"/>
    <w:rsid w:val="00F4584B"/>
    <w:rsid w:val="00F53746"/>
    <w:rsid w:val="00F60E59"/>
    <w:rsid w:val="00F62A03"/>
    <w:rsid w:val="00F62BB0"/>
    <w:rsid w:val="00F63833"/>
    <w:rsid w:val="00F64E7E"/>
    <w:rsid w:val="00F65AFE"/>
    <w:rsid w:val="00F66264"/>
    <w:rsid w:val="00F67501"/>
    <w:rsid w:val="00F730FD"/>
    <w:rsid w:val="00F74CC9"/>
    <w:rsid w:val="00F76CB8"/>
    <w:rsid w:val="00F80A06"/>
    <w:rsid w:val="00F846F9"/>
    <w:rsid w:val="00F874D0"/>
    <w:rsid w:val="00F90851"/>
    <w:rsid w:val="00F9352A"/>
    <w:rsid w:val="00F97C98"/>
    <w:rsid w:val="00F97CBB"/>
    <w:rsid w:val="00FA124B"/>
    <w:rsid w:val="00FA1A11"/>
    <w:rsid w:val="00FA280C"/>
    <w:rsid w:val="00FA5771"/>
    <w:rsid w:val="00FA58C7"/>
    <w:rsid w:val="00FA6DB4"/>
    <w:rsid w:val="00FA7945"/>
    <w:rsid w:val="00FB05CA"/>
    <w:rsid w:val="00FB138E"/>
    <w:rsid w:val="00FB7255"/>
    <w:rsid w:val="00FC1B43"/>
    <w:rsid w:val="00FE10B8"/>
    <w:rsid w:val="00FE2339"/>
    <w:rsid w:val="00FE327A"/>
    <w:rsid w:val="00FE3D1D"/>
    <w:rsid w:val="00FE42F4"/>
    <w:rsid w:val="00FF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D06E73"/>
  <w15:docId w15:val="{10747523-D37C-4187-904F-52AB2EC0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rPr>
      <w:rFonts w:ascii="Calibri" w:eastAsia="Times New Roman" w:hAnsi="Calibri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rPr>
      <w:rFonts w:ascii="Calibri" w:eastAsia="Times New Roman" w:hAnsi="Calibri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rPr>
      <w:rFonts w:ascii="Cambria" w:eastAsia="Times New Roman" w:hAnsi="Cambria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rPr>
      <w:rFonts w:ascii="Cambria" w:eastAsia="Times New Roman" w:hAnsi="Cambria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rPr>
      <w:rFonts w:ascii="Cambria" w:eastAsia="Times New Roman" w:hAnsi="Cambria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rPr>
      <w:rFonts w:ascii="Cambria" w:eastAsia="Times New Roman" w:hAnsi="Cambria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iPriority w:val="99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aliases w:val="Caption Figure"/>
    <w:basedOn w:val="Normal"/>
    <w:next w:val="Normal"/>
    <w:link w:val="CaptionChar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795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7957"/>
    <w:rPr>
      <w:color w:val="808080"/>
      <w:shd w:val="clear" w:color="auto" w:fill="E6E6E6"/>
    </w:rPr>
  </w:style>
  <w:style w:type="paragraph" w:customStyle="1" w:styleId="liste10">
    <w:name w:val="liste1"/>
    <w:basedOn w:val="Normal"/>
    <w:rsid w:val="00546816"/>
    <w:pPr>
      <w:spacing w:before="100" w:beforeAutospacing="1" w:after="100" w:afterAutospacing="1"/>
      <w:jc w:val="left"/>
    </w:pPr>
    <w:rPr>
      <w:rFonts w:eastAsia="Times New Roman"/>
      <w:lang w:val="en-CA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B52504"/>
    <w:rPr>
      <w:color w:val="808080"/>
      <w:shd w:val="clear" w:color="auto" w:fill="E6E6E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2D1A"/>
    <w:rPr>
      <w:color w:val="808080"/>
      <w:shd w:val="clear" w:color="auto" w:fill="E6E6E6"/>
    </w:rPr>
  </w:style>
  <w:style w:type="character" w:customStyle="1" w:styleId="CaptionChar">
    <w:name w:val="Caption Char"/>
    <w:aliases w:val="Caption Figure Char"/>
    <w:link w:val="Caption"/>
    <w:uiPriority w:val="35"/>
    <w:rsid w:val="00425769"/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mammou@apple.com" TargetMode="External"/><Relationship Id="rId18" Type="http://schemas.openxmlformats.org/officeDocument/2006/relationships/hyperlink" Target="https://github.com/google/dra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.budagavi@samsung.com" TargetMode="External"/><Relationship Id="rId17" Type="http://schemas.openxmlformats.org/officeDocument/2006/relationships/hyperlink" Target="mailto:Pierre.Andrivon@interdigita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ladyslav.zakharchenko@futurewei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.joshi@samsung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ao_chao@telecom-sudparis.eu" TargetMode="External"/><Relationship Id="rId10" Type="http://schemas.openxmlformats.org/officeDocument/2006/relationships/hyperlink" Target="http://isotc.iso.org/livelink/livelink/open/jtc1sc2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stermann@tnt.uni-hannover.de" TargetMode="External"/><Relationship Id="rId14" Type="http://schemas.openxmlformats.org/officeDocument/2006/relationships/hyperlink" Target="mailto:Danillo.Graziosi@sony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00429036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4BB662E-CB1E-49F5-989E-C7AFFF0C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</Template>
  <TotalTime>5261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ralf.schaefer@technicolor.com</dc:creator>
  <cp:lastModifiedBy>Rajan Joshi</cp:lastModifiedBy>
  <cp:revision>22</cp:revision>
  <dcterms:created xsi:type="dcterms:W3CDTF">2020-03-31T05:43:00Z</dcterms:created>
  <dcterms:modified xsi:type="dcterms:W3CDTF">2020-10-06T15:39:00Z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